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C27" w:rsidRPr="00D56766" w:rsidRDefault="00E11C27" w:rsidP="00E11C27">
      <w:pPr>
        <w:rPr>
          <w:sz w:val="28"/>
          <w:szCs w:val="48"/>
          <w:lang w:val="en-US"/>
        </w:rPr>
      </w:pPr>
      <w:r>
        <w:rPr>
          <w:noProof/>
          <w:sz w:val="14"/>
          <w:lang w:eastAsia="en-NZ"/>
        </w:rPr>
        <w:drawing>
          <wp:anchor distT="0" distB="0" distL="114300" distR="114300" simplePos="0" relativeHeight="251659264" behindDoc="0" locked="0" layoutInCell="1" allowOverlap="1" wp14:anchorId="12D1D05C" wp14:editId="16330209">
            <wp:simplePos x="0" y="0"/>
            <wp:positionH relativeFrom="column">
              <wp:posOffset>6105525</wp:posOffset>
            </wp:positionH>
            <wp:positionV relativeFrom="paragraph">
              <wp:posOffset>-9525</wp:posOffset>
            </wp:positionV>
            <wp:extent cx="351155" cy="513496"/>
            <wp:effectExtent l="0" t="0" r="0" b="1270"/>
            <wp:wrapNone/>
            <wp:docPr id="3" name="Picture 2" descr="t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c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1155" cy="513496"/>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56766">
        <w:rPr>
          <w:sz w:val="28"/>
          <w:szCs w:val="48"/>
        </w:rPr>
        <w:t>Taradale</w:t>
      </w:r>
      <w:proofErr w:type="spellEnd"/>
      <w:r w:rsidRPr="00D56766">
        <w:rPr>
          <w:sz w:val="28"/>
          <w:szCs w:val="48"/>
        </w:rPr>
        <w:t xml:space="preserve"> Garage Limited</w:t>
      </w:r>
    </w:p>
    <w:p w:rsidR="00E11C27" w:rsidRPr="00D56766" w:rsidRDefault="00E11C27" w:rsidP="00E11C27">
      <w:pPr>
        <w:rPr>
          <w:sz w:val="22"/>
          <w:szCs w:val="40"/>
          <w:lang w:val="en-US"/>
        </w:rPr>
      </w:pPr>
      <w:r w:rsidRPr="00D56766">
        <w:rPr>
          <w:sz w:val="22"/>
          <w:szCs w:val="40"/>
          <w:lang w:val="en-US"/>
        </w:rPr>
        <w:t>PO Box 890</w:t>
      </w:r>
    </w:p>
    <w:p w:rsidR="00E11C27" w:rsidRPr="00D56766" w:rsidRDefault="00E11C27" w:rsidP="00E11C27">
      <w:pPr>
        <w:rPr>
          <w:sz w:val="22"/>
          <w:szCs w:val="40"/>
          <w:lang w:val="en-US"/>
        </w:rPr>
      </w:pPr>
      <w:r w:rsidRPr="00D56766">
        <w:rPr>
          <w:sz w:val="22"/>
          <w:szCs w:val="40"/>
          <w:lang w:val="en-US"/>
        </w:rPr>
        <w:t>TARADALE</w:t>
      </w:r>
    </w:p>
    <w:p w:rsidR="00E11C27" w:rsidRDefault="00E11C27" w:rsidP="00E11C27">
      <w:pPr>
        <w:pBdr>
          <w:bottom w:val="single" w:sz="6" w:space="1" w:color="auto"/>
        </w:pBdr>
        <w:spacing w:line="120" w:lineRule="exact"/>
        <w:rPr>
          <w:lang w:val="en-US"/>
        </w:rPr>
      </w:pPr>
    </w:p>
    <w:p w:rsidR="00E11C27" w:rsidRDefault="00E11C27" w:rsidP="00E11C27"/>
    <w:p w:rsidR="00E11C27" w:rsidRDefault="00E11C27" w:rsidP="00E11C27">
      <w:r>
        <w:t>Today’s date</w:t>
      </w:r>
    </w:p>
    <w:p w:rsidR="00E11C27" w:rsidRDefault="00E11C27" w:rsidP="00E11C27"/>
    <w:p w:rsidR="00E11C27" w:rsidRDefault="00E11C27" w:rsidP="00E11C27"/>
    <w:p w:rsidR="00E11C27" w:rsidRDefault="00E11C27" w:rsidP="00E11C27">
      <w:r>
        <w:t>Address Block</w:t>
      </w:r>
    </w:p>
    <w:p w:rsidR="00E11C27" w:rsidRDefault="00E11C27" w:rsidP="00E11C27"/>
    <w:p w:rsidR="00E11C27" w:rsidRDefault="00E11C27" w:rsidP="00E11C27"/>
    <w:p w:rsidR="00E11C27" w:rsidRDefault="00E11C27" w:rsidP="00E11C27">
      <w:r>
        <w:t>Dear &lt;&lt;Contact&gt;&gt;</w:t>
      </w:r>
    </w:p>
    <w:p w:rsidR="00E11C27" w:rsidRDefault="00E11C27" w:rsidP="00E11C27"/>
    <w:p w:rsidR="00E11C27" w:rsidRPr="00E94F1F" w:rsidRDefault="00E11C27" w:rsidP="00E11C27">
      <w:r w:rsidRPr="00E94F1F">
        <w:t xml:space="preserve">In today’s economic climate, the need to cut our prices is becoming more and more important.  As </w:t>
      </w:r>
      <w:r>
        <w:t xml:space="preserve">the &lt;&lt;Title&gt;&gt; of </w:t>
      </w:r>
      <w:r w:rsidRPr="00E94F1F">
        <w:t xml:space="preserve">one of our valued suppliers, we need to ask you to look </w:t>
      </w:r>
      <w:r>
        <w:t>at your</w:t>
      </w:r>
      <w:r w:rsidRPr="00E94F1F">
        <w:t xml:space="preserve"> prices </w:t>
      </w:r>
      <w:r>
        <w:t>for our</w:t>
      </w:r>
      <w:r w:rsidRPr="00E94F1F">
        <w:t xml:space="preserve"> current stock items and see if you are able to improve on your cost price to us.</w:t>
      </w:r>
      <w:r>
        <w:t xml:space="preserve">  </w:t>
      </w:r>
      <w:r w:rsidRPr="00E94F1F">
        <w:t xml:space="preserve">We </w:t>
      </w:r>
      <w:r>
        <w:t>will</w:t>
      </w:r>
      <w:r w:rsidRPr="00E94F1F">
        <w:t xml:space="preserve"> look at bulk purchases if this would improve the discounts offered at present.</w:t>
      </w:r>
    </w:p>
    <w:p w:rsidR="00E11C27" w:rsidRPr="00E94F1F" w:rsidRDefault="00E11C27" w:rsidP="00E11C27"/>
    <w:p w:rsidR="00E11C27" w:rsidRPr="00E94F1F" w:rsidRDefault="00E11C27" w:rsidP="00E11C27">
      <w:r w:rsidRPr="00E94F1F">
        <w:t>We understand that this is difficult for you and would be happy to look at other brands of stock items if this would help you to cut some of the prices to us.</w:t>
      </w:r>
    </w:p>
    <w:p w:rsidR="00E11C27" w:rsidRPr="00E94F1F" w:rsidRDefault="00E11C27" w:rsidP="00E11C27"/>
    <w:p w:rsidR="00E11C27" w:rsidRPr="00E94F1F" w:rsidRDefault="00E11C27" w:rsidP="00E11C27">
      <w:r w:rsidRPr="00E94F1F">
        <w:t>Could you please send in your quotations for the stock items by next Friday (</w:t>
      </w:r>
      <w:r>
        <w:t>key the specific date here)</w:t>
      </w:r>
      <w:proofErr w:type="gramStart"/>
      <w:r>
        <w:t>.</w:t>
      </w:r>
      <w:proofErr w:type="gramEnd"/>
    </w:p>
    <w:p w:rsidR="00E11C27" w:rsidRDefault="00E11C27" w:rsidP="00E11C27"/>
    <w:p w:rsidR="00E11C27" w:rsidRDefault="00E11C27" w:rsidP="00E11C27"/>
    <w:p w:rsidR="00E11C27" w:rsidRDefault="00E11C27" w:rsidP="00E11C27">
      <w:r>
        <w:t>Yours faithfully</w:t>
      </w:r>
    </w:p>
    <w:p w:rsidR="00E11C27" w:rsidRDefault="00E11C27" w:rsidP="00E11C27"/>
    <w:p w:rsidR="00E11C27" w:rsidRDefault="00E11C27" w:rsidP="00E11C27"/>
    <w:p w:rsidR="00E11C27" w:rsidRDefault="00E11C27" w:rsidP="00E11C27"/>
    <w:p w:rsidR="00E11C27" w:rsidRDefault="00E11C27" w:rsidP="00E11C27"/>
    <w:p w:rsidR="00E11C27" w:rsidRDefault="00E11C27" w:rsidP="00E11C27">
      <w:r>
        <w:t>Fred Jones</w:t>
      </w:r>
    </w:p>
    <w:p w:rsidR="00165202" w:rsidRDefault="00E11C27" w:rsidP="006C7923">
      <w:r>
        <w:t>Manager</w:t>
      </w:r>
      <w:bookmarkStart w:id="0" w:name="_GoBack"/>
      <w:bookmarkEnd w:id="0"/>
    </w:p>
    <w:sectPr w:rsidR="00165202" w:rsidSect="006C6C87">
      <w:pgSz w:w="11906" w:h="16838" w:code="9"/>
      <w:pgMar w:top="284" w:right="851" w:bottom="567" w:left="851" w:header="567"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C27"/>
    <w:rsid w:val="00165202"/>
    <w:rsid w:val="006C7923"/>
    <w:rsid w:val="007242EE"/>
    <w:rsid w:val="009B4B81"/>
    <w:rsid w:val="00A62783"/>
    <w:rsid w:val="00E11C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8BEB1"/>
  <w15:chartTrackingRefBased/>
  <w15:docId w15:val="{5F8F27C2-5A94-4E62-A733-D61D76376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C27"/>
    <w:rPr>
      <w:rFonts w:asciiTheme="minorHAnsi" w:hAnsi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spacing w:after="200" w:line="276" w:lineRule="auto"/>
      <w:ind w:left="720"/>
      <w:contextualSpacing/>
    </w:pPr>
    <w:rPr>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53E970E2.dotm</Template>
  <TotalTime>1</TotalTime>
  <Pages>1</Pages>
  <Words>139</Words>
  <Characters>628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2019-06-05T23:41:00Z</dcterms:created>
  <dcterms:modified xsi:type="dcterms:W3CDTF">2019-06-05T23:42:00Z</dcterms:modified>
</cp:coreProperties>
</file>