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13F" w:rsidRPr="00216F09" w:rsidRDefault="00CA213F" w:rsidP="00CA213F">
      <w:pPr>
        <w:rPr>
          <w:sz w:val="36"/>
          <w:szCs w:val="72"/>
          <w:lang w:val="en-US"/>
        </w:rPr>
      </w:pPr>
      <w:r>
        <w:rPr>
          <w:noProof/>
          <w:lang w:eastAsia="en-NZ"/>
        </w:rPr>
        <w:drawing>
          <wp:anchor distT="0" distB="0" distL="114300" distR="114300" simplePos="0" relativeHeight="251659264" behindDoc="0" locked="0" layoutInCell="1" allowOverlap="1" wp14:anchorId="18F7528A" wp14:editId="63263BA4">
            <wp:simplePos x="0" y="0"/>
            <wp:positionH relativeFrom="column">
              <wp:posOffset>5137785</wp:posOffset>
            </wp:positionH>
            <wp:positionV relativeFrom="paragraph">
              <wp:posOffset>9525</wp:posOffset>
            </wp:positionV>
            <wp:extent cx="971425" cy="711043"/>
            <wp:effectExtent l="0" t="0" r="63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71425" cy="711043"/>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216F09">
        <w:rPr>
          <w:sz w:val="36"/>
          <w:szCs w:val="72"/>
          <w:lang w:val="en-US"/>
        </w:rPr>
        <w:t>Taradale</w:t>
      </w:r>
      <w:proofErr w:type="spellEnd"/>
      <w:r w:rsidRPr="00216F09">
        <w:rPr>
          <w:sz w:val="36"/>
          <w:szCs w:val="72"/>
          <w:lang w:val="en-US"/>
        </w:rPr>
        <w:t xml:space="preserve"> Chicken</w:t>
      </w:r>
      <w:r>
        <w:rPr>
          <w:sz w:val="36"/>
          <w:szCs w:val="72"/>
          <w:lang w:val="en-US"/>
        </w:rPr>
        <w:br/>
      </w:r>
      <w:r w:rsidRPr="00216F09">
        <w:rPr>
          <w:sz w:val="36"/>
          <w:szCs w:val="72"/>
          <w:lang w:val="en-US"/>
        </w:rPr>
        <w:t>Farm</w:t>
      </w:r>
    </w:p>
    <w:p w:rsidR="00CA213F" w:rsidRPr="00216F09" w:rsidRDefault="00CA213F" w:rsidP="00CA213F">
      <w:pPr>
        <w:rPr>
          <w:szCs w:val="40"/>
          <w:lang w:val="en-US"/>
        </w:rPr>
      </w:pPr>
      <w:r w:rsidRPr="00216F09">
        <w:rPr>
          <w:szCs w:val="40"/>
          <w:lang w:val="en-US"/>
        </w:rPr>
        <w:t>PO Box 1234</w:t>
      </w:r>
    </w:p>
    <w:p w:rsidR="00CA213F" w:rsidRPr="00216F09" w:rsidRDefault="00CA213F" w:rsidP="00CA213F">
      <w:pPr>
        <w:pBdr>
          <w:bottom w:val="thickThinSmallGap" w:sz="24" w:space="1" w:color="525252" w:themeColor="accent3" w:themeShade="80"/>
        </w:pBdr>
        <w:tabs>
          <w:tab w:val="right" w:pos="9638"/>
        </w:tabs>
        <w:rPr>
          <w:szCs w:val="40"/>
          <w:lang w:val="en-US"/>
        </w:rPr>
      </w:pPr>
      <w:r w:rsidRPr="00216F09">
        <w:rPr>
          <w:szCs w:val="40"/>
          <w:lang w:val="en-US"/>
        </w:rPr>
        <w:t>TARADALE</w:t>
      </w:r>
      <w:r w:rsidRPr="00216F09">
        <w:rPr>
          <w:szCs w:val="40"/>
          <w:lang w:val="en-US"/>
        </w:rPr>
        <w:tab/>
        <w:t>Phone 06 844 9900</w:t>
      </w:r>
    </w:p>
    <w:p w:rsidR="00CA213F" w:rsidRDefault="00CA213F" w:rsidP="00CA213F"/>
    <w:p w:rsidR="00CA213F" w:rsidRPr="005A6FB3" w:rsidRDefault="00CA213F" w:rsidP="00CA213F"/>
    <w:p w:rsidR="00CA213F" w:rsidRPr="005A6FB3" w:rsidRDefault="00CA213F" w:rsidP="00CA213F">
      <w:r>
        <w:t>Key to</w:t>
      </w:r>
      <w:r w:rsidRPr="005A6FB3">
        <w:t>day’s date (</w:t>
      </w:r>
      <w:proofErr w:type="spellStart"/>
      <w:r w:rsidRPr="005A6FB3">
        <w:t>eg</w:t>
      </w:r>
      <w:proofErr w:type="spellEnd"/>
      <w:r w:rsidRPr="005A6FB3">
        <w:t xml:space="preserve"> 3 June 20...)</w:t>
      </w:r>
    </w:p>
    <w:p w:rsidR="00CA213F" w:rsidRDefault="00CA213F" w:rsidP="00CA213F"/>
    <w:p w:rsidR="00CA213F" w:rsidRPr="005A6FB3" w:rsidRDefault="00CA213F" w:rsidP="00CA213F"/>
    <w:p w:rsidR="00CA213F" w:rsidRPr="005A6FB3" w:rsidRDefault="00CA213F" w:rsidP="00CA213F">
      <w:r w:rsidRPr="005A6FB3">
        <w:t>Name and address to be added later</w:t>
      </w:r>
    </w:p>
    <w:p w:rsidR="00CA213F" w:rsidRDefault="00CA213F" w:rsidP="00CA213F"/>
    <w:p w:rsidR="00CA213F" w:rsidRPr="005A6FB3" w:rsidRDefault="00CA213F" w:rsidP="00CA213F"/>
    <w:p w:rsidR="00CA213F" w:rsidRPr="005A6FB3" w:rsidRDefault="00CA213F" w:rsidP="00CA213F">
      <w:r w:rsidRPr="005A6FB3">
        <w:t>Greeting line to be added later</w:t>
      </w:r>
    </w:p>
    <w:p w:rsidR="00CA213F" w:rsidRPr="005A6FB3" w:rsidRDefault="00CA213F" w:rsidP="00CA213F"/>
    <w:p w:rsidR="00CA213F" w:rsidRPr="005A6FB3" w:rsidRDefault="00CA213F" w:rsidP="00CA213F">
      <w:r w:rsidRPr="005A6FB3">
        <w:t>We need to improve our profitability in the present economic climate and the best way of doing that is to decrease our costs. Following is our current best prices and stock quantities supplied by you, our suppliers:</w:t>
      </w:r>
    </w:p>
    <w:p w:rsidR="00CA213F" w:rsidRPr="005A6FB3" w:rsidRDefault="00CA213F" w:rsidP="00CA213F"/>
    <w:p w:rsidR="00CA213F" w:rsidRPr="005A6FB3" w:rsidRDefault="00CA213F" w:rsidP="00CA213F">
      <w:r w:rsidRPr="005A6FB3">
        <w:t>Insert data from Items worksheet here</w:t>
      </w:r>
    </w:p>
    <w:p w:rsidR="00CA213F" w:rsidRPr="005A6FB3" w:rsidRDefault="00CA213F" w:rsidP="00CA213F"/>
    <w:p w:rsidR="00CA213F" w:rsidRPr="005A6FB3" w:rsidRDefault="00CA213F" w:rsidP="00CA213F">
      <w:r w:rsidRPr="005A6FB3">
        <w:t>Insert chart from Stocks Held worksheet here</w:t>
      </w:r>
    </w:p>
    <w:p w:rsidR="00CA213F" w:rsidRPr="005A6FB3" w:rsidRDefault="00CA213F" w:rsidP="00CA213F"/>
    <w:p w:rsidR="00CA213F" w:rsidRPr="005A6FB3" w:rsidRDefault="00CA213F" w:rsidP="00CA213F">
      <w:r w:rsidRPr="005A6FB3">
        <w:t xml:space="preserve">Could you please send in your quotations for ‘best prices and discounts’ for these items by Friday (key next Friday’s date).  </w:t>
      </w:r>
    </w:p>
    <w:p w:rsidR="00CA213F" w:rsidRDefault="00CA213F" w:rsidP="00CA213F"/>
    <w:p w:rsidR="00CA213F" w:rsidRPr="005A6FB3" w:rsidRDefault="00CA213F" w:rsidP="00CA213F"/>
    <w:p w:rsidR="00CA213F" w:rsidRPr="005A6FB3" w:rsidRDefault="00CA213F" w:rsidP="00CA213F">
      <w:r w:rsidRPr="005A6FB3">
        <w:t>Yours faithfully</w:t>
      </w:r>
    </w:p>
    <w:p w:rsidR="00CA213F" w:rsidRDefault="00CA213F" w:rsidP="00CA213F"/>
    <w:p w:rsidR="00CA213F" w:rsidRDefault="00CA213F" w:rsidP="00CA213F"/>
    <w:p w:rsidR="00CA213F" w:rsidRDefault="00CA213F" w:rsidP="00CA213F"/>
    <w:p w:rsidR="00CA213F" w:rsidRPr="005A6FB3" w:rsidRDefault="00CA213F" w:rsidP="00CA213F"/>
    <w:p w:rsidR="00CA213F" w:rsidRPr="005A6FB3" w:rsidRDefault="00CA213F" w:rsidP="00CA213F"/>
    <w:p w:rsidR="00CA213F" w:rsidRPr="005A6FB3" w:rsidRDefault="00CA213F" w:rsidP="00CA213F">
      <w:r w:rsidRPr="005A6FB3">
        <w:t>Joe Fraser</w:t>
      </w:r>
    </w:p>
    <w:p w:rsidR="00CA213F" w:rsidRPr="005A6FB3" w:rsidRDefault="00CA213F" w:rsidP="00CA213F">
      <w:r w:rsidRPr="005A6FB3">
        <w:t>Manager</w:t>
      </w:r>
    </w:p>
    <w:p w:rsidR="00CA213F" w:rsidRPr="005A6FB3" w:rsidRDefault="00CA213F" w:rsidP="00CA213F"/>
    <w:p w:rsidR="00165202" w:rsidRDefault="00165202" w:rsidP="006C7923">
      <w:bookmarkStart w:id="0" w:name="_GoBack"/>
      <w:bookmarkEnd w:id="0"/>
    </w:p>
    <w:sectPr w:rsidR="00165202" w:rsidSect="00DF0A6A">
      <w:pgSz w:w="11906" w:h="16838" w:code="9"/>
      <w:pgMar w:top="284" w:right="1134" w:bottom="567" w:left="1134" w:header="567"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13F"/>
    <w:rsid w:val="00165202"/>
    <w:rsid w:val="006C7923"/>
    <w:rsid w:val="007242EE"/>
    <w:rsid w:val="009B4B81"/>
    <w:rsid w:val="00A62783"/>
    <w:rsid w:val="00CA213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ECB49D-8786-4F43-B5CB-5238E49D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13F"/>
    <w:rPr>
      <w:rFonts w:ascii="Calibri" w:hAnsi="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923"/>
    <w:pPr>
      <w:spacing w:after="200" w:line="276" w:lineRule="auto"/>
      <w:ind w:left="720"/>
      <w:contextualSpacing/>
    </w:pPr>
    <w:rPr>
      <w:rFonts w:asciiTheme="minorHAnsi" w:hAnsiTheme="minorHAnsi"/>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984C652F.dotm</Template>
  <TotalTime>0</TotalTime>
  <Pages>1</Pages>
  <Words>107</Words>
  <Characters>538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Eastern Institute of Technology</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2019-06-05T23:41:00Z</dcterms:created>
  <dcterms:modified xsi:type="dcterms:W3CDTF">2019-06-05T23:41:00Z</dcterms:modified>
</cp:coreProperties>
</file>