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B0" w:rsidRPr="0071100F" w:rsidRDefault="005A0CB0" w:rsidP="005A0CB0">
      <w:pPr>
        <w:spacing w:after="480"/>
        <w:rPr>
          <w:b/>
          <w:spacing w:val="60"/>
          <w:lang w:val="en-NZ"/>
        </w:rPr>
      </w:pPr>
      <w:r w:rsidRPr="0071100F">
        <w:rPr>
          <w:b/>
          <w:spacing w:val="60"/>
          <w:lang w:val="en-NZ"/>
        </w:rPr>
        <w:t>MEMORANDUM</w:t>
      </w:r>
      <w:bookmarkStart w:id="0" w:name="_GoBack"/>
      <w:bookmarkEnd w:id="0"/>
    </w:p>
    <w:p w:rsidR="005A0CB0" w:rsidRDefault="005A0CB0" w:rsidP="005A0CB0">
      <w:pPr>
        <w:tabs>
          <w:tab w:val="left" w:pos="2268"/>
        </w:tabs>
        <w:rPr>
          <w:lang w:val="en-NZ"/>
        </w:rPr>
      </w:pPr>
      <w:r w:rsidRPr="0071100F">
        <w:rPr>
          <w:b/>
          <w:lang w:val="en-NZ"/>
        </w:rPr>
        <w:t>To:</w:t>
      </w:r>
      <w:r>
        <w:rPr>
          <w:lang w:val="en-NZ"/>
        </w:rPr>
        <w:tab/>
        <w:t>All Staff</w:t>
      </w:r>
    </w:p>
    <w:p w:rsidR="005A0CB0" w:rsidRDefault="005A0CB0" w:rsidP="005A0CB0">
      <w:pPr>
        <w:tabs>
          <w:tab w:val="left" w:pos="2268"/>
        </w:tabs>
        <w:rPr>
          <w:lang w:val="en-NZ"/>
        </w:rPr>
      </w:pPr>
      <w:r w:rsidRPr="0071100F">
        <w:rPr>
          <w:b/>
          <w:lang w:val="en-NZ"/>
        </w:rPr>
        <w:t>From:</w:t>
      </w:r>
      <w:r>
        <w:rPr>
          <w:lang w:val="en-NZ"/>
        </w:rPr>
        <w:tab/>
        <w:t>Fred Jones, Manager</w:t>
      </w:r>
    </w:p>
    <w:p w:rsidR="005A0CB0" w:rsidRDefault="005A0CB0" w:rsidP="005A0CB0">
      <w:pPr>
        <w:tabs>
          <w:tab w:val="left" w:pos="2268"/>
        </w:tabs>
        <w:rPr>
          <w:lang w:val="en-NZ"/>
        </w:rPr>
      </w:pPr>
      <w:r w:rsidRPr="0071100F">
        <w:rPr>
          <w:b/>
          <w:lang w:val="en-NZ"/>
        </w:rPr>
        <w:t>Date:</w:t>
      </w:r>
      <w:r>
        <w:rPr>
          <w:lang w:val="en-NZ"/>
        </w:rPr>
        <w:tab/>
        <w:t xml:space="preserve">KEY TODAY’S DATE HERE </w:t>
      </w:r>
      <w:proofErr w:type="spellStart"/>
      <w:r>
        <w:rPr>
          <w:lang w:val="en-NZ"/>
        </w:rPr>
        <w:t>eg</w:t>
      </w:r>
      <w:proofErr w:type="spellEnd"/>
      <w:r>
        <w:rPr>
          <w:lang w:val="en-NZ"/>
        </w:rPr>
        <w:t xml:space="preserve"> 20 April 2017</w:t>
      </w:r>
    </w:p>
    <w:p w:rsidR="005A0CB0" w:rsidRPr="0071100F" w:rsidRDefault="005A0CB0" w:rsidP="005A0CB0">
      <w:pPr>
        <w:tabs>
          <w:tab w:val="left" w:pos="2268"/>
        </w:tabs>
        <w:spacing w:after="480"/>
        <w:rPr>
          <w:b/>
          <w:lang w:val="en-NZ"/>
        </w:rPr>
      </w:pPr>
      <w:r w:rsidRPr="0071100F">
        <w:rPr>
          <w:b/>
          <w:lang w:val="en-NZ"/>
        </w:rPr>
        <w:t>Subject:</w:t>
      </w:r>
      <w:r>
        <w:rPr>
          <w:lang w:val="en-NZ"/>
        </w:rPr>
        <w:tab/>
      </w:r>
      <w:r>
        <w:rPr>
          <w:b/>
          <w:lang w:val="en-NZ"/>
        </w:rPr>
        <w:t>Stock Levels</w:t>
      </w:r>
    </w:p>
    <w:p w:rsidR="005A0CB0" w:rsidRDefault="005A0CB0" w:rsidP="005A0CB0">
      <w:pPr>
        <w:rPr>
          <w:lang w:val="en-NZ"/>
        </w:rPr>
      </w:pPr>
      <w:r>
        <w:rPr>
          <w:lang w:val="en-NZ"/>
        </w:rPr>
        <w:t>This is to inform you of the quantities of stock items that are held in total:</w:t>
      </w:r>
    </w:p>
    <w:p w:rsidR="005A0CB0" w:rsidRDefault="005A0CB0" w:rsidP="005A0CB0">
      <w:pPr>
        <w:rPr>
          <w:lang w:val="en-NZ"/>
        </w:rPr>
      </w:pPr>
      <w:r>
        <w:rPr>
          <w:lang w:val="en-NZ"/>
        </w:rPr>
        <w:t>PASTE A COPY OF THE DATA HERE</w:t>
      </w:r>
    </w:p>
    <w:p w:rsidR="005A0CB0" w:rsidRPr="00065E88" w:rsidRDefault="005A0CB0" w:rsidP="005A0CB0">
      <w:pPr>
        <w:spacing w:before="360"/>
        <w:rPr>
          <w:lang w:val="en-NZ"/>
        </w:rPr>
      </w:pPr>
      <w:r w:rsidRPr="00065E88">
        <w:rPr>
          <w:lang w:val="en-NZ"/>
        </w:rPr>
        <w:t>I would also like to show you stock held in larger quantities (over 10 items).  It would be appreciated if you would attempt to reduce the stock levels on these items.</w:t>
      </w:r>
    </w:p>
    <w:p w:rsidR="00165202" w:rsidRPr="005A0CB0" w:rsidRDefault="005A0CB0" w:rsidP="006C7923">
      <w:pPr>
        <w:rPr>
          <w:lang w:val="en-NZ"/>
        </w:rPr>
      </w:pPr>
      <w:r>
        <w:rPr>
          <w:lang w:val="en-NZ"/>
        </w:rPr>
        <w:t>PASTE A COPY OF THE CHART HERE</w:t>
      </w:r>
    </w:p>
    <w:sectPr w:rsidR="00165202" w:rsidRPr="005A0CB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B0"/>
    <w:rsid w:val="00165202"/>
    <w:rsid w:val="005A0CB0"/>
    <w:rsid w:val="006C7923"/>
    <w:rsid w:val="007242EE"/>
    <w:rsid w:val="009B4B81"/>
    <w:rsid w:val="00A6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8BB106"/>
  <w15:chartTrackingRefBased/>
  <w15:docId w15:val="{D1F08968-7EFB-4554-9025-1D8350931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CB0"/>
    <w:pPr>
      <w:spacing w:after="200" w:line="276" w:lineRule="auto"/>
    </w:pPr>
    <w:rPr>
      <w:rFonts w:asciiTheme="minorHAnsi" w:eastAsia="SimSun" w:hAnsiTheme="minorHAnsi"/>
      <w:sz w:val="22"/>
      <w:szCs w:val="24"/>
      <w:lang w:val="en-A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923"/>
    <w:pPr>
      <w:ind w:left="720"/>
      <w:contextualSpacing/>
    </w:pPr>
    <w:rPr>
      <w:rFonts w:eastAsia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7B208E5A.dotm</Template>
  <TotalTime>1</TotalTime>
  <Pages>1</Pages>
  <Words>81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Institute of Technology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2019-06-05T23:40:00Z</dcterms:created>
  <dcterms:modified xsi:type="dcterms:W3CDTF">2019-06-05T23:41:00Z</dcterms:modified>
</cp:coreProperties>
</file>