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CA2" w:rsidRPr="0071100F" w:rsidRDefault="00EF5CA2" w:rsidP="00EF5CA2">
      <w:pPr>
        <w:spacing w:after="480"/>
        <w:rPr>
          <w:b/>
          <w:spacing w:val="60"/>
          <w:lang w:val="en-NZ"/>
        </w:rPr>
      </w:pPr>
      <w:r w:rsidRPr="0071100F">
        <w:rPr>
          <w:b/>
          <w:spacing w:val="60"/>
          <w:lang w:val="en-NZ"/>
        </w:rPr>
        <w:t>MEMORANDUM</w:t>
      </w:r>
    </w:p>
    <w:p w:rsidR="00EF5CA2" w:rsidRDefault="00EF5CA2" w:rsidP="00EF5CA2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To:</w:t>
      </w:r>
      <w:r>
        <w:rPr>
          <w:lang w:val="en-NZ"/>
        </w:rPr>
        <w:tab/>
        <w:t>All Staff</w:t>
      </w:r>
    </w:p>
    <w:p w:rsidR="00EF5CA2" w:rsidRDefault="00EF5CA2" w:rsidP="00EF5CA2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From:</w:t>
      </w:r>
      <w:r>
        <w:rPr>
          <w:lang w:val="en-NZ"/>
        </w:rPr>
        <w:tab/>
        <w:t>Joe Fraser, Manager</w:t>
      </w:r>
    </w:p>
    <w:p w:rsidR="00EF5CA2" w:rsidRDefault="00EF5CA2" w:rsidP="00EF5CA2">
      <w:pPr>
        <w:tabs>
          <w:tab w:val="left" w:pos="2268"/>
        </w:tabs>
        <w:rPr>
          <w:lang w:val="en-NZ"/>
        </w:rPr>
      </w:pPr>
      <w:r w:rsidRPr="0071100F">
        <w:rPr>
          <w:b/>
          <w:lang w:val="en-NZ"/>
        </w:rPr>
        <w:t>Date:</w:t>
      </w:r>
      <w:r>
        <w:rPr>
          <w:lang w:val="en-NZ"/>
        </w:rPr>
        <w:tab/>
        <w:t xml:space="preserve">KEY TODAY’S DATE HERE </w:t>
      </w:r>
      <w:proofErr w:type="spellStart"/>
      <w:r>
        <w:rPr>
          <w:lang w:val="en-NZ"/>
        </w:rPr>
        <w:t>eg</w:t>
      </w:r>
      <w:proofErr w:type="spellEnd"/>
      <w:r>
        <w:rPr>
          <w:lang w:val="en-NZ"/>
        </w:rPr>
        <w:t xml:space="preserve"> 20 April 2017</w:t>
      </w:r>
    </w:p>
    <w:p w:rsidR="00EF5CA2" w:rsidRPr="0071100F" w:rsidRDefault="00EF5CA2" w:rsidP="00EF5CA2">
      <w:pPr>
        <w:tabs>
          <w:tab w:val="left" w:pos="2268"/>
        </w:tabs>
        <w:spacing w:after="480"/>
        <w:rPr>
          <w:b/>
          <w:lang w:val="en-NZ"/>
        </w:rPr>
      </w:pPr>
      <w:r w:rsidRPr="0071100F">
        <w:rPr>
          <w:b/>
          <w:lang w:val="en-NZ"/>
        </w:rPr>
        <w:t>Subject:</w:t>
      </w:r>
      <w:r>
        <w:rPr>
          <w:lang w:val="en-NZ"/>
        </w:rPr>
        <w:tab/>
      </w:r>
      <w:r w:rsidRPr="0071100F">
        <w:rPr>
          <w:b/>
          <w:lang w:val="en-NZ"/>
        </w:rPr>
        <w:t>STAFF TRIP</w:t>
      </w:r>
    </w:p>
    <w:p w:rsidR="00EF5CA2" w:rsidRDefault="00EF5CA2" w:rsidP="00EF5CA2">
      <w:pPr>
        <w:rPr>
          <w:lang w:val="en-NZ"/>
        </w:rPr>
      </w:pPr>
      <w:r>
        <w:rPr>
          <w:lang w:val="en-NZ"/>
        </w:rPr>
        <w:t xml:space="preserve">Can any of you get a better deal for the prices of food for our </w:t>
      </w:r>
      <w:proofErr w:type="gramStart"/>
      <w:r>
        <w:rPr>
          <w:lang w:val="en-NZ"/>
        </w:rPr>
        <w:t>trip.</w:t>
      </w:r>
      <w:proofErr w:type="gramEnd"/>
      <w:r>
        <w:rPr>
          <w:lang w:val="en-NZ"/>
        </w:rPr>
        <w:t xml:space="preserve">  If you can, then let me know as soon as possible.  These are the current prices I have found.</w:t>
      </w:r>
    </w:p>
    <w:p w:rsidR="00EF5CA2" w:rsidRDefault="00EF5CA2" w:rsidP="00EF5CA2">
      <w:pPr>
        <w:rPr>
          <w:lang w:val="en-NZ"/>
        </w:rPr>
      </w:pPr>
      <w:r>
        <w:rPr>
          <w:lang w:val="en-NZ"/>
        </w:rPr>
        <w:t>PASTE A COPY OF THE DATA HERE</w:t>
      </w:r>
    </w:p>
    <w:p w:rsidR="00EF5CA2" w:rsidRDefault="00EF5CA2" w:rsidP="00EF5CA2">
      <w:pPr>
        <w:spacing w:before="360"/>
        <w:rPr>
          <w:lang w:val="en-NZ"/>
        </w:rPr>
      </w:pPr>
      <w:r>
        <w:rPr>
          <w:noProof/>
        </w:rPr>
        <w:t>The following chart shows the overall costs per person:</w:t>
      </w:r>
    </w:p>
    <w:p w:rsidR="00165202" w:rsidRPr="00EF5CA2" w:rsidRDefault="00EF5CA2" w:rsidP="006C7923">
      <w:pPr>
        <w:rPr>
          <w:lang w:val="en-NZ"/>
        </w:rPr>
      </w:pPr>
      <w:r>
        <w:rPr>
          <w:lang w:val="en-NZ"/>
        </w:rPr>
        <w:t>PASTE A COPY OF THE CHART HERE</w:t>
      </w:r>
      <w:bookmarkStart w:id="0" w:name="_GoBack"/>
      <w:bookmarkEnd w:id="0"/>
    </w:p>
    <w:sectPr w:rsidR="00165202" w:rsidRPr="00EF5CA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A2"/>
    <w:rsid w:val="00165202"/>
    <w:rsid w:val="006C7923"/>
    <w:rsid w:val="007242EE"/>
    <w:rsid w:val="009B4B81"/>
    <w:rsid w:val="00A62783"/>
    <w:rsid w:val="00E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599F29"/>
  <w15:chartTrackingRefBased/>
  <w15:docId w15:val="{DA276B4D-3281-4EED-89FB-FFE86245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CA2"/>
    <w:pPr>
      <w:spacing w:after="200" w:line="276" w:lineRule="auto"/>
    </w:pPr>
    <w:rPr>
      <w:rFonts w:asciiTheme="minorHAnsi" w:eastAsia="SimSun" w:hAnsiTheme="minorHAnsi"/>
      <w:sz w:val="22"/>
      <w:szCs w:val="24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25874E79.dotm</Template>
  <TotalTime>0</TotalTime>
  <Pages>1</Pages>
  <Words>78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2019-06-05T23:40:00Z</dcterms:created>
  <dcterms:modified xsi:type="dcterms:W3CDTF">2019-06-05T23:40:00Z</dcterms:modified>
</cp:coreProperties>
</file>