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8EF" w:rsidRPr="006A1DD8" w:rsidRDefault="005E68EF" w:rsidP="005E68EF">
      <w:pPr>
        <w:pStyle w:val="Heading1"/>
        <w:spacing w:after="240"/>
      </w:pPr>
      <w:r w:rsidRPr="006A1DD8">
        <w:t>STOCK PRICES</w:t>
      </w:r>
    </w:p>
    <w:p w:rsidR="005E68EF" w:rsidRPr="006A1DD8" w:rsidRDefault="005E68EF" w:rsidP="005E68EF">
      <w:pPr>
        <w:jc w:val="center"/>
        <w:rPr>
          <w:b/>
        </w:rPr>
      </w:pPr>
      <w:r w:rsidRPr="006A1DD8">
        <w:rPr>
          <w:b/>
        </w:rPr>
        <w:t>Report prepared by Fred Jones, Manager</w:t>
      </w:r>
    </w:p>
    <w:p w:rsidR="005E68EF" w:rsidRPr="006A1DD8" w:rsidRDefault="005E68EF" w:rsidP="005E68EF">
      <w:pPr>
        <w:spacing w:after="240"/>
        <w:jc w:val="center"/>
        <w:rPr>
          <w:b/>
        </w:rPr>
      </w:pPr>
      <w:r w:rsidRPr="006A1DD8">
        <w:rPr>
          <w:b/>
        </w:rPr>
        <w:t>Key today’s date here</w:t>
      </w:r>
    </w:p>
    <w:p w:rsidR="005E68EF" w:rsidRDefault="005E68EF" w:rsidP="005E68EF">
      <w:r w:rsidRPr="006A1DD8">
        <w:t>I am at present trying to get better prices for our stock items.  This is a table of the total stocks held at present.</w:t>
      </w:r>
    </w:p>
    <w:p w:rsidR="005E68EF" w:rsidRPr="006A1DD8" w:rsidRDefault="005E68EF" w:rsidP="005E68EF"/>
    <w:p w:rsidR="005E68EF" w:rsidRPr="006A1DD8" w:rsidRDefault="005E68EF" w:rsidP="005E68EF">
      <w:r w:rsidRPr="006A1DD8">
        <w:t xml:space="preserve">The following chart shows each of the items and the price we pay.  If these prices can be improved on, I will let you know immediately. </w:t>
      </w:r>
    </w:p>
    <w:p w:rsidR="005E68EF" w:rsidRPr="006A1DD8" w:rsidRDefault="005E68EF" w:rsidP="005E68EF"/>
    <w:p w:rsidR="005E68EF" w:rsidRPr="006A1DD8" w:rsidRDefault="005E68EF" w:rsidP="005E68EF">
      <w:r w:rsidRPr="006A1DD8">
        <w:t>The following chart</w:t>
      </w:r>
      <w:r>
        <w:t xml:space="preserve"> shows</w:t>
      </w:r>
      <w:r w:rsidRPr="006A1DD8">
        <w:t xml:space="preserve"> </w:t>
      </w:r>
      <w:r>
        <w:t>highest priced</w:t>
      </w:r>
      <w:r w:rsidRPr="006A1DD8">
        <w:t xml:space="preserve"> </w:t>
      </w:r>
      <w:r>
        <w:t>individual items</w:t>
      </w:r>
      <w:r w:rsidRPr="006A1DD8">
        <w:t>:</w:t>
      </w:r>
    </w:p>
    <w:p w:rsidR="005E68EF" w:rsidRPr="006A1DD8" w:rsidRDefault="005E68EF" w:rsidP="005E68EF"/>
    <w:p w:rsidR="00165202" w:rsidRDefault="00165202" w:rsidP="006C7923">
      <w:bookmarkStart w:id="0" w:name="_GoBack"/>
      <w:bookmarkEnd w:id="0"/>
    </w:p>
    <w:sectPr w:rsidR="00165202" w:rsidSect="005334C0">
      <w:pgSz w:w="11906" w:h="16838" w:code="9"/>
      <w:pgMar w:top="851" w:right="1134" w:bottom="99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EF"/>
    <w:rsid w:val="00165202"/>
    <w:rsid w:val="005E68EF"/>
    <w:rsid w:val="006C7923"/>
    <w:rsid w:val="007242EE"/>
    <w:rsid w:val="009B4B81"/>
    <w:rsid w:val="00A6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74BC55-2F5B-487E-AF6C-D2F447CA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8EF"/>
    <w:rPr>
      <w:rFonts w:ascii="Calibri" w:hAnsi="Calibri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5E68EF"/>
    <w:pPr>
      <w:keepNext/>
      <w:jc w:val="center"/>
      <w:outlineLvl w:val="0"/>
    </w:pPr>
    <w:rPr>
      <w:rFonts w:ascii="Maiandra GD" w:hAnsi="Maiandra GD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923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US"/>
    </w:rPr>
  </w:style>
  <w:style w:type="character" w:customStyle="1" w:styleId="Heading1Char">
    <w:name w:val="Heading 1 Char"/>
    <w:basedOn w:val="DefaultParagraphFont"/>
    <w:link w:val="Heading1"/>
    <w:rsid w:val="005E68EF"/>
    <w:rPr>
      <w:rFonts w:ascii="Maiandra GD" w:hAnsi="Maiandra GD"/>
      <w:sz w:val="32"/>
      <w:szCs w:val="2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CE8E3238.dotm</Template>
  <TotalTime>1</TotalTime>
  <Pages>1</Pages>
  <Words>70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2019-06-05T23:39:00Z</dcterms:created>
  <dcterms:modified xsi:type="dcterms:W3CDTF">2019-06-05T23:40:00Z</dcterms:modified>
</cp:coreProperties>
</file>