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9C0" w:rsidRPr="00F90CD2" w:rsidRDefault="00E749C0" w:rsidP="00E749C0">
      <w:pPr>
        <w:rPr>
          <w:rFonts w:ascii="Comic Sans MS" w:hAnsi="Comic Sans MS"/>
          <w:b/>
          <w:color w:val="0070C0"/>
          <w:sz w:val="44"/>
          <w:szCs w:val="56"/>
          <w:lang w:val="en-US"/>
        </w:rPr>
      </w:pPr>
      <w:r w:rsidRPr="00F90CD2">
        <w:rPr>
          <w:rFonts w:ascii="Comic Sans MS" w:hAnsi="Comic Sans MS"/>
          <w:b/>
          <w:color w:val="0070C0"/>
          <w:sz w:val="12"/>
          <w:lang w:eastAsia="en-NZ"/>
        </w:rPr>
        <w:drawing>
          <wp:anchor distT="0" distB="0" distL="114300" distR="114300" simplePos="0" relativeHeight="251659264" behindDoc="0" locked="0" layoutInCell="1" allowOverlap="1" wp14:anchorId="58D1F15B" wp14:editId="0925191D">
            <wp:simplePos x="0" y="0"/>
            <wp:positionH relativeFrom="column">
              <wp:posOffset>4386532</wp:posOffset>
            </wp:positionH>
            <wp:positionV relativeFrom="paragraph">
              <wp:posOffset>43266</wp:posOffset>
            </wp:positionV>
            <wp:extent cx="1722500" cy="930924"/>
            <wp:effectExtent l="0" t="0" r="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500" cy="930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0CD2">
        <w:rPr>
          <w:rFonts w:ascii="Comic Sans MS" w:hAnsi="Comic Sans MS"/>
          <w:b/>
          <w:color w:val="0070C0"/>
          <w:sz w:val="44"/>
          <w:szCs w:val="56"/>
          <w:lang w:val="en-US"/>
        </w:rPr>
        <w:t>Puketapu Fishing Club</w:t>
      </w:r>
    </w:p>
    <w:p w:rsidR="00E749C0" w:rsidRPr="00F90CD2" w:rsidRDefault="00E749C0" w:rsidP="00E749C0">
      <w:pPr>
        <w:rPr>
          <w:rFonts w:ascii="Comic Sans MS" w:hAnsi="Comic Sans MS"/>
          <w:b/>
          <w:color w:val="0070C0"/>
          <w:sz w:val="44"/>
          <w:szCs w:val="56"/>
          <w:lang w:val="en-US"/>
        </w:rPr>
      </w:pPr>
      <w:r w:rsidRPr="00F90CD2">
        <w:rPr>
          <w:rFonts w:ascii="Comic Sans MS" w:hAnsi="Comic Sans MS"/>
          <w:b/>
          <w:color w:val="0070C0"/>
          <w:sz w:val="44"/>
          <w:szCs w:val="56"/>
          <w:lang w:val="en-US"/>
        </w:rPr>
        <w:t>c/- Post Office</w:t>
      </w:r>
    </w:p>
    <w:p w:rsidR="00E749C0" w:rsidRPr="00CF515E" w:rsidRDefault="00E749C0" w:rsidP="00E749C0">
      <w:pPr>
        <w:pStyle w:val="Heading4"/>
        <w:rPr>
          <w:rFonts w:ascii="Comic Sans MS" w:hAnsi="Comic Sans MS"/>
          <w:b/>
          <w:color w:val="0070C0"/>
          <w:sz w:val="44"/>
        </w:rPr>
      </w:pPr>
      <w:r w:rsidRPr="00F90CD2">
        <w:rPr>
          <w:rFonts w:ascii="Comic Sans MS" w:hAnsi="Comic Sans MS"/>
          <w:b/>
          <w:color w:val="0070C0"/>
          <w:sz w:val="44"/>
        </w:rPr>
        <w:t>Puketapu</w:t>
      </w:r>
    </w:p>
    <w:p w:rsidR="00E749C0" w:rsidRPr="00DF2B75" w:rsidRDefault="00E749C0" w:rsidP="00E749C0">
      <w:pPr>
        <w:pBdr>
          <w:bottom w:val="single" w:sz="24" w:space="1" w:color="0070C0"/>
        </w:pBdr>
        <w:rPr>
          <w:sz w:val="16"/>
          <w:lang w:val="en-US"/>
        </w:rPr>
      </w:pPr>
    </w:p>
    <w:p w:rsidR="00E749C0" w:rsidRPr="00F90CD2" w:rsidRDefault="00E749C0" w:rsidP="00E749C0"/>
    <w:p w:rsidR="00E749C0" w:rsidRPr="00F90CD2" w:rsidRDefault="00E749C0" w:rsidP="00E749C0">
      <w:r w:rsidRPr="00F90CD2">
        <w:t>Key today’s date</w:t>
      </w:r>
    </w:p>
    <w:p w:rsidR="00E749C0" w:rsidRPr="00F90CD2" w:rsidRDefault="00E749C0" w:rsidP="00E749C0"/>
    <w:p w:rsidR="00E749C0" w:rsidRPr="00F90CD2" w:rsidRDefault="00E749C0" w:rsidP="00E749C0"/>
    <w:p w:rsidR="00E749C0" w:rsidRPr="00F90CD2" w:rsidRDefault="00E749C0" w:rsidP="00E749C0">
      <w:r w:rsidRPr="00F90CD2">
        <w:t>Insert Address Block</w:t>
      </w:r>
    </w:p>
    <w:p w:rsidR="00E749C0" w:rsidRPr="00F90CD2" w:rsidRDefault="00E749C0" w:rsidP="00E749C0"/>
    <w:p w:rsidR="00E749C0" w:rsidRPr="00F90CD2" w:rsidRDefault="00E749C0" w:rsidP="00E749C0"/>
    <w:p w:rsidR="00E749C0" w:rsidRPr="00F90CD2" w:rsidRDefault="00E749C0" w:rsidP="00E749C0">
      <w:r w:rsidRPr="00F90CD2">
        <w:t>Insert Greeting line, format to be Dear Firstname no comma</w:t>
      </w:r>
    </w:p>
    <w:p w:rsidR="00E749C0" w:rsidRPr="00F90CD2" w:rsidRDefault="00E749C0" w:rsidP="00E749C0"/>
    <w:p w:rsidR="00E749C0" w:rsidRPr="00F90CD2" w:rsidRDefault="00E749C0" w:rsidP="00E749C0">
      <w:r w:rsidRPr="00F90CD2">
        <w:t>Look at the enclosed flyer, &lt;&lt;FirstName&gt;&gt; – it’s full of special offers for you and your family.  The more hours your work on our Duty Roster, the more discounts you can get.</w:t>
      </w:r>
    </w:p>
    <w:p w:rsidR="00E749C0" w:rsidRPr="00F90CD2" w:rsidRDefault="00E749C0" w:rsidP="00E749C0"/>
    <w:p w:rsidR="00E749C0" w:rsidRPr="00F90CD2" w:rsidRDefault="00E749C0" w:rsidP="00E749C0">
      <w:r w:rsidRPr="00F90CD2">
        <w:t>Look at the data below – if YOU have worked more than 10 duty hours last week – ring me for YOUR discount voucher.</w:t>
      </w:r>
    </w:p>
    <w:p w:rsidR="00E749C0" w:rsidRPr="00F90CD2" w:rsidRDefault="00E749C0" w:rsidP="00E749C0"/>
    <w:p w:rsidR="00E749C0" w:rsidRPr="00F90CD2" w:rsidRDefault="00E749C0" w:rsidP="00E749C0">
      <w:r w:rsidRPr="00F90CD2">
        <w:t xml:space="preserve">Please insert the data from  </w:t>
      </w:r>
      <w:r w:rsidRPr="00F90CD2">
        <w:rPr>
          <w:lang w:eastAsia="en-NZ"/>
        </w:rPr>
        <w:drawing>
          <wp:inline distT="0" distB="0" distL="0" distR="0" wp14:anchorId="6F4113F9" wp14:editId="2EA81844">
            <wp:extent cx="1066667" cy="266667"/>
            <wp:effectExtent l="0" t="0" r="63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66667" cy="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0CD2">
        <w:t xml:space="preserve"> </w:t>
      </w:r>
      <w:r w:rsidRPr="00F90CD2">
        <w:rPr>
          <w:lang w:eastAsia="en-NZ"/>
        </w:rPr>
        <w:drawing>
          <wp:inline distT="0" distB="0" distL="0" distR="0" wp14:anchorId="01B7B642" wp14:editId="7FD7B560">
            <wp:extent cx="933333" cy="247619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3333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0CD2">
        <w:t xml:space="preserve"> worksheet here.</w:t>
      </w:r>
    </w:p>
    <w:p w:rsidR="00E749C0" w:rsidRPr="00F90CD2" w:rsidRDefault="00E749C0" w:rsidP="00E749C0"/>
    <w:p w:rsidR="00E749C0" w:rsidRPr="00F90CD2" w:rsidRDefault="00E749C0" w:rsidP="00E749C0">
      <w:r w:rsidRPr="00F90CD2">
        <w:t xml:space="preserve">Why are we giving discounts for duty hours?  This is a really important part of the club – if we don’t have safety under control – we will cease to function so we need your help NOW.  </w:t>
      </w:r>
    </w:p>
    <w:p w:rsidR="00E749C0" w:rsidRPr="00F90CD2" w:rsidRDefault="00E749C0" w:rsidP="00E749C0"/>
    <w:p w:rsidR="00E749C0" w:rsidRPr="00F90CD2" w:rsidRDefault="00E749C0" w:rsidP="00E749C0"/>
    <w:p w:rsidR="00E749C0" w:rsidRPr="00F90CD2" w:rsidRDefault="00E749C0" w:rsidP="00E749C0">
      <w:r w:rsidRPr="00F90CD2">
        <w:t>Yours sincerely</w:t>
      </w:r>
    </w:p>
    <w:p w:rsidR="00E749C0" w:rsidRPr="00F90CD2" w:rsidRDefault="00E749C0" w:rsidP="00E749C0"/>
    <w:p w:rsidR="00E749C0" w:rsidRPr="00F90CD2" w:rsidRDefault="00E749C0" w:rsidP="00E749C0"/>
    <w:p w:rsidR="00E749C0" w:rsidRPr="00F90CD2" w:rsidRDefault="00E749C0" w:rsidP="00E749C0"/>
    <w:p w:rsidR="00E749C0" w:rsidRPr="00F90CD2" w:rsidRDefault="00E749C0" w:rsidP="00E749C0"/>
    <w:p w:rsidR="00E749C0" w:rsidRPr="00F90CD2" w:rsidRDefault="00E749C0" w:rsidP="00E749C0"/>
    <w:p w:rsidR="00E749C0" w:rsidRPr="00F90CD2" w:rsidRDefault="00E749C0" w:rsidP="00E749C0">
      <w:r w:rsidRPr="00F90CD2">
        <w:t>Barry Kittow</w:t>
      </w:r>
    </w:p>
    <w:p w:rsidR="00E749C0" w:rsidRPr="00F90CD2" w:rsidRDefault="00E749C0" w:rsidP="00E749C0">
      <w:r w:rsidRPr="00F90CD2">
        <w:t>Club Captain</w:t>
      </w:r>
    </w:p>
    <w:p w:rsidR="00165202" w:rsidRDefault="00165202" w:rsidP="006C7923">
      <w:bookmarkStart w:id="0" w:name="_GoBack"/>
      <w:bookmarkEnd w:id="0"/>
    </w:p>
    <w:sectPr w:rsidR="00165202" w:rsidSect="00DF2B75">
      <w:footerReference w:type="default" r:id="rId7"/>
      <w:pgSz w:w="11906" w:h="16838" w:code="9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ernhardFashion BT">
    <w:altName w:val="Courier New"/>
    <w:charset w:val="00"/>
    <w:family w:val="decorative"/>
    <w:pitch w:val="variable"/>
    <w:sig w:usb0="00000001" w:usb1="00000000" w:usb2="00000000" w:usb3="00000000" w:csb0="0000001B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2D5" w:rsidRPr="00CD71C6" w:rsidRDefault="00E749C0" w:rsidP="00CD71C6">
    <w:pPr>
      <w:pStyle w:val="Footer"/>
      <w:tabs>
        <w:tab w:val="clear" w:pos="4513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9C0"/>
    <w:rsid w:val="00165202"/>
    <w:rsid w:val="006C7923"/>
    <w:rsid w:val="007242EE"/>
    <w:rsid w:val="009B4B81"/>
    <w:rsid w:val="00A62783"/>
    <w:rsid w:val="00E7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460CBE"/>
  <w15:chartTrackingRefBased/>
  <w15:docId w15:val="{B49F0679-BE0C-41B8-9722-604E982F2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9C0"/>
    <w:rPr>
      <w:rFonts w:asciiTheme="minorHAnsi" w:hAnsiTheme="minorHAnsi"/>
      <w:noProof/>
      <w:sz w:val="22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E749C0"/>
    <w:pPr>
      <w:keepNext/>
      <w:outlineLvl w:val="3"/>
    </w:pPr>
    <w:rPr>
      <w:rFonts w:ascii="BernhardFashion BT" w:hAnsi="BernhardFashion BT"/>
      <w:sz w:val="56"/>
      <w:szCs w:val="5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923"/>
    <w:pPr>
      <w:spacing w:after="200" w:line="276" w:lineRule="auto"/>
      <w:ind w:left="720"/>
      <w:contextualSpacing/>
    </w:pPr>
    <w:rPr>
      <w:noProof w:val="0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E749C0"/>
    <w:rPr>
      <w:rFonts w:ascii="BernhardFashion BT" w:hAnsi="BernhardFashion BT"/>
      <w:noProof/>
      <w:sz w:val="56"/>
      <w:szCs w:val="5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qFormat/>
    <w:rsid w:val="00E749C0"/>
    <w:pPr>
      <w:tabs>
        <w:tab w:val="center" w:pos="4513"/>
        <w:tab w:val="right" w:pos="9026"/>
      </w:tabs>
    </w:pPr>
    <w:rPr>
      <w:rFonts w:ascii="Calibri" w:eastAsia="Calibri" w:hAnsi="Calibri"/>
      <w:noProof w:val="0"/>
      <w:sz w:val="18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49C0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BFFDCBE2.dotm</Template>
  <TotalTime>0</TotalTime>
  <Pages>1</Pages>
  <Words>124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Institute of Technology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2019-06-05T23:39:00Z</dcterms:created>
  <dcterms:modified xsi:type="dcterms:W3CDTF">2019-06-05T23:39:00Z</dcterms:modified>
</cp:coreProperties>
</file>