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4F" w:rsidRPr="004700D8" w:rsidRDefault="00AD074F" w:rsidP="00AD074F">
      <w:pPr>
        <w:spacing w:after="160"/>
        <w:ind w:right="567"/>
        <w:rPr>
          <w:sz w:val="24"/>
        </w:rPr>
      </w:pPr>
      <w:r w:rsidRPr="004700D8">
        <w:rPr>
          <w:sz w:val="24"/>
        </w:rPr>
        <w:t>Entrée</w:t>
      </w:r>
    </w:p>
    <w:p w:rsidR="00AD074F" w:rsidRPr="004700D8" w:rsidRDefault="00AD074F" w:rsidP="00AD074F">
      <w:pPr>
        <w:ind w:right="565"/>
        <w:rPr>
          <w:sz w:val="24"/>
        </w:rPr>
      </w:pPr>
      <w:proofErr w:type="spellStart"/>
      <w:r w:rsidRPr="004700D8">
        <w:rPr>
          <w:sz w:val="24"/>
        </w:rPr>
        <w:t>Kishu</w:t>
      </w:r>
      <w:proofErr w:type="spellEnd"/>
      <w:r w:rsidRPr="004700D8">
        <w:rPr>
          <w:sz w:val="24"/>
        </w:rPr>
        <w:t xml:space="preserve"> Roll</w:t>
      </w:r>
    </w:p>
    <w:p w:rsidR="00AD074F" w:rsidRPr="004700D8" w:rsidRDefault="00AD074F" w:rsidP="00AD074F">
      <w:pPr>
        <w:ind w:right="565"/>
        <w:rPr>
          <w:sz w:val="24"/>
        </w:rPr>
      </w:pPr>
      <w:r>
        <w:rPr>
          <w:sz w:val="24"/>
        </w:rPr>
        <w:t xml:space="preserve">Pumpkin and Gouda </w:t>
      </w:r>
      <w:proofErr w:type="spellStart"/>
      <w:r>
        <w:rPr>
          <w:sz w:val="24"/>
        </w:rPr>
        <w:t>Souffle</w:t>
      </w:r>
      <w:proofErr w:type="spellEnd"/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Broccoli and Blue Cheese Bites</w:t>
      </w:r>
    </w:p>
    <w:p w:rsidR="00AD074F" w:rsidRPr="004700D8" w:rsidRDefault="00AD074F" w:rsidP="00AD074F">
      <w:pPr>
        <w:ind w:right="565"/>
        <w:rPr>
          <w:sz w:val="24"/>
        </w:rPr>
      </w:pPr>
    </w:p>
    <w:p w:rsidR="00AD074F" w:rsidRPr="004700D8" w:rsidRDefault="00AD074F" w:rsidP="00AD074F">
      <w:pPr>
        <w:spacing w:after="160"/>
        <w:ind w:right="567"/>
        <w:rPr>
          <w:sz w:val="24"/>
        </w:rPr>
      </w:pPr>
      <w:r w:rsidRPr="004700D8">
        <w:rPr>
          <w:sz w:val="24"/>
        </w:rPr>
        <w:t>Main Course</w:t>
      </w:r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Tarragon Chicken</w:t>
      </w:r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Loin of Venison</w:t>
      </w:r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Baked Whole Snapper</w:t>
      </w:r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Wild Mushroom and Prosciutto Fettuccini</w:t>
      </w:r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Chicken Marsala</w:t>
      </w:r>
    </w:p>
    <w:p w:rsidR="00AD074F" w:rsidRPr="004700D8" w:rsidRDefault="00AD074F" w:rsidP="00AD074F">
      <w:pPr>
        <w:ind w:right="565"/>
        <w:rPr>
          <w:sz w:val="24"/>
        </w:rPr>
      </w:pPr>
    </w:p>
    <w:p w:rsidR="00AD074F" w:rsidRPr="004700D8" w:rsidRDefault="00AD074F" w:rsidP="00AD074F">
      <w:pPr>
        <w:spacing w:after="160"/>
        <w:ind w:right="567"/>
        <w:rPr>
          <w:sz w:val="24"/>
        </w:rPr>
      </w:pPr>
      <w:r w:rsidRPr="004700D8">
        <w:rPr>
          <w:sz w:val="24"/>
        </w:rPr>
        <w:t>Dessert</w:t>
      </w:r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Pecan Pie with Vanilla Ice Cream</w:t>
      </w:r>
    </w:p>
    <w:p w:rsidR="00AD074F" w:rsidRPr="004700D8" w:rsidRDefault="00AD074F" w:rsidP="00AD074F">
      <w:pPr>
        <w:ind w:right="565"/>
        <w:rPr>
          <w:sz w:val="24"/>
        </w:rPr>
      </w:pPr>
      <w:r>
        <w:rPr>
          <w:sz w:val="24"/>
        </w:rPr>
        <w:t xml:space="preserve">Crème </w:t>
      </w:r>
      <w:proofErr w:type="spellStart"/>
      <w:r>
        <w:rPr>
          <w:sz w:val="24"/>
        </w:rPr>
        <w:t>Brulee</w:t>
      </w:r>
      <w:proofErr w:type="spellEnd"/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Fresh Berry Cheesecake</w:t>
      </w:r>
    </w:p>
    <w:p w:rsidR="00AD074F" w:rsidRPr="004700D8" w:rsidRDefault="00AD074F" w:rsidP="00AD074F">
      <w:pPr>
        <w:ind w:right="565"/>
        <w:rPr>
          <w:sz w:val="24"/>
        </w:rPr>
      </w:pPr>
    </w:p>
    <w:p w:rsidR="00AD074F" w:rsidRPr="004700D8" w:rsidRDefault="00AD074F" w:rsidP="00AD074F">
      <w:pPr>
        <w:ind w:right="565"/>
        <w:rPr>
          <w:sz w:val="24"/>
        </w:rPr>
      </w:pPr>
      <w:r w:rsidRPr="004700D8">
        <w:rPr>
          <w:sz w:val="24"/>
        </w:rPr>
        <w:t>Tea</w:t>
      </w:r>
    </w:p>
    <w:p w:rsidR="00165202" w:rsidRPr="00AD074F" w:rsidRDefault="00AD074F" w:rsidP="00AD074F">
      <w:pPr>
        <w:ind w:right="565"/>
        <w:rPr>
          <w:sz w:val="24"/>
        </w:rPr>
      </w:pPr>
      <w:r>
        <w:rPr>
          <w:sz w:val="24"/>
        </w:rPr>
        <w:t>Coffee</w:t>
      </w:r>
      <w:bookmarkStart w:id="0" w:name="_GoBack"/>
      <w:bookmarkEnd w:id="0"/>
    </w:p>
    <w:sectPr w:rsidR="00165202" w:rsidRPr="00AD07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4F"/>
    <w:rsid w:val="00165202"/>
    <w:rsid w:val="006C7923"/>
    <w:rsid w:val="007242EE"/>
    <w:rsid w:val="009B4B81"/>
    <w:rsid w:val="00A62783"/>
    <w:rsid w:val="00A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65F7C9"/>
  <w15:chartTrackingRefBased/>
  <w15:docId w15:val="{EB2EA196-C98C-4269-A55F-B8100641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74F"/>
    <w:pPr>
      <w:spacing w:line="276" w:lineRule="auto"/>
    </w:pPr>
    <w:rPr>
      <w:rFonts w:ascii="Calibri" w:eastAsia="SimSun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spacing w:after="200"/>
      <w:ind w:left="720"/>
      <w:contextualSpacing/>
    </w:pPr>
    <w:rPr>
      <w:rFonts w:asciiTheme="minorHAnsi" w:eastAsia="Times New Roman" w:hAnsiTheme="minorHAnsi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35D8FDC7.dotm</Template>
  <TotalTime>0</TotalTime>
  <Pages>1</Pages>
  <Words>43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2019-06-05T23:45:00Z</dcterms:created>
  <dcterms:modified xsi:type="dcterms:W3CDTF">2019-06-05T23:45:00Z</dcterms:modified>
</cp:coreProperties>
</file>