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25" w:rsidRDefault="00B93625" w:rsidP="00B93625">
      <w:r>
        <w:t>Charity Auction</w:t>
      </w:r>
    </w:p>
    <w:p w:rsidR="00B93625" w:rsidRDefault="00B93625" w:rsidP="00B93625"/>
    <w:p w:rsidR="00B93625" w:rsidRDefault="00B93625" w:rsidP="00B93625">
      <w:r>
        <w:t>Dinner, Auction, Dance</w:t>
      </w:r>
    </w:p>
    <w:p w:rsidR="00B93625" w:rsidRDefault="00B93625" w:rsidP="00B93625"/>
    <w:p w:rsidR="00B93625" w:rsidRDefault="00B93625" w:rsidP="00B93625">
      <w:r>
        <w:t xml:space="preserve">Works for sale by </w:t>
      </w:r>
      <w:proofErr w:type="spellStart"/>
      <w:r>
        <w:t>Deneux</w:t>
      </w:r>
      <w:proofErr w:type="spellEnd"/>
      <w:r>
        <w:t xml:space="preserve">, </w:t>
      </w:r>
      <w:proofErr w:type="spellStart"/>
      <w:r>
        <w:t>Lenivor</w:t>
      </w:r>
      <w:proofErr w:type="spellEnd"/>
      <w:r>
        <w:t xml:space="preserve">, </w:t>
      </w:r>
      <w:proofErr w:type="spellStart"/>
      <w:r>
        <w:t>Mbroh</w:t>
      </w:r>
      <w:proofErr w:type="spellEnd"/>
    </w:p>
    <w:p w:rsidR="00B93625" w:rsidRDefault="00B93625" w:rsidP="00B93625"/>
    <w:p w:rsidR="00B93625" w:rsidRDefault="00B93625" w:rsidP="00B93625">
      <w:r>
        <w:t>$120 Adult or $800 Table of 8</w:t>
      </w:r>
    </w:p>
    <w:p w:rsidR="00B93625" w:rsidRDefault="00B93625" w:rsidP="00B93625">
      <w:r>
        <w:t>Everything included!  Larger group discounts available</w:t>
      </w:r>
    </w:p>
    <w:p w:rsidR="00B93625" w:rsidRDefault="00B93625" w:rsidP="00B93625"/>
    <w:p w:rsidR="00B93625" w:rsidRDefault="00B93625" w:rsidP="00B93625">
      <w:r>
        <w:t>When and where?</w:t>
      </w:r>
    </w:p>
    <w:p w:rsidR="00B93625" w:rsidRDefault="00B93625" w:rsidP="00B93625">
      <w:r>
        <w:t>Masonic Hotel, Napier</w:t>
      </w:r>
    </w:p>
    <w:p w:rsidR="00B93625" w:rsidRDefault="00B93625" w:rsidP="00B93625">
      <w:pPr>
        <w:rPr>
          <w:i/>
        </w:rPr>
      </w:pPr>
      <w:r>
        <w:rPr>
          <w:i/>
        </w:rPr>
        <w:t>Key the first Friday night of the next month</w:t>
      </w:r>
    </w:p>
    <w:p w:rsidR="00B93625" w:rsidRDefault="00B93625" w:rsidP="00B93625">
      <w:r>
        <w:t>5:30 pm till Late!</w:t>
      </w:r>
    </w:p>
    <w:p w:rsidR="00B93625" w:rsidRDefault="00B93625" w:rsidP="00B93625"/>
    <w:p w:rsidR="00B93625" w:rsidRDefault="00B93625" w:rsidP="00B93625">
      <w:r>
        <w:t>Raising money for Art Deco Life Trust</w:t>
      </w:r>
    </w:p>
    <w:p w:rsidR="00165202" w:rsidRDefault="00165202" w:rsidP="006C7923">
      <w:bookmarkStart w:id="0" w:name="_GoBack"/>
      <w:bookmarkEnd w:id="0"/>
    </w:p>
    <w:sectPr w:rsidR="001652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25"/>
    <w:rsid w:val="00165202"/>
    <w:rsid w:val="006C7923"/>
    <w:rsid w:val="007242EE"/>
    <w:rsid w:val="009B4B81"/>
    <w:rsid w:val="00A62783"/>
    <w:rsid w:val="00B9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200A5"/>
  <w15:chartTrackingRefBased/>
  <w15:docId w15:val="{04C3311F-F431-4669-94E5-87260F61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62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 w:line="276" w:lineRule="auto"/>
      <w:ind w:left="720"/>
      <w:contextualSpacing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81C8AB5.dotm</Template>
  <TotalTime>0</TotalTime>
  <Pages>1</Pages>
  <Words>51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2019-06-05T23:45:00Z</dcterms:created>
  <dcterms:modified xsi:type="dcterms:W3CDTF">2019-06-05T23:45:00Z</dcterms:modified>
</cp:coreProperties>
</file>