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4E7" w:rsidRDefault="009074E7" w:rsidP="009074E7">
      <w:r>
        <w:t>Charity Auction Menu</w:t>
      </w:r>
    </w:p>
    <w:p w:rsidR="009074E7" w:rsidRDefault="009074E7" w:rsidP="009074E7"/>
    <w:p w:rsidR="009074E7" w:rsidRDefault="009074E7" w:rsidP="009074E7">
      <w:r>
        <w:t>Entrée</w:t>
      </w:r>
    </w:p>
    <w:p w:rsidR="009074E7" w:rsidRDefault="009074E7" w:rsidP="009074E7">
      <w:r>
        <w:t>Seafood Chowder</w:t>
      </w:r>
    </w:p>
    <w:p w:rsidR="009074E7" w:rsidRDefault="009074E7" w:rsidP="009074E7">
      <w:r>
        <w:t>Shrimp Cocktail</w:t>
      </w:r>
    </w:p>
    <w:p w:rsidR="009074E7" w:rsidRDefault="009074E7" w:rsidP="009074E7">
      <w:r>
        <w:t>Cracked Pepper Pate</w:t>
      </w:r>
    </w:p>
    <w:p w:rsidR="009074E7" w:rsidRDefault="009074E7" w:rsidP="009074E7"/>
    <w:p w:rsidR="009074E7" w:rsidRDefault="009074E7" w:rsidP="009074E7">
      <w:r>
        <w:t>Main</w:t>
      </w:r>
    </w:p>
    <w:p w:rsidR="009074E7" w:rsidRDefault="009074E7" w:rsidP="009074E7">
      <w:r>
        <w:t>Blue Cod</w:t>
      </w:r>
    </w:p>
    <w:p w:rsidR="009074E7" w:rsidRDefault="009074E7" w:rsidP="009074E7">
      <w:r>
        <w:t>Chicken Mint and Apricot</w:t>
      </w:r>
    </w:p>
    <w:p w:rsidR="009074E7" w:rsidRDefault="009074E7" w:rsidP="009074E7">
      <w:r>
        <w:t>Chicken Supreme</w:t>
      </w:r>
    </w:p>
    <w:p w:rsidR="009074E7" w:rsidRDefault="009074E7" w:rsidP="009074E7"/>
    <w:p w:rsidR="009074E7" w:rsidRDefault="009074E7" w:rsidP="009074E7">
      <w:r>
        <w:t>Dessert</w:t>
      </w:r>
    </w:p>
    <w:p w:rsidR="009074E7" w:rsidRDefault="009074E7" w:rsidP="009074E7">
      <w:r>
        <w:t>Pavlova “The Kiwi Favourite”</w:t>
      </w:r>
    </w:p>
    <w:p w:rsidR="009074E7" w:rsidRDefault="009074E7" w:rsidP="009074E7">
      <w:r>
        <w:t>Fruit Salad Parfait</w:t>
      </w:r>
    </w:p>
    <w:p w:rsidR="009074E7" w:rsidRDefault="009074E7" w:rsidP="009074E7">
      <w:r>
        <w:t xml:space="preserve">Crème </w:t>
      </w:r>
      <w:proofErr w:type="spellStart"/>
      <w:r>
        <w:t>Brulee</w:t>
      </w:r>
      <w:proofErr w:type="spellEnd"/>
    </w:p>
    <w:p w:rsidR="00165202" w:rsidRDefault="00165202" w:rsidP="006C7923">
      <w:bookmarkStart w:id="0" w:name="_GoBack"/>
      <w:bookmarkEnd w:id="0"/>
    </w:p>
    <w:sectPr w:rsidR="001652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4E7"/>
    <w:rsid w:val="00165202"/>
    <w:rsid w:val="006C7923"/>
    <w:rsid w:val="007242EE"/>
    <w:rsid w:val="009074E7"/>
    <w:rsid w:val="009B2833"/>
    <w:rsid w:val="009B4B81"/>
    <w:rsid w:val="00A6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0B9F06"/>
  <w15:chartTrackingRefBased/>
  <w15:docId w15:val="{7EC867A7-02D8-47CC-88DD-10A29B4A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4E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923"/>
    <w:pPr>
      <w:spacing w:after="200" w:line="276" w:lineRule="auto"/>
      <w:ind w:left="720"/>
      <w:contextualSpacing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C8744449.dotm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Eastern Institute of Technology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2019-06-05T23:42:00Z</dcterms:created>
  <dcterms:modified xsi:type="dcterms:W3CDTF">2019-06-05T23:44:00Z</dcterms:modified>
</cp:coreProperties>
</file>