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325" w:rsidRDefault="007263C6" w:rsidP="007F3038">
      <w:pPr>
        <w:pStyle w:val="Title"/>
        <w:rPr>
          <w:caps/>
        </w:rPr>
      </w:pPr>
      <w:r>
        <w:t>PowerP</w:t>
      </w:r>
      <w:r w:rsidRPr="00776753">
        <w:t>oint Presentation Plan</w:t>
      </w:r>
    </w:p>
    <w:p w:rsidR="007263C6" w:rsidRPr="007263C6" w:rsidRDefault="007263C6" w:rsidP="007263C6"/>
    <w:p w:rsidR="00D83B7E" w:rsidRDefault="007263C6" w:rsidP="004A1325">
      <w:pPr>
        <w:pStyle w:val="Heading1"/>
      </w:pPr>
      <w:bookmarkStart w:id="0" w:name="OLE_LINK1"/>
      <w:r>
        <w:rPr>
          <w:caps w:val="0"/>
        </w:rPr>
        <w:t xml:space="preserve">KEY YOUR NAME:  </w:t>
      </w:r>
      <w:sdt>
        <w:sdtPr>
          <w:id w:val="1854759898"/>
          <w:placeholder>
            <w:docPart w:val="DefaultPlaceholder_1082065158"/>
          </w:placeholder>
          <w:showingPlcHdr/>
          <w:text/>
        </w:sdtPr>
        <w:sdtEndPr/>
        <w:sdtContent>
          <w:r w:rsidR="00E20C63" w:rsidRPr="00851231">
            <w:rPr>
              <w:rStyle w:val="PlaceholderText"/>
            </w:rPr>
            <w:t>Click here to enter text.</w:t>
          </w:r>
        </w:sdtContent>
      </w:sdt>
    </w:p>
    <w:p w:rsidR="007263C6" w:rsidRDefault="007263C6" w:rsidP="007263C6"/>
    <w:p w:rsidR="004A1325" w:rsidRPr="007E79A7" w:rsidRDefault="007F3038" w:rsidP="004A1325">
      <w:pPr>
        <w:pStyle w:val="Heading1"/>
        <w:rPr>
          <w:sz w:val="40"/>
        </w:rPr>
      </w:pPr>
      <w:r>
        <w:rPr>
          <w:caps w:val="0"/>
          <w:sz w:val="40"/>
        </w:rPr>
        <w:t>Section</w:t>
      </w:r>
      <w:r w:rsidR="007263C6" w:rsidRPr="007E79A7">
        <w:rPr>
          <w:caps w:val="0"/>
          <w:sz w:val="40"/>
        </w:rPr>
        <w:t xml:space="preserve"> 1</w:t>
      </w:r>
    </w:p>
    <w:bookmarkEnd w:id="0"/>
    <w:p w:rsidR="004A1325" w:rsidRPr="0081577C" w:rsidRDefault="001E7F0D" w:rsidP="0081577C">
      <w:pPr>
        <w:pStyle w:val="ListParagraph"/>
        <w:numPr>
          <w:ilvl w:val="0"/>
          <w:numId w:val="3"/>
        </w:numPr>
        <w:ind w:left="284" w:hanging="284"/>
        <w:rPr>
          <w:b/>
        </w:rPr>
      </w:pPr>
      <w:r w:rsidRPr="0081577C">
        <w:rPr>
          <w:b/>
        </w:rPr>
        <w:t xml:space="preserve">The </w:t>
      </w:r>
      <w:r w:rsidR="00372D07">
        <w:rPr>
          <w:b/>
        </w:rPr>
        <w:t>Client</w:t>
      </w:r>
    </w:p>
    <w:sdt>
      <w:sdtPr>
        <w:id w:val="395558986"/>
        <w:placeholder>
          <w:docPart w:val="DefaultPlaceholder_1082065158"/>
        </w:placeholder>
        <w:showingPlcHdr/>
        <w:text w:multiLine="1"/>
      </w:sdtPr>
      <w:sdtEndPr/>
      <w:sdtContent>
        <w:p w:rsidR="001E7F0D" w:rsidRDefault="00E20C63" w:rsidP="00905785">
          <w:r w:rsidRPr="00851231">
            <w:rPr>
              <w:rStyle w:val="PlaceholderText"/>
            </w:rPr>
            <w:t>Click here to enter text.</w:t>
          </w:r>
        </w:p>
      </w:sdtContent>
    </w:sdt>
    <w:p w:rsidR="007263C6" w:rsidRDefault="007263C6" w:rsidP="004A1325"/>
    <w:p w:rsidR="00372D07" w:rsidRPr="0081577C" w:rsidRDefault="00372D07" w:rsidP="00372D07">
      <w:pPr>
        <w:pStyle w:val="ListParagraph"/>
        <w:numPr>
          <w:ilvl w:val="0"/>
          <w:numId w:val="3"/>
        </w:numPr>
        <w:ind w:left="284" w:hanging="284"/>
        <w:rPr>
          <w:b/>
        </w:rPr>
      </w:pPr>
      <w:r w:rsidRPr="0081577C">
        <w:rPr>
          <w:b/>
        </w:rPr>
        <w:t>The topic</w:t>
      </w:r>
    </w:p>
    <w:sdt>
      <w:sdtPr>
        <w:id w:val="1902484732"/>
        <w:placeholder>
          <w:docPart w:val="9FDB048B3B2F44829F269BA4E7B93B15"/>
        </w:placeholder>
        <w:showingPlcHdr/>
        <w:text w:multiLine="1"/>
      </w:sdtPr>
      <w:sdtEndPr/>
      <w:sdtContent>
        <w:p w:rsidR="00372D07" w:rsidRDefault="00372D07" w:rsidP="00372D07">
          <w:r w:rsidRPr="00851231">
            <w:rPr>
              <w:rStyle w:val="PlaceholderText"/>
            </w:rPr>
            <w:t>Click here to enter text.</w:t>
          </w:r>
        </w:p>
      </w:sdtContent>
    </w:sdt>
    <w:p w:rsidR="001E7F0D" w:rsidRDefault="001E7F0D" w:rsidP="007263C6"/>
    <w:p w:rsidR="001E7F0D" w:rsidRPr="0081577C" w:rsidRDefault="001E7F0D" w:rsidP="0081577C">
      <w:pPr>
        <w:pStyle w:val="ListParagraph"/>
        <w:numPr>
          <w:ilvl w:val="0"/>
          <w:numId w:val="3"/>
        </w:numPr>
        <w:ind w:left="284" w:hanging="284"/>
        <w:rPr>
          <w:b/>
        </w:rPr>
      </w:pPr>
      <w:r w:rsidRPr="0081577C">
        <w:rPr>
          <w:b/>
        </w:rPr>
        <w:t>Your target audience</w:t>
      </w:r>
    </w:p>
    <w:sdt>
      <w:sdtPr>
        <w:id w:val="-62644052"/>
        <w:placeholder>
          <w:docPart w:val="DefaultPlaceholder_1082065158"/>
        </w:placeholder>
        <w:showingPlcHdr/>
        <w:text w:multiLine="1"/>
      </w:sdtPr>
      <w:sdtEndPr/>
      <w:sdtContent>
        <w:p w:rsidR="0076734C" w:rsidRDefault="007263C6" w:rsidP="00905785">
          <w:r w:rsidRPr="00851231">
            <w:rPr>
              <w:rStyle w:val="PlaceholderText"/>
            </w:rPr>
            <w:t>Click here to enter text.</w:t>
          </w:r>
        </w:p>
      </w:sdtContent>
    </w:sdt>
    <w:p w:rsidR="007263C6" w:rsidRDefault="007263C6" w:rsidP="001E7F0D"/>
    <w:p w:rsidR="001E7F0D" w:rsidRPr="0081577C" w:rsidRDefault="00F50D82" w:rsidP="0081577C">
      <w:pPr>
        <w:pStyle w:val="ListParagraph"/>
        <w:numPr>
          <w:ilvl w:val="0"/>
          <w:numId w:val="3"/>
        </w:numPr>
        <w:ind w:left="284" w:hanging="284"/>
        <w:rPr>
          <w:b/>
        </w:rPr>
      </w:pPr>
      <w:r w:rsidRPr="0081577C">
        <w:rPr>
          <w:b/>
        </w:rPr>
        <w:t>The method of presentation to be used</w:t>
      </w:r>
      <w:r w:rsidR="00A013DE">
        <w:rPr>
          <w:b/>
        </w:rPr>
        <w:t xml:space="preserve"> eg informative or persuasive</w:t>
      </w:r>
    </w:p>
    <w:sdt>
      <w:sdtPr>
        <w:id w:val="-911390859"/>
        <w:placeholder>
          <w:docPart w:val="DefaultPlaceholder_1082065158"/>
        </w:placeholder>
        <w:showingPlcHdr/>
        <w:text w:multiLine="1"/>
      </w:sdtPr>
      <w:sdtEndPr/>
      <w:sdtContent>
        <w:p w:rsidR="001E7F0D" w:rsidRDefault="007263C6" w:rsidP="00905785">
          <w:r w:rsidRPr="00851231">
            <w:rPr>
              <w:rStyle w:val="PlaceholderText"/>
            </w:rPr>
            <w:t>Click here to enter text.</w:t>
          </w:r>
        </w:p>
      </w:sdtContent>
    </w:sdt>
    <w:p w:rsidR="00E51115" w:rsidRDefault="00E51115" w:rsidP="00E51115">
      <w:pPr>
        <w:rPr>
          <w:sz w:val="24"/>
          <w:szCs w:val="24"/>
        </w:rPr>
      </w:pPr>
    </w:p>
    <w:p w:rsidR="004A1325" w:rsidRPr="007E79A7" w:rsidRDefault="005775D4" w:rsidP="004A1325">
      <w:pPr>
        <w:pStyle w:val="Heading1"/>
        <w:rPr>
          <w:sz w:val="40"/>
        </w:rPr>
      </w:pPr>
      <w:r>
        <w:rPr>
          <w:caps w:val="0"/>
          <w:sz w:val="40"/>
        </w:rPr>
        <w:t>Section 2 Evaluation</w:t>
      </w:r>
      <w:r w:rsidR="00F00F5F">
        <w:rPr>
          <w:caps w:val="0"/>
          <w:sz w:val="40"/>
        </w:rPr>
        <w:t xml:space="preserve"> &amp; Peer Assessment</w:t>
      </w:r>
    </w:p>
    <w:p w:rsidR="004A1325" w:rsidRPr="00004F85" w:rsidRDefault="004A1325" w:rsidP="004A1325">
      <w:pPr>
        <w:rPr>
          <w:b/>
        </w:rPr>
      </w:pPr>
      <w:r>
        <w:rPr>
          <w:b/>
        </w:rPr>
        <w:t>Check</w:t>
      </w:r>
      <w:r w:rsidRPr="00004F85">
        <w:rPr>
          <w:b/>
        </w:rPr>
        <w:t xml:space="preserve"> your presentation</w:t>
      </w:r>
      <w:r>
        <w:rPr>
          <w:b/>
        </w:rPr>
        <w:t xml:space="preserve">- if you can tick all of these items, you SHOULD have achieved your purpose.  </w:t>
      </w:r>
    </w:p>
    <w:p w:rsidR="004A1325" w:rsidRDefault="004A1325" w:rsidP="004A1325"/>
    <w:p w:rsidR="004A1325" w:rsidRPr="0018267F" w:rsidRDefault="004A1325" w:rsidP="0018267F">
      <w:pPr>
        <w:tabs>
          <w:tab w:val="right" w:pos="9781"/>
        </w:tabs>
        <w:spacing w:after="200" w:line="360" w:lineRule="auto"/>
        <w:rPr>
          <w:sz w:val="24"/>
        </w:rPr>
      </w:pPr>
      <w:r w:rsidRPr="0018267F">
        <w:rPr>
          <w:sz w:val="24"/>
        </w:rPr>
        <w:t xml:space="preserve">The content was </w:t>
      </w:r>
      <w:r w:rsidR="00C33109" w:rsidRPr="0018267F">
        <w:rPr>
          <w:sz w:val="24"/>
        </w:rPr>
        <w:t xml:space="preserve">relevant to the purpose and </w:t>
      </w:r>
      <w:r w:rsidRPr="0018267F">
        <w:rPr>
          <w:sz w:val="24"/>
        </w:rPr>
        <w:t>consistent with the plan</w:t>
      </w:r>
      <w:r w:rsidR="00C33109" w:rsidRPr="0018267F">
        <w:rPr>
          <w:sz w:val="24"/>
        </w:rPr>
        <w:t xml:space="preserve">, </w:t>
      </w:r>
      <w:r w:rsidRPr="0018267F">
        <w:rPr>
          <w:sz w:val="24"/>
        </w:rPr>
        <w:t>storyboard</w:t>
      </w:r>
      <w:r w:rsidR="00C33109" w:rsidRPr="0018267F">
        <w:rPr>
          <w:sz w:val="24"/>
        </w:rPr>
        <w:t xml:space="preserve"> and design</w:t>
      </w:r>
      <w:r w:rsidR="00E32DB1" w:rsidRPr="0018267F">
        <w:rPr>
          <w:sz w:val="24"/>
        </w:rPr>
        <w:tab/>
      </w:r>
      <w:sdt>
        <w:sdtPr>
          <w:rPr>
            <w:sz w:val="24"/>
          </w:rPr>
          <w:id w:val="-1895963802"/>
          <w14:checkbox>
            <w14:checked w14:val="0"/>
            <w14:checkedState w14:val="0050" w14:font="Wingdings 2"/>
            <w14:uncheckedState w14:val="2610" w14:font="Malgun Gothic Semilight"/>
          </w14:checkbox>
        </w:sdtPr>
        <w:sdtEndPr/>
        <w:sdtContent>
          <w:r w:rsidR="00B76C1F" w:rsidRPr="0018267F">
            <w:rPr>
              <w:rFonts w:ascii="MS Gothic" w:eastAsia="MS Gothic" w:hAnsi="MS Gothic" w:hint="eastAsia"/>
              <w:sz w:val="24"/>
            </w:rPr>
            <w:t>☐</w:t>
          </w:r>
        </w:sdtContent>
      </w:sdt>
    </w:p>
    <w:p w:rsidR="004A1325" w:rsidRPr="0018267F" w:rsidRDefault="004A1325" w:rsidP="0018267F">
      <w:pPr>
        <w:tabs>
          <w:tab w:val="right" w:pos="9781"/>
        </w:tabs>
        <w:spacing w:after="200" w:line="360" w:lineRule="auto"/>
        <w:rPr>
          <w:sz w:val="24"/>
        </w:rPr>
      </w:pPr>
      <w:r w:rsidRPr="0018267F">
        <w:rPr>
          <w:sz w:val="24"/>
        </w:rPr>
        <w:t xml:space="preserve">The colour combinations, text style and accuracy, graphic layout and </w:t>
      </w:r>
      <w:r w:rsidR="005E37B3" w:rsidRPr="0018267F">
        <w:rPr>
          <w:sz w:val="24"/>
        </w:rPr>
        <w:t>animations and transition</w:t>
      </w:r>
      <w:r w:rsidRPr="0018267F">
        <w:rPr>
          <w:sz w:val="24"/>
        </w:rPr>
        <w:t xml:space="preserve"> ensured effective communication</w:t>
      </w:r>
      <w:r w:rsidR="00C33109" w:rsidRPr="0018267F">
        <w:rPr>
          <w:sz w:val="24"/>
        </w:rPr>
        <w:t xml:space="preserve"> and met the constraints and purpose</w:t>
      </w:r>
      <w:r w:rsidR="00B76C1F" w:rsidRPr="0018267F">
        <w:rPr>
          <w:sz w:val="24"/>
        </w:rPr>
        <w:tab/>
      </w:r>
      <w:sdt>
        <w:sdtPr>
          <w:rPr>
            <w:sz w:val="24"/>
          </w:rPr>
          <w:id w:val="262814141"/>
          <w14:checkbox>
            <w14:checked w14:val="0"/>
            <w14:checkedState w14:val="0050" w14:font="Wingdings 2"/>
            <w14:uncheckedState w14:val="2610" w14:font="Malgun Gothic Semilight"/>
          </w14:checkbox>
        </w:sdtPr>
        <w:sdtEndPr/>
        <w:sdtContent>
          <w:r w:rsidR="00B76C1F" w:rsidRPr="0018267F">
            <w:rPr>
              <w:rFonts w:ascii="MS Gothic" w:eastAsia="MS Gothic" w:hAnsi="MS Gothic" w:hint="eastAsia"/>
              <w:sz w:val="24"/>
            </w:rPr>
            <w:t>☐</w:t>
          </w:r>
        </w:sdtContent>
      </w:sdt>
    </w:p>
    <w:p w:rsidR="004A1325" w:rsidRPr="0018267F" w:rsidRDefault="004A1325" w:rsidP="0018267F">
      <w:pPr>
        <w:tabs>
          <w:tab w:val="right" w:pos="9781"/>
        </w:tabs>
        <w:spacing w:after="200" w:line="360" w:lineRule="auto"/>
        <w:rPr>
          <w:sz w:val="24"/>
        </w:rPr>
      </w:pPr>
      <w:r w:rsidRPr="0018267F">
        <w:rPr>
          <w:sz w:val="24"/>
        </w:rPr>
        <w:t xml:space="preserve">The quantity of slides was 8 slides or more in the correct </w:t>
      </w:r>
      <w:r w:rsidR="005E37B3" w:rsidRPr="0018267F">
        <w:rPr>
          <w:sz w:val="24"/>
        </w:rPr>
        <w:t>sequence</w:t>
      </w:r>
      <w:r w:rsidRPr="0018267F">
        <w:rPr>
          <w:sz w:val="24"/>
        </w:rPr>
        <w:t xml:space="preserve"> to ensure effective communication</w:t>
      </w:r>
      <w:r w:rsidR="00E32DB1" w:rsidRPr="0018267F">
        <w:rPr>
          <w:sz w:val="24"/>
        </w:rPr>
        <w:tab/>
      </w:r>
      <w:sdt>
        <w:sdtPr>
          <w:rPr>
            <w:sz w:val="24"/>
          </w:rPr>
          <w:id w:val="1170612708"/>
          <w14:checkbox>
            <w14:checked w14:val="0"/>
            <w14:checkedState w14:val="0050" w14:font="Wingdings 2"/>
            <w14:uncheckedState w14:val="2610" w14:font="Malgun Gothic Semilight"/>
          </w14:checkbox>
        </w:sdtPr>
        <w:sdtEndPr/>
        <w:sdtContent>
          <w:r w:rsidR="00B76C1F" w:rsidRPr="0018267F">
            <w:rPr>
              <w:rFonts w:ascii="MS Gothic" w:eastAsia="MS Gothic" w:hAnsi="MS Gothic" w:hint="eastAsia"/>
              <w:sz w:val="24"/>
            </w:rPr>
            <w:t>☐</w:t>
          </w:r>
        </w:sdtContent>
      </w:sdt>
    </w:p>
    <w:p w:rsidR="004A1325" w:rsidRPr="0018267F" w:rsidRDefault="004A1325" w:rsidP="0018267F">
      <w:pPr>
        <w:tabs>
          <w:tab w:val="right" w:pos="9781"/>
        </w:tabs>
        <w:spacing w:after="200" w:line="360" w:lineRule="auto"/>
        <w:rPr>
          <w:sz w:val="24"/>
        </w:rPr>
      </w:pPr>
      <w:r w:rsidRPr="0018267F">
        <w:rPr>
          <w:sz w:val="24"/>
        </w:rPr>
        <w:t>Transition effect maintained audience attention</w:t>
      </w:r>
      <w:r w:rsidR="00C33109" w:rsidRPr="0018267F">
        <w:rPr>
          <w:sz w:val="24"/>
        </w:rPr>
        <w:t xml:space="preserve"> and met the constraints in the plan</w:t>
      </w:r>
      <w:r w:rsidR="00D3619F">
        <w:rPr>
          <w:sz w:val="24"/>
        </w:rPr>
        <w:tab/>
      </w:r>
      <w:bookmarkStart w:id="1" w:name="_GoBack"/>
      <w:bookmarkEnd w:id="1"/>
      <w:r w:rsidR="00B76C1F" w:rsidRPr="0018267F">
        <w:rPr>
          <w:sz w:val="24"/>
        </w:rPr>
        <w:t xml:space="preserve"> </w:t>
      </w:r>
      <w:sdt>
        <w:sdtPr>
          <w:rPr>
            <w:sz w:val="24"/>
          </w:rPr>
          <w:id w:val="1594435539"/>
          <w14:checkbox>
            <w14:checked w14:val="0"/>
            <w14:checkedState w14:val="0050" w14:font="Wingdings 2"/>
            <w14:uncheckedState w14:val="2610" w14:font="Malgun Gothic Semilight"/>
          </w14:checkbox>
        </w:sdtPr>
        <w:sdtEndPr/>
        <w:sdtContent>
          <w:r w:rsidR="00B76C1F" w:rsidRPr="0018267F">
            <w:rPr>
              <w:rFonts w:ascii="MS Gothic" w:eastAsia="MS Gothic" w:hAnsi="MS Gothic" w:hint="eastAsia"/>
              <w:sz w:val="24"/>
            </w:rPr>
            <w:t>☐</w:t>
          </w:r>
        </w:sdtContent>
      </w:sdt>
    </w:p>
    <w:p w:rsidR="00F00F5F" w:rsidRPr="0018267F" w:rsidRDefault="00F00F5F" w:rsidP="0018267F">
      <w:pPr>
        <w:tabs>
          <w:tab w:val="right" w:pos="9781"/>
        </w:tabs>
        <w:spacing w:after="200" w:line="360" w:lineRule="auto"/>
        <w:rPr>
          <w:sz w:val="24"/>
        </w:rPr>
      </w:pPr>
      <w:r w:rsidRPr="0018267F">
        <w:rPr>
          <w:sz w:val="24"/>
        </w:rPr>
        <w:t>Have all copyright requirements been met eg URLs included where required</w:t>
      </w:r>
      <w:r w:rsidRPr="0018267F">
        <w:rPr>
          <w:sz w:val="24"/>
        </w:rPr>
        <w:tab/>
        <w:t xml:space="preserve"> </w:t>
      </w:r>
      <w:sdt>
        <w:sdtPr>
          <w:rPr>
            <w:sz w:val="24"/>
          </w:rPr>
          <w:id w:val="-1558852754"/>
          <w14:checkbox>
            <w14:checked w14:val="0"/>
            <w14:checkedState w14:val="0050" w14:font="Wingdings 2"/>
            <w14:uncheckedState w14:val="2610" w14:font="Malgun Gothic Semilight"/>
          </w14:checkbox>
        </w:sdtPr>
        <w:sdtEndPr/>
        <w:sdtContent>
          <w:r w:rsidRPr="0018267F">
            <w:rPr>
              <w:rFonts w:ascii="MS Gothic" w:eastAsia="MS Gothic" w:hAnsi="MS Gothic" w:hint="eastAsia"/>
              <w:sz w:val="24"/>
            </w:rPr>
            <w:t>☐</w:t>
          </w:r>
        </w:sdtContent>
      </w:sdt>
    </w:p>
    <w:p w:rsidR="004A1325" w:rsidRDefault="004A1325" w:rsidP="004A1325">
      <w:pPr>
        <w:rPr>
          <w:rStyle w:val="why"/>
        </w:rPr>
      </w:pPr>
    </w:p>
    <w:p w:rsidR="00E32DB1" w:rsidRDefault="00E32DB1" w:rsidP="004A1325">
      <w:pPr>
        <w:rPr>
          <w:rStyle w:val="why"/>
        </w:rPr>
      </w:pPr>
    </w:p>
    <w:p w:rsidR="00AC4750" w:rsidRPr="007263C6" w:rsidRDefault="004A1325" w:rsidP="004A1325">
      <w:pPr>
        <w:rPr>
          <w:b/>
          <w:sz w:val="28"/>
        </w:rPr>
      </w:pPr>
      <w:r w:rsidRPr="007263C6">
        <w:rPr>
          <w:b/>
          <w:sz w:val="28"/>
        </w:rPr>
        <w:t>If you find anything to be changed, make these chang</w:t>
      </w:r>
      <w:r w:rsidR="000309FD" w:rsidRPr="007263C6">
        <w:rPr>
          <w:b/>
          <w:sz w:val="28"/>
        </w:rPr>
        <w:t xml:space="preserve">es and save your </w:t>
      </w:r>
      <w:r w:rsidR="005E37B3" w:rsidRPr="007263C6">
        <w:rPr>
          <w:b/>
          <w:sz w:val="28"/>
        </w:rPr>
        <w:t>presentation.</w:t>
      </w:r>
    </w:p>
    <w:p w:rsidR="00C33109" w:rsidRDefault="00C33109" w:rsidP="004A1325"/>
    <w:p w:rsidR="004A1325" w:rsidRPr="004A1325" w:rsidRDefault="004A1325" w:rsidP="004A1325"/>
    <w:p w:rsidR="004A1325" w:rsidRPr="0018267F" w:rsidRDefault="004A1325" w:rsidP="004A1325">
      <w:pPr>
        <w:rPr>
          <w:sz w:val="28"/>
        </w:rPr>
      </w:pPr>
      <w:r w:rsidRPr="0018267F">
        <w:rPr>
          <w:sz w:val="28"/>
        </w:rPr>
        <w:t xml:space="preserve">Now present your presentation to whoever you choose to show it to </w:t>
      </w:r>
      <w:r w:rsidR="006B74F0" w:rsidRPr="0018267F">
        <w:rPr>
          <w:sz w:val="28"/>
        </w:rPr>
        <w:t>eg Mum, Dad, partner, classmate</w:t>
      </w:r>
      <w:r w:rsidRPr="0018267F">
        <w:rPr>
          <w:sz w:val="28"/>
        </w:rPr>
        <w:t xml:space="preserve">, kids, </w:t>
      </w:r>
      <w:r w:rsidR="00C33109" w:rsidRPr="0018267F">
        <w:rPr>
          <w:sz w:val="28"/>
        </w:rPr>
        <w:t>Learning Facilitators</w:t>
      </w:r>
      <w:r w:rsidRPr="0018267F">
        <w:rPr>
          <w:sz w:val="28"/>
        </w:rPr>
        <w:t xml:space="preserve"> at EIT, next door neighbour</w:t>
      </w:r>
      <w:r w:rsidR="006B74F0" w:rsidRPr="0018267F">
        <w:rPr>
          <w:sz w:val="28"/>
        </w:rPr>
        <w:t>.</w:t>
      </w:r>
    </w:p>
    <w:p w:rsidR="004A1325" w:rsidRPr="0018267F" w:rsidRDefault="004A1325" w:rsidP="004A1325">
      <w:pPr>
        <w:rPr>
          <w:sz w:val="28"/>
        </w:rPr>
      </w:pPr>
    </w:p>
    <w:p w:rsidR="00B76C1F" w:rsidRPr="0018267F" w:rsidRDefault="004A1325" w:rsidP="0082485D">
      <w:pPr>
        <w:rPr>
          <w:sz w:val="28"/>
        </w:rPr>
      </w:pPr>
      <w:r w:rsidRPr="0018267F">
        <w:rPr>
          <w:sz w:val="28"/>
        </w:rPr>
        <w:t xml:space="preserve">This is called “peer assessment”.  A copy of the Peer Assessment checklist is </w:t>
      </w:r>
      <w:r w:rsidR="00AC4750" w:rsidRPr="0018267F">
        <w:rPr>
          <w:sz w:val="28"/>
        </w:rPr>
        <w:t>included on the following page</w:t>
      </w:r>
      <w:r w:rsidR="007263C6" w:rsidRPr="0018267F">
        <w:rPr>
          <w:sz w:val="28"/>
        </w:rPr>
        <w:t xml:space="preserve"> for the peer assessor</w:t>
      </w:r>
      <w:r w:rsidR="0082485D" w:rsidRPr="0018267F">
        <w:rPr>
          <w:sz w:val="28"/>
        </w:rPr>
        <w:t xml:space="preserve"> </w:t>
      </w:r>
      <w:r w:rsidR="007263C6" w:rsidRPr="0018267F">
        <w:rPr>
          <w:sz w:val="28"/>
        </w:rPr>
        <w:t xml:space="preserve">to fill in </w:t>
      </w:r>
      <w:r w:rsidR="0082485D" w:rsidRPr="0018267F">
        <w:rPr>
          <w:sz w:val="28"/>
        </w:rPr>
        <w:t>on the computer.</w:t>
      </w:r>
    </w:p>
    <w:p w:rsidR="0018267F" w:rsidRDefault="0018267F">
      <w:pPr>
        <w:rPr>
          <w:sz w:val="32"/>
        </w:rPr>
      </w:pPr>
      <w:r>
        <w:rPr>
          <w:sz w:val="32"/>
        </w:rPr>
        <w:br w:type="page"/>
      </w:r>
    </w:p>
    <w:p w:rsidR="0018267F" w:rsidRDefault="0018267F" w:rsidP="0082485D">
      <w:pPr>
        <w:rPr>
          <w:sz w:val="32"/>
        </w:rPr>
      </w:pPr>
    </w:p>
    <w:p w:rsidR="00D1489E" w:rsidRDefault="004A1325" w:rsidP="004A1325">
      <w:pPr>
        <w:jc w:val="center"/>
        <w:rPr>
          <w:rFonts w:ascii="Papyrus" w:hAnsi="Papyrus"/>
          <w:b/>
          <w:bCs/>
          <w:sz w:val="28"/>
          <w:szCs w:val="28"/>
        </w:rPr>
      </w:pPr>
      <w:r w:rsidRPr="00C4032E">
        <w:rPr>
          <w:rFonts w:ascii="Papyrus" w:hAnsi="Papyrus"/>
          <w:b/>
          <w:bCs/>
          <w:sz w:val="28"/>
          <w:szCs w:val="28"/>
        </w:rPr>
        <w:t xml:space="preserve">Peer </w:t>
      </w:r>
      <w:r w:rsidR="008C5C1B">
        <w:rPr>
          <w:rFonts w:ascii="Papyrus" w:hAnsi="Papyrus"/>
          <w:b/>
          <w:bCs/>
          <w:sz w:val="28"/>
          <w:szCs w:val="28"/>
        </w:rPr>
        <w:t>Evaluation</w:t>
      </w:r>
      <w:r w:rsidR="006B74F0">
        <w:rPr>
          <w:rFonts w:ascii="Papyrus" w:hAnsi="Papyrus"/>
          <w:b/>
          <w:bCs/>
          <w:sz w:val="28"/>
          <w:szCs w:val="28"/>
        </w:rPr>
        <w:t xml:space="preserve"> Form</w:t>
      </w:r>
      <w:r w:rsidRPr="00C4032E">
        <w:rPr>
          <w:rFonts w:ascii="Papyrus" w:hAnsi="Papyrus"/>
          <w:b/>
          <w:bCs/>
          <w:sz w:val="28"/>
          <w:szCs w:val="28"/>
        </w:rPr>
        <w:t>:</w:t>
      </w:r>
      <w:r w:rsidR="00E32DB1">
        <w:rPr>
          <w:rFonts w:ascii="Papyrus" w:hAnsi="Papyrus"/>
          <w:b/>
          <w:bCs/>
          <w:sz w:val="28"/>
          <w:szCs w:val="28"/>
        </w:rPr>
        <w:t xml:space="preserve"> </w:t>
      </w:r>
      <w:r w:rsidR="0018267F">
        <w:rPr>
          <w:rFonts w:ascii="Papyrus" w:hAnsi="Papyrus"/>
          <w:b/>
          <w:bCs/>
          <w:sz w:val="28"/>
          <w:szCs w:val="28"/>
        </w:rPr>
        <w:br/>
      </w:r>
      <w:r w:rsidR="00D1489E">
        <w:rPr>
          <w:rFonts w:ascii="Papyrus" w:hAnsi="Papyrus"/>
          <w:b/>
          <w:bCs/>
          <w:sz w:val="28"/>
          <w:szCs w:val="28"/>
        </w:rPr>
        <w:t xml:space="preserve">Name: </w:t>
      </w:r>
      <w:sdt>
        <w:sdtPr>
          <w:rPr>
            <w:rFonts w:ascii="Papyrus" w:hAnsi="Papyrus"/>
            <w:b/>
            <w:bCs/>
            <w:sz w:val="28"/>
            <w:szCs w:val="28"/>
          </w:rPr>
          <w:alias w:val="Key assessor name"/>
          <w:tag w:val="Key assessor name"/>
          <w:id w:val="-1369681248"/>
          <w:placeholder>
            <w:docPart w:val="DefaultPlaceholder_1082065158"/>
          </w:placeholder>
          <w:showingPlcHdr/>
          <w:text/>
        </w:sdtPr>
        <w:sdtEndPr/>
        <w:sdtContent>
          <w:r w:rsidR="00B76C1F" w:rsidRPr="00851231">
            <w:rPr>
              <w:rStyle w:val="PlaceholderText"/>
            </w:rPr>
            <w:t>Click here to enter text.</w:t>
          </w:r>
        </w:sdtContent>
      </w:sdt>
    </w:p>
    <w:p w:rsidR="00674C28" w:rsidRDefault="00674C28" w:rsidP="00674C2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8603"/>
        <w:gridCol w:w="668"/>
        <w:gridCol w:w="583"/>
      </w:tblGrid>
      <w:tr w:rsidR="00674C28" w:rsidRPr="0018267F" w:rsidTr="00030B55">
        <w:tc>
          <w:tcPr>
            <w:tcW w:w="4365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18267F" w:rsidRDefault="00674C28" w:rsidP="00030B55">
            <w:pPr>
              <w:rPr>
                <w:b/>
                <w:bCs/>
              </w:rPr>
            </w:pPr>
            <w:r w:rsidRPr="0018267F">
              <w:rPr>
                <w:b/>
                <w:bCs/>
              </w:rPr>
              <w:t>Structure of the presentation (sequence or order of presentation)</w:t>
            </w:r>
          </w:p>
        </w:tc>
        <w:tc>
          <w:tcPr>
            <w:tcW w:w="33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18267F" w:rsidRDefault="00674C28" w:rsidP="00030B55">
            <w:pPr>
              <w:rPr>
                <w:b/>
                <w:bCs/>
              </w:rPr>
            </w:pPr>
            <w:r w:rsidRPr="0018267F">
              <w:rPr>
                <w:b/>
                <w:bCs/>
              </w:rPr>
              <w:t>Yes</w:t>
            </w:r>
          </w:p>
        </w:tc>
        <w:tc>
          <w:tcPr>
            <w:tcW w:w="29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18267F" w:rsidRDefault="00674C28" w:rsidP="00030B55">
            <w:pPr>
              <w:rPr>
                <w:b/>
                <w:bCs/>
              </w:rPr>
            </w:pPr>
            <w:r w:rsidRPr="0018267F">
              <w:rPr>
                <w:b/>
                <w:bCs/>
              </w:rPr>
              <w:t>No</w:t>
            </w:r>
          </w:p>
        </w:tc>
      </w:tr>
      <w:tr w:rsidR="00674C28" w:rsidRPr="00206CA7" w:rsidTr="00A013DE">
        <w:trPr>
          <w:trHeight w:val="113"/>
        </w:trPr>
        <w:tc>
          <w:tcPr>
            <w:tcW w:w="4365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206CA7" w:rsidRDefault="00674C28" w:rsidP="00A013DE">
            <w:r w:rsidRPr="006C6278">
              <w:t>Does the presentation have an introduction slide that presents the topic of the presentation</w:t>
            </w:r>
          </w:p>
        </w:tc>
        <w:tc>
          <w:tcPr>
            <w:tcW w:w="33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206CA7" w:rsidRDefault="00D3619F" w:rsidP="00A013DE">
            <w:sdt>
              <w:sdtPr>
                <w:rPr>
                  <w:sz w:val="28"/>
                </w:rPr>
                <w:id w:val="527145554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5775D4">
                  <w:rPr>
                    <w:rFonts w:ascii="Arial Unicode MS" w:eastAsia="Arial Unicode MS" w:hAnsi="Arial Unicode MS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29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206CA7" w:rsidRDefault="00D3619F" w:rsidP="00A013DE">
            <w:sdt>
              <w:sdtPr>
                <w:rPr>
                  <w:sz w:val="28"/>
                </w:rPr>
                <w:id w:val="-1443218662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A013DE">
                  <w:rPr>
                    <w:rFonts w:ascii="MS Gothic" w:eastAsia="MS Gothic" w:hint="eastAsia"/>
                    <w:sz w:val="28"/>
                  </w:rPr>
                  <w:t>☐</w:t>
                </w:r>
              </w:sdtContent>
            </w:sdt>
          </w:p>
        </w:tc>
      </w:tr>
      <w:tr w:rsidR="00674C28" w:rsidRPr="00206CA7" w:rsidTr="00A013DE">
        <w:trPr>
          <w:trHeight w:val="113"/>
        </w:trPr>
        <w:tc>
          <w:tcPr>
            <w:tcW w:w="4365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206CA7" w:rsidRDefault="00674C28" w:rsidP="00A013DE">
            <w:r w:rsidRPr="006C6278">
              <w:t xml:space="preserve">Does the presentation have </w:t>
            </w:r>
            <w:r>
              <w:t xml:space="preserve"> a</w:t>
            </w:r>
            <w:r w:rsidRPr="00206CA7">
              <w:t>t least 7 more slides with information relating to the topic</w:t>
            </w:r>
            <w:r w:rsidR="00A013DE">
              <w:t xml:space="preserve"> and d</w:t>
            </w:r>
            <w:r w:rsidR="00A013DE" w:rsidRPr="00206CA7">
              <w:t xml:space="preserve">oes the presentation have </w:t>
            </w:r>
            <w:r w:rsidR="00A013DE">
              <w:t xml:space="preserve">flow - </w:t>
            </w:r>
            <w:r w:rsidR="00A013DE" w:rsidRPr="00206CA7">
              <w:t xml:space="preserve">a beginning, </w:t>
            </w:r>
            <w:r w:rsidR="00A013DE">
              <w:t xml:space="preserve">a </w:t>
            </w:r>
            <w:r w:rsidR="00A013DE" w:rsidRPr="00206CA7">
              <w:t xml:space="preserve">middle and </w:t>
            </w:r>
            <w:r w:rsidR="00A013DE">
              <w:t xml:space="preserve">an </w:t>
            </w:r>
            <w:r w:rsidR="00A013DE" w:rsidRPr="00206CA7">
              <w:t>end</w:t>
            </w:r>
          </w:p>
        </w:tc>
        <w:tc>
          <w:tcPr>
            <w:tcW w:w="33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206CA7" w:rsidRDefault="00D3619F" w:rsidP="00A013DE">
            <w:sdt>
              <w:sdtPr>
                <w:rPr>
                  <w:sz w:val="28"/>
                </w:rPr>
                <w:id w:val="-1788885677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29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206CA7" w:rsidRDefault="00D3619F" w:rsidP="00A013DE">
            <w:sdt>
              <w:sdtPr>
                <w:rPr>
                  <w:sz w:val="28"/>
                </w:rPr>
                <w:id w:val="1896240093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</w:tbl>
    <w:p w:rsidR="00674C28" w:rsidRDefault="00674C28" w:rsidP="00B76C1F">
      <w:pPr>
        <w:spacing w:line="120" w:lineRule="exac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8603"/>
        <w:gridCol w:w="668"/>
        <w:gridCol w:w="583"/>
      </w:tblGrid>
      <w:tr w:rsidR="00674C28" w:rsidRPr="0018267F" w:rsidTr="00030B55"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18267F" w:rsidRDefault="00674C28" w:rsidP="00030B55">
            <w:pPr>
              <w:rPr>
                <w:b/>
                <w:bCs/>
              </w:rPr>
            </w:pPr>
            <w:r w:rsidRPr="0018267F">
              <w:rPr>
                <w:b/>
                <w:bCs/>
              </w:rPr>
              <w:t>Visual appeal of the presentation (principles of screen layout and information presentation)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18267F" w:rsidRDefault="00674C28" w:rsidP="00030B55">
            <w:pPr>
              <w:rPr>
                <w:b/>
                <w:bCs/>
              </w:rPr>
            </w:pPr>
            <w:r w:rsidRPr="0018267F">
              <w:rPr>
                <w:b/>
                <w:bCs/>
              </w:rPr>
              <w:t>Yes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18267F" w:rsidRDefault="00674C28" w:rsidP="00030B55">
            <w:pPr>
              <w:rPr>
                <w:b/>
                <w:bCs/>
              </w:rPr>
            </w:pPr>
            <w:r w:rsidRPr="0018267F">
              <w:rPr>
                <w:b/>
                <w:bCs/>
              </w:rPr>
              <w:t>No</w:t>
            </w:r>
          </w:p>
        </w:tc>
      </w:tr>
      <w:tr w:rsidR="00674C28" w:rsidRPr="00C33109" w:rsidTr="00030B55"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18267F" w:rsidRDefault="00674C28" w:rsidP="00030B55">
            <w:r w:rsidRPr="0018267F">
              <w:t>Does the use of suitable background colours make the text easy to see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C33109" w:rsidRDefault="00D3619F" w:rsidP="00030B55">
            <w:pPr>
              <w:rPr>
                <w:bCs/>
                <w:sz w:val="20"/>
              </w:rPr>
            </w:pPr>
            <w:sdt>
              <w:sdtPr>
                <w:rPr>
                  <w:sz w:val="28"/>
                </w:rPr>
                <w:id w:val="-2030012528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C33109" w:rsidRDefault="00D3619F" w:rsidP="00030B55">
            <w:pPr>
              <w:rPr>
                <w:bCs/>
                <w:sz w:val="20"/>
              </w:rPr>
            </w:pPr>
            <w:sdt>
              <w:sdtPr>
                <w:rPr>
                  <w:sz w:val="28"/>
                </w:rPr>
                <w:id w:val="491536982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  <w:tr w:rsidR="00674C28" w:rsidRPr="00C33109" w:rsidTr="00030B55"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18267F" w:rsidRDefault="00674C28" w:rsidP="00030B55">
            <w:r w:rsidRPr="0018267F">
              <w:t>Are the font</w:t>
            </w:r>
            <w:r w:rsidR="00A013DE" w:rsidRPr="0018267F">
              <w:t xml:space="preserve"> </w:t>
            </w:r>
            <w:r w:rsidRPr="0018267F">
              <w:t>s</w:t>
            </w:r>
            <w:r w:rsidR="00A013DE" w:rsidRPr="0018267F">
              <w:t xml:space="preserve">izes, </w:t>
            </w:r>
            <w:r w:rsidRPr="0018267F">
              <w:t xml:space="preserve"> types and colours easy to read and can be seen clearly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C33109" w:rsidRDefault="00D3619F" w:rsidP="00030B55">
            <w:pPr>
              <w:rPr>
                <w:bCs/>
                <w:sz w:val="20"/>
              </w:rPr>
            </w:pPr>
            <w:sdt>
              <w:sdtPr>
                <w:rPr>
                  <w:sz w:val="28"/>
                </w:rPr>
                <w:id w:val="850616193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C33109" w:rsidRDefault="00D3619F" w:rsidP="00030B55">
            <w:pPr>
              <w:rPr>
                <w:bCs/>
                <w:sz w:val="20"/>
              </w:rPr>
            </w:pPr>
            <w:sdt>
              <w:sdtPr>
                <w:rPr>
                  <w:sz w:val="28"/>
                </w:rPr>
                <w:id w:val="823016554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  <w:tr w:rsidR="00674C28" w:rsidRPr="00C33109" w:rsidTr="00030B55"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18267F" w:rsidRDefault="00674C28" w:rsidP="00A013DE">
            <w:r w:rsidRPr="0018267F">
              <w:t>Do the bulleted lists make the text easy to read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C33109" w:rsidRDefault="00D3619F" w:rsidP="00030B55">
            <w:pPr>
              <w:rPr>
                <w:bCs/>
                <w:sz w:val="20"/>
              </w:rPr>
            </w:pPr>
            <w:sdt>
              <w:sdtPr>
                <w:rPr>
                  <w:sz w:val="28"/>
                </w:rPr>
                <w:id w:val="-843773234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C33109" w:rsidRDefault="00D3619F" w:rsidP="00030B55">
            <w:pPr>
              <w:rPr>
                <w:bCs/>
                <w:sz w:val="20"/>
              </w:rPr>
            </w:pPr>
            <w:sdt>
              <w:sdtPr>
                <w:rPr>
                  <w:sz w:val="28"/>
                </w:rPr>
                <w:id w:val="-1190130790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  <w:tr w:rsidR="00674C28" w:rsidRPr="00C33109" w:rsidTr="00030B55"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18267F" w:rsidRDefault="00674C28" w:rsidP="00030B55">
            <w:r w:rsidRPr="0018267F">
              <w:t>Are there spelling mistakes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C33109" w:rsidRDefault="00D3619F" w:rsidP="00030B55">
            <w:pPr>
              <w:rPr>
                <w:bCs/>
                <w:sz w:val="20"/>
              </w:rPr>
            </w:pPr>
            <w:sdt>
              <w:sdtPr>
                <w:rPr>
                  <w:sz w:val="28"/>
                </w:rPr>
                <w:id w:val="365483448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C33109" w:rsidRDefault="00D3619F" w:rsidP="00030B55">
            <w:pPr>
              <w:rPr>
                <w:bCs/>
                <w:sz w:val="20"/>
              </w:rPr>
            </w:pPr>
            <w:sdt>
              <w:sdtPr>
                <w:rPr>
                  <w:sz w:val="28"/>
                </w:rPr>
                <w:id w:val="1255098516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  <w:tr w:rsidR="00674C28" w:rsidRPr="00C33109" w:rsidTr="00030B55"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18267F" w:rsidRDefault="00674C28" w:rsidP="00030B55">
            <w:r w:rsidRPr="0018267F">
              <w:t>Are the layouts of each slide balanced – are they good to look at (pleasing to the eye)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C33109" w:rsidRDefault="00D3619F" w:rsidP="00030B55">
            <w:pPr>
              <w:rPr>
                <w:bCs/>
                <w:sz w:val="20"/>
              </w:rPr>
            </w:pPr>
            <w:sdt>
              <w:sdtPr>
                <w:rPr>
                  <w:sz w:val="28"/>
                </w:rPr>
                <w:id w:val="-1317335593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C33109" w:rsidRDefault="00D3619F" w:rsidP="00030B55">
            <w:pPr>
              <w:rPr>
                <w:bCs/>
                <w:sz w:val="20"/>
              </w:rPr>
            </w:pPr>
            <w:sdt>
              <w:sdtPr>
                <w:rPr>
                  <w:sz w:val="28"/>
                </w:rPr>
                <w:id w:val="725114307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  <w:tr w:rsidR="00674C28" w:rsidRPr="00C33109" w:rsidTr="00030B55">
        <w:tc>
          <w:tcPr>
            <w:tcW w:w="4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18267F" w:rsidRDefault="007F3038" w:rsidP="00F00F5F">
            <w:r w:rsidRPr="0018267F">
              <w:t>Does your design</w:t>
            </w:r>
            <w:r w:rsidR="00674C28" w:rsidRPr="0018267F">
              <w:t xml:space="preserve"> help to get the main points of the presentation over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C33109" w:rsidRDefault="00D3619F" w:rsidP="00030B55">
            <w:pPr>
              <w:rPr>
                <w:bCs/>
                <w:sz w:val="20"/>
              </w:rPr>
            </w:pPr>
            <w:sdt>
              <w:sdtPr>
                <w:rPr>
                  <w:sz w:val="28"/>
                </w:rPr>
                <w:id w:val="1739512486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C33109" w:rsidRDefault="00D3619F" w:rsidP="00030B55">
            <w:pPr>
              <w:rPr>
                <w:bCs/>
                <w:sz w:val="20"/>
              </w:rPr>
            </w:pPr>
            <w:sdt>
              <w:sdtPr>
                <w:rPr>
                  <w:sz w:val="28"/>
                </w:rPr>
                <w:id w:val="1769652958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</w:tbl>
    <w:p w:rsidR="00674C28" w:rsidRDefault="00674C28" w:rsidP="00B76C1F">
      <w:pPr>
        <w:spacing w:line="120" w:lineRule="exac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3"/>
        <w:gridCol w:w="668"/>
        <w:gridCol w:w="583"/>
      </w:tblGrid>
      <w:tr w:rsidR="00674C28" w:rsidRPr="0018267F" w:rsidTr="00030B55">
        <w:tc>
          <w:tcPr>
            <w:tcW w:w="4365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C28" w:rsidRPr="0018267F" w:rsidRDefault="0018267F" w:rsidP="0018267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Use of Graphics </w:t>
            </w:r>
            <w:r w:rsidR="00674C28" w:rsidRPr="0018267F">
              <w:rPr>
                <w:b/>
                <w:bCs/>
              </w:rPr>
              <w:t>and/or sound and movies</w:t>
            </w:r>
          </w:p>
        </w:tc>
        <w:tc>
          <w:tcPr>
            <w:tcW w:w="33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C28" w:rsidRPr="0018267F" w:rsidRDefault="00674C28" w:rsidP="00030B55">
            <w:pPr>
              <w:rPr>
                <w:b/>
                <w:bCs/>
              </w:rPr>
            </w:pPr>
            <w:r w:rsidRPr="0018267F">
              <w:rPr>
                <w:b/>
                <w:bCs/>
              </w:rPr>
              <w:t>Yes</w:t>
            </w:r>
          </w:p>
        </w:tc>
        <w:tc>
          <w:tcPr>
            <w:tcW w:w="29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C28" w:rsidRPr="0018267F" w:rsidRDefault="00674C28" w:rsidP="00030B55">
            <w:pPr>
              <w:rPr>
                <w:b/>
                <w:bCs/>
              </w:rPr>
            </w:pPr>
            <w:r w:rsidRPr="0018267F">
              <w:rPr>
                <w:b/>
                <w:bCs/>
              </w:rPr>
              <w:t>No</w:t>
            </w:r>
          </w:p>
        </w:tc>
      </w:tr>
      <w:tr w:rsidR="00674C28" w:rsidRPr="00203659" w:rsidTr="00030B55">
        <w:tc>
          <w:tcPr>
            <w:tcW w:w="4365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C28" w:rsidRPr="0018267F" w:rsidRDefault="00674C28" w:rsidP="00030B55">
            <w:r w:rsidRPr="0018267F">
              <w:t>Do you feel that the pictures used help you to understand the text in the presentation</w:t>
            </w:r>
          </w:p>
        </w:tc>
        <w:tc>
          <w:tcPr>
            <w:tcW w:w="33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C28" w:rsidRPr="00203659" w:rsidRDefault="00D3619F" w:rsidP="00030B55">
            <w:pPr>
              <w:rPr>
                <w:sz w:val="20"/>
              </w:rPr>
            </w:pPr>
            <w:sdt>
              <w:sdtPr>
                <w:rPr>
                  <w:sz w:val="28"/>
                </w:rPr>
                <w:id w:val="316229920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29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C28" w:rsidRPr="00203659" w:rsidRDefault="00D3619F" w:rsidP="00030B55">
            <w:pPr>
              <w:rPr>
                <w:sz w:val="20"/>
              </w:rPr>
            </w:pPr>
            <w:sdt>
              <w:sdtPr>
                <w:rPr>
                  <w:sz w:val="28"/>
                </w:rPr>
                <w:id w:val="-1395497818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  <w:tr w:rsidR="00674C28" w:rsidRPr="00203659" w:rsidTr="00030B55">
        <w:tc>
          <w:tcPr>
            <w:tcW w:w="4365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C28" w:rsidRPr="0018267F" w:rsidRDefault="00674C28" w:rsidP="00F00F5F">
            <w:r w:rsidRPr="0018267F">
              <w:t xml:space="preserve">Do you feel that the sound is relevant to the purpose </w:t>
            </w:r>
            <w:r w:rsidR="00F00F5F" w:rsidRPr="0018267F">
              <w:t>OR is the hyperlink to the video relevant to the purpose?</w:t>
            </w:r>
          </w:p>
        </w:tc>
        <w:tc>
          <w:tcPr>
            <w:tcW w:w="33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C28" w:rsidRPr="00203659" w:rsidRDefault="00D3619F" w:rsidP="00030B55">
            <w:pPr>
              <w:rPr>
                <w:sz w:val="20"/>
              </w:rPr>
            </w:pPr>
            <w:sdt>
              <w:sdtPr>
                <w:rPr>
                  <w:sz w:val="28"/>
                </w:rPr>
                <w:id w:val="781467657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29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C28" w:rsidRPr="00203659" w:rsidRDefault="00D3619F" w:rsidP="00030B55">
            <w:pPr>
              <w:rPr>
                <w:sz w:val="20"/>
              </w:rPr>
            </w:pPr>
            <w:sdt>
              <w:sdtPr>
                <w:rPr>
                  <w:sz w:val="28"/>
                </w:rPr>
                <w:id w:val="-647981255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</w:tr>
    </w:tbl>
    <w:p w:rsidR="00674C28" w:rsidRDefault="00674C28" w:rsidP="00B76C1F">
      <w:pPr>
        <w:spacing w:line="120" w:lineRule="exac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8603"/>
        <w:gridCol w:w="668"/>
        <w:gridCol w:w="583"/>
      </w:tblGrid>
      <w:tr w:rsidR="00674C28" w:rsidRPr="00203659" w:rsidTr="00030B55">
        <w:tc>
          <w:tcPr>
            <w:tcW w:w="4365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203659" w:rsidRDefault="00674C28" w:rsidP="00030B55">
            <w:pPr>
              <w:rPr>
                <w:b/>
                <w:bCs/>
                <w:sz w:val="20"/>
              </w:rPr>
            </w:pPr>
            <w:r w:rsidRPr="00203659">
              <w:rPr>
                <w:b/>
                <w:bCs/>
                <w:sz w:val="20"/>
              </w:rPr>
              <w:t>Presentation performance</w:t>
            </w:r>
          </w:p>
        </w:tc>
        <w:tc>
          <w:tcPr>
            <w:tcW w:w="33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203659" w:rsidRDefault="00674C28" w:rsidP="00030B55">
            <w:pPr>
              <w:rPr>
                <w:b/>
                <w:bCs/>
                <w:sz w:val="20"/>
              </w:rPr>
            </w:pPr>
            <w:r w:rsidRPr="00203659">
              <w:rPr>
                <w:b/>
                <w:bCs/>
                <w:sz w:val="20"/>
              </w:rPr>
              <w:t>Yes</w:t>
            </w:r>
          </w:p>
        </w:tc>
        <w:tc>
          <w:tcPr>
            <w:tcW w:w="29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203659" w:rsidRDefault="00674C28" w:rsidP="00030B55">
            <w:pPr>
              <w:rPr>
                <w:b/>
                <w:bCs/>
                <w:sz w:val="20"/>
              </w:rPr>
            </w:pPr>
            <w:r w:rsidRPr="00203659">
              <w:rPr>
                <w:b/>
                <w:bCs/>
                <w:sz w:val="20"/>
              </w:rPr>
              <w:t>No</w:t>
            </w:r>
          </w:p>
        </w:tc>
      </w:tr>
      <w:tr w:rsidR="00674C28" w:rsidRPr="0018267F" w:rsidTr="00030B55">
        <w:tc>
          <w:tcPr>
            <w:tcW w:w="4365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18267F" w:rsidRDefault="00F00F5F" w:rsidP="007263C6">
            <w:r w:rsidRPr="0018267F">
              <w:t>Does the transition effect help the presentation run smoothly and not distract you</w:t>
            </w:r>
          </w:p>
        </w:tc>
        <w:tc>
          <w:tcPr>
            <w:tcW w:w="33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18267F" w:rsidRDefault="00D3619F" w:rsidP="00030B55">
            <w:sdt>
              <w:sdtPr>
                <w:id w:val="-1287966253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 w:rsidRPr="001826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18267F" w:rsidRDefault="00D3619F" w:rsidP="00030B55">
            <w:sdt>
              <w:sdtPr>
                <w:id w:val="-1160386901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 w:rsidRPr="0018267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:rsidR="00674C28" w:rsidRDefault="00674C28" w:rsidP="00B76C1F">
      <w:pPr>
        <w:spacing w:line="120" w:lineRule="exac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344"/>
        <w:gridCol w:w="2130"/>
        <w:gridCol w:w="2280"/>
        <w:gridCol w:w="1851"/>
        <w:gridCol w:w="1249"/>
      </w:tblGrid>
      <w:tr w:rsidR="00674C28" w:rsidRPr="00203659" w:rsidTr="00030B55">
        <w:tc>
          <w:tcPr>
            <w:tcW w:w="5000" w:type="pct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C28" w:rsidRPr="0018267F" w:rsidRDefault="00674C28" w:rsidP="00030B55">
            <w:r w:rsidRPr="0018267F">
              <w:t xml:space="preserve">List here </w:t>
            </w:r>
            <w:r w:rsidRPr="0018267F">
              <w:rPr>
                <w:b/>
                <w:bCs/>
              </w:rPr>
              <w:t>three things you liked</w:t>
            </w:r>
            <w:r w:rsidRPr="0018267F">
              <w:t xml:space="preserve"> about the presentation</w:t>
            </w:r>
          </w:p>
          <w:sdt>
            <w:sdtPr>
              <w:rPr>
                <w:sz w:val="20"/>
              </w:rPr>
              <w:id w:val="-153994161"/>
              <w:placeholder>
                <w:docPart w:val="DefaultPlaceholder_1082065158"/>
              </w:placeholder>
              <w:showingPlcHdr/>
              <w:text w:multiLine="1"/>
            </w:sdtPr>
            <w:sdtEndPr/>
            <w:sdtContent>
              <w:p w:rsidR="00B76C1F" w:rsidRDefault="00B76C1F" w:rsidP="00030B55">
                <w:pPr>
                  <w:rPr>
                    <w:sz w:val="20"/>
                  </w:rPr>
                </w:pPr>
                <w:r w:rsidRPr="00851231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674C28" w:rsidRPr="00203659" w:rsidRDefault="00674C28" w:rsidP="00B76C1F">
            <w:pPr>
              <w:spacing w:line="120" w:lineRule="exact"/>
              <w:rPr>
                <w:sz w:val="20"/>
              </w:rPr>
            </w:pPr>
          </w:p>
        </w:tc>
      </w:tr>
      <w:tr w:rsidR="00674C28" w:rsidRPr="00203659" w:rsidTr="00030B55"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C28" w:rsidRPr="0018267F" w:rsidRDefault="00674C28" w:rsidP="00030B55">
            <w:r w:rsidRPr="0018267F">
              <w:t xml:space="preserve">Write here </w:t>
            </w:r>
            <w:r w:rsidRPr="0018267F">
              <w:rPr>
                <w:b/>
                <w:bCs/>
              </w:rPr>
              <w:t>one thing you would change</w:t>
            </w:r>
            <w:r w:rsidRPr="0018267F">
              <w:t xml:space="preserve"> or use to improve the presentation</w:t>
            </w:r>
          </w:p>
          <w:sdt>
            <w:sdtPr>
              <w:rPr>
                <w:sz w:val="20"/>
              </w:rPr>
              <w:id w:val="-1909608703"/>
              <w:showingPlcHdr/>
              <w:text w:multiLine="1"/>
            </w:sdtPr>
            <w:sdtEndPr/>
            <w:sdtContent>
              <w:p w:rsidR="00B76C1F" w:rsidRDefault="00B76C1F" w:rsidP="00B76C1F">
                <w:pPr>
                  <w:rPr>
                    <w:sz w:val="20"/>
                  </w:rPr>
                </w:pPr>
                <w:r w:rsidRPr="00851231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674C28" w:rsidRPr="00203659" w:rsidRDefault="00674C28" w:rsidP="00B76C1F">
            <w:pPr>
              <w:spacing w:line="120" w:lineRule="exact"/>
              <w:rPr>
                <w:sz w:val="20"/>
              </w:rPr>
            </w:pPr>
          </w:p>
        </w:tc>
      </w:tr>
      <w:tr w:rsidR="00674C28" w:rsidRPr="00203659" w:rsidTr="00030B55">
        <w:tc>
          <w:tcPr>
            <w:tcW w:w="5000" w:type="pct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C28" w:rsidRPr="00203659" w:rsidRDefault="00674C28" w:rsidP="00030B55">
            <w:pPr>
              <w:rPr>
                <w:b/>
                <w:bCs/>
                <w:szCs w:val="22"/>
              </w:rPr>
            </w:pPr>
            <w:r w:rsidRPr="00203659">
              <w:rPr>
                <w:b/>
                <w:bCs/>
                <w:szCs w:val="22"/>
              </w:rPr>
              <w:t>Overall, how would you rate this person’s presentation?</w:t>
            </w:r>
          </w:p>
        </w:tc>
      </w:tr>
      <w:tr w:rsidR="00674C28" w:rsidRPr="0018267F" w:rsidTr="00030B55">
        <w:tc>
          <w:tcPr>
            <w:tcW w:w="1189" w:type="pct"/>
            <w:tcBorders>
              <w:top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18267F" w:rsidRDefault="00674C28" w:rsidP="00030B55">
            <w:pPr>
              <w:rPr>
                <w:sz w:val="24"/>
              </w:rPr>
            </w:pPr>
            <w:r w:rsidRPr="0018267F">
              <w:rPr>
                <w:sz w:val="24"/>
              </w:rPr>
              <w:t>Excellent</w:t>
            </w:r>
          </w:p>
          <w:p w:rsidR="00674C28" w:rsidRPr="0018267F" w:rsidRDefault="00674C28" w:rsidP="00030B55">
            <w:pPr>
              <w:rPr>
                <w:sz w:val="24"/>
                <w:szCs w:val="24"/>
              </w:rPr>
            </w:pPr>
            <w:r w:rsidRPr="0018267F">
              <w:rPr>
                <w:sz w:val="24"/>
                <w:szCs w:val="24"/>
              </w:rPr>
              <w:sym w:font="Wingdings" w:char="F04A"/>
            </w:r>
            <w:r w:rsidRPr="0018267F">
              <w:rPr>
                <w:sz w:val="24"/>
                <w:szCs w:val="24"/>
              </w:rPr>
              <w:sym w:font="Wingdings" w:char="F04A"/>
            </w:r>
            <w:r w:rsidRPr="0018267F">
              <w:rPr>
                <w:sz w:val="24"/>
                <w:szCs w:val="24"/>
              </w:rPr>
              <w:sym w:font="Wingdings" w:char="F04A"/>
            </w:r>
            <w:r w:rsidR="00B76C1F" w:rsidRPr="0018267F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</w:rPr>
                <w:id w:val="-390424440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 w:rsidRPr="0018267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1081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18267F" w:rsidRDefault="00674C28" w:rsidP="00030B55">
            <w:pPr>
              <w:rPr>
                <w:sz w:val="24"/>
              </w:rPr>
            </w:pPr>
            <w:r w:rsidRPr="0018267F">
              <w:rPr>
                <w:sz w:val="24"/>
              </w:rPr>
              <w:t>Very good</w:t>
            </w:r>
          </w:p>
          <w:p w:rsidR="00674C28" w:rsidRPr="0018267F" w:rsidRDefault="00674C28" w:rsidP="00030B55">
            <w:pPr>
              <w:rPr>
                <w:sz w:val="24"/>
                <w:szCs w:val="24"/>
              </w:rPr>
            </w:pPr>
            <w:r w:rsidRPr="0018267F">
              <w:rPr>
                <w:sz w:val="24"/>
                <w:szCs w:val="24"/>
              </w:rPr>
              <w:sym w:font="Wingdings" w:char="F04A"/>
            </w:r>
            <w:r w:rsidRPr="0018267F">
              <w:rPr>
                <w:sz w:val="24"/>
                <w:szCs w:val="24"/>
              </w:rPr>
              <w:sym w:font="Wingdings" w:char="F04A"/>
            </w:r>
            <w:r w:rsidR="00B76C1F" w:rsidRPr="0018267F">
              <w:rPr>
                <w:sz w:val="24"/>
              </w:rPr>
              <w:t xml:space="preserve"> </w:t>
            </w:r>
            <w:sdt>
              <w:sdtPr>
                <w:rPr>
                  <w:sz w:val="24"/>
                </w:rPr>
                <w:id w:val="70554615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 w:rsidRPr="0018267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1157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18267F" w:rsidRDefault="00674C28" w:rsidP="00030B55">
            <w:pPr>
              <w:rPr>
                <w:sz w:val="24"/>
              </w:rPr>
            </w:pPr>
            <w:r w:rsidRPr="0018267F">
              <w:rPr>
                <w:sz w:val="24"/>
              </w:rPr>
              <w:t>Good</w:t>
            </w:r>
          </w:p>
          <w:p w:rsidR="00674C28" w:rsidRPr="0018267F" w:rsidRDefault="00674C28" w:rsidP="00030B55">
            <w:pPr>
              <w:rPr>
                <w:sz w:val="24"/>
                <w:szCs w:val="24"/>
              </w:rPr>
            </w:pPr>
            <w:r w:rsidRPr="0018267F">
              <w:rPr>
                <w:sz w:val="24"/>
                <w:szCs w:val="24"/>
              </w:rPr>
              <w:sym w:font="Wingdings" w:char="F04A"/>
            </w:r>
            <w:r w:rsidR="00B76C1F" w:rsidRPr="0018267F">
              <w:rPr>
                <w:sz w:val="24"/>
              </w:rPr>
              <w:t xml:space="preserve"> </w:t>
            </w:r>
            <w:sdt>
              <w:sdtPr>
                <w:rPr>
                  <w:sz w:val="24"/>
                </w:rPr>
                <w:id w:val="-1174877193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 w:rsidRPr="0018267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39" w:type="pct"/>
            <w:tcBorders>
              <w:top w:val="nil"/>
              <w:left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18267F" w:rsidRDefault="00674C28" w:rsidP="00030B55">
            <w:pPr>
              <w:rPr>
                <w:sz w:val="24"/>
              </w:rPr>
            </w:pPr>
            <w:r w:rsidRPr="0018267F">
              <w:rPr>
                <w:sz w:val="24"/>
              </w:rPr>
              <w:t>Poor</w:t>
            </w:r>
          </w:p>
          <w:p w:rsidR="00674C28" w:rsidRPr="0018267F" w:rsidRDefault="00674C28" w:rsidP="00030B55">
            <w:pPr>
              <w:rPr>
                <w:sz w:val="24"/>
                <w:szCs w:val="24"/>
              </w:rPr>
            </w:pPr>
            <w:r w:rsidRPr="0018267F">
              <w:rPr>
                <w:sz w:val="24"/>
                <w:szCs w:val="24"/>
              </w:rPr>
              <w:sym w:font="Wingdings" w:char="F04B"/>
            </w:r>
            <w:r w:rsidR="00B76C1F" w:rsidRPr="0018267F">
              <w:rPr>
                <w:sz w:val="24"/>
              </w:rPr>
              <w:t xml:space="preserve"> </w:t>
            </w:r>
            <w:sdt>
              <w:sdtPr>
                <w:rPr>
                  <w:sz w:val="24"/>
                </w:rPr>
                <w:id w:val="627207028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 w:rsidRPr="0018267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634" w:type="pct"/>
            <w:tcBorders>
              <w:top w:val="nil"/>
              <w:lef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C28" w:rsidRPr="0018267F" w:rsidRDefault="00674C28" w:rsidP="00030B55">
            <w:pPr>
              <w:rPr>
                <w:sz w:val="24"/>
              </w:rPr>
            </w:pPr>
            <w:r w:rsidRPr="0018267F">
              <w:rPr>
                <w:sz w:val="24"/>
              </w:rPr>
              <w:t>Very poor</w:t>
            </w:r>
          </w:p>
          <w:p w:rsidR="00674C28" w:rsidRPr="0018267F" w:rsidRDefault="00674C28" w:rsidP="00030B55">
            <w:pPr>
              <w:rPr>
                <w:sz w:val="24"/>
                <w:szCs w:val="24"/>
              </w:rPr>
            </w:pPr>
            <w:r w:rsidRPr="0018267F">
              <w:rPr>
                <w:sz w:val="24"/>
                <w:szCs w:val="24"/>
              </w:rPr>
              <w:sym w:font="Wingdings" w:char="F04C"/>
            </w:r>
            <w:r w:rsidR="00B76C1F" w:rsidRPr="0018267F">
              <w:rPr>
                <w:sz w:val="24"/>
              </w:rPr>
              <w:t xml:space="preserve"> </w:t>
            </w:r>
            <w:sdt>
              <w:sdtPr>
                <w:rPr>
                  <w:sz w:val="24"/>
                </w:rPr>
                <w:id w:val="-1608658650"/>
                <w14:checkbox>
                  <w14:checked w14:val="0"/>
                  <w14:checkedState w14:val="0050" w14:font="Wingdings 2"/>
                  <w14:uncheckedState w14:val="2610" w14:font="Malgun Gothic Semilight"/>
                </w14:checkbox>
              </w:sdtPr>
              <w:sdtEndPr/>
              <w:sdtContent>
                <w:r w:rsidR="00B76C1F" w:rsidRPr="0018267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</w:tc>
      </w:tr>
    </w:tbl>
    <w:p w:rsidR="007263C6" w:rsidRDefault="007263C6" w:rsidP="007263C6">
      <w:pPr>
        <w:spacing w:line="120" w:lineRule="exact"/>
      </w:pPr>
    </w:p>
    <w:p w:rsidR="00516D57" w:rsidRDefault="00516D57" w:rsidP="00516D57"/>
    <w:p w:rsidR="0014579F" w:rsidRDefault="0014579F" w:rsidP="0014579F">
      <w:pPr>
        <w:ind w:left="1418" w:right="225"/>
        <w:rPr>
          <w:b/>
          <w:sz w:val="28"/>
        </w:rPr>
      </w:pPr>
      <w:proofErr w:type="gramStart"/>
      <w:r>
        <w:rPr>
          <w:b/>
          <w:sz w:val="28"/>
        </w:rPr>
        <w:t>Check  -</w:t>
      </w:r>
      <w:proofErr w:type="gramEnd"/>
      <w:r>
        <w:rPr>
          <w:b/>
          <w:sz w:val="28"/>
        </w:rPr>
        <w:t xml:space="preserve">  have you had </w:t>
      </w:r>
      <w:r w:rsidR="006B74F0" w:rsidRPr="006B74F0">
        <w:rPr>
          <w:b/>
          <w:sz w:val="28"/>
        </w:rPr>
        <w:t>your</w:t>
      </w:r>
      <w:r w:rsidR="006B74F0">
        <w:rPr>
          <w:b/>
          <w:sz w:val="28"/>
        </w:rPr>
        <w:t xml:space="preserve"> peer evaluation</w:t>
      </w:r>
      <w:r>
        <w:rPr>
          <w:b/>
          <w:sz w:val="28"/>
        </w:rPr>
        <w:t xml:space="preserve"> filled </w:t>
      </w:r>
      <w:r w:rsidR="006B74F0">
        <w:rPr>
          <w:b/>
          <w:sz w:val="28"/>
        </w:rPr>
        <w:t>in</w:t>
      </w:r>
      <w:r>
        <w:rPr>
          <w:b/>
          <w:sz w:val="28"/>
        </w:rPr>
        <w:t>?</w:t>
      </w:r>
    </w:p>
    <w:p w:rsidR="0018267F" w:rsidRDefault="0018267F" w:rsidP="0014579F">
      <w:pPr>
        <w:ind w:left="1418" w:right="225"/>
        <w:rPr>
          <w:b/>
          <w:sz w:val="28"/>
        </w:rPr>
      </w:pPr>
    </w:p>
    <w:p w:rsidR="0014579F" w:rsidRDefault="0018267F" w:rsidP="00516D57">
      <w:pPr>
        <w:ind w:left="1418" w:right="225"/>
        <w:rPr>
          <w:b/>
          <w:sz w:val="28"/>
        </w:rPr>
      </w:pPr>
      <w:r>
        <w:rPr>
          <w:sz w:val="28"/>
        </w:rPr>
        <w:t>Save and close this document.  You will email this to nzcc2@eit.ac.nz</w:t>
      </w:r>
    </w:p>
    <w:p w:rsidR="00C33109" w:rsidRDefault="00C33109" w:rsidP="00C33109"/>
    <w:sectPr w:rsidR="00C33109" w:rsidSect="00B76C1F">
      <w:footerReference w:type="default" r:id="rId7"/>
      <w:pgSz w:w="11906" w:h="16838" w:code="9"/>
      <w:pgMar w:top="284" w:right="1021" w:bottom="567" w:left="1021" w:header="56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3C6" w:rsidRDefault="007263C6">
      <w:r>
        <w:separator/>
      </w:r>
    </w:p>
  </w:endnote>
  <w:endnote w:type="continuationSeparator" w:id="0">
    <w:p w:rsidR="007263C6" w:rsidRDefault="00726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3C6" w:rsidRPr="00776753" w:rsidRDefault="007263C6" w:rsidP="00FC368C">
    <w:pPr>
      <w:pStyle w:val="Footer"/>
    </w:pPr>
    <w:r>
      <w:tab/>
    </w:r>
    <w:r w:rsidRPr="00776753">
      <w:t xml:space="preserve">Page </w:t>
    </w:r>
    <w:r w:rsidRPr="00776753">
      <w:fldChar w:fldCharType="begin"/>
    </w:r>
    <w:r w:rsidRPr="00776753">
      <w:instrText xml:space="preserve"> PAGE </w:instrText>
    </w:r>
    <w:r w:rsidRPr="00776753">
      <w:fldChar w:fldCharType="separate"/>
    </w:r>
    <w:r w:rsidR="00D3619F">
      <w:rPr>
        <w:noProof/>
      </w:rPr>
      <w:t>1</w:t>
    </w:r>
    <w:r w:rsidRPr="00776753">
      <w:fldChar w:fldCharType="end"/>
    </w:r>
    <w:r w:rsidRPr="00776753">
      <w:t xml:space="preserve"> of </w:t>
    </w:r>
    <w:r w:rsidRPr="00776753">
      <w:fldChar w:fldCharType="begin"/>
    </w:r>
    <w:r w:rsidRPr="00776753">
      <w:instrText xml:space="preserve"> NUMPAGES </w:instrText>
    </w:r>
    <w:r w:rsidRPr="00776753">
      <w:fldChar w:fldCharType="separate"/>
    </w:r>
    <w:r w:rsidR="00D3619F">
      <w:rPr>
        <w:noProof/>
      </w:rPr>
      <w:t>2</w:t>
    </w:r>
    <w:r w:rsidRPr="0077675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3C6" w:rsidRDefault="007263C6">
      <w:r>
        <w:separator/>
      </w:r>
    </w:p>
  </w:footnote>
  <w:footnote w:type="continuationSeparator" w:id="0">
    <w:p w:rsidR="007263C6" w:rsidRDefault="00726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93"/>
      </v:shape>
    </w:pict>
  </w:numPicBullet>
  <w:abstractNum w:abstractNumId="0" w15:restartNumberingAfterBreak="0">
    <w:nsid w:val="1BD27503"/>
    <w:multiLevelType w:val="hybridMultilevel"/>
    <w:tmpl w:val="DE363C8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B0959"/>
    <w:multiLevelType w:val="singleLevel"/>
    <w:tmpl w:val="7454400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449E120F"/>
    <w:multiLevelType w:val="hybridMultilevel"/>
    <w:tmpl w:val="199AB2F0"/>
    <w:lvl w:ilvl="0" w:tplc="66006C30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812D85"/>
    <w:multiLevelType w:val="hybridMultilevel"/>
    <w:tmpl w:val="1EA2B4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efaultTableStyle w:val="TableGrid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99A"/>
    <w:rsid w:val="00020B69"/>
    <w:rsid w:val="000309FD"/>
    <w:rsid w:val="00030B55"/>
    <w:rsid w:val="0005309E"/>
    <w:rsid w:val="00086BE2"/>
    <w:rsid w:val="0008745F"/>
    <w:rsid w:val="00105941"/>
    <w:rsid w:val="00130348"/>
    <w:rsid w:val="0014579F"/>
    <w:rsid w:val="00146C75"/>
    <w:rsid w:val="0018267F"/>
    <w:rsid w:val="001A585D"/>
    <w:rsid w:val="001C06EC"/>
    <w:rsid w:val="001C3070"/>
    <w:rsid w:val="001D4880"/>
    <w:rsid w:val="001E7F0D"/>
    <w:rsid w:val="00203659"/>
    <w:rsid w:val="00220878"/>
    <w:rsid w:val="002705D2"/>
    <w:rsid w:val="00291F9F"/>
    <w:rsid w:val="00370060"/>
    <w:rsid w:val="003703EA"/>
    <w:rsid w:val="00372D07"/>
    <w:rsid w:val="003A1191"/>
    <w:rsid w:val="003D10C2"/>
    <w:rsid w:val="00456327"/>
    <w:rsid w:val="004A1325"/>
    <w:rsid w:val="004F5EBF"/>
    <w:rsid w:val="00516D57"/>
    <w:rsid w:val="00531B03"/>
    <w:rsid w:val="00540EC0"/>
    <w:rsid w:val="00557049"/>
    <w:rsid w:val="00562E3B"/>
    <w:rsid w:val="005775D4"/>
    <w:rsid w:val="005D371D"/>
    <w:rsid w:val="005E37B3"/>
    <w:rsid w:val="005F0697"/>
    <w:rsid w:val="00605F23"/>
    <w:rsid w:val="00660F5E"/>
    <w:rsid w:val="00662A58"/>
    <w:rsid w:val="00674C28"/>
    <w:rsid w:val="006B74F0"/>
    <w:rsid w:val="006D6FF3"/>
    <w:rsid w:val="006E4160"/>
    <w:rsid w:val="006F6111"/>
    <w:rsid w:val="007029D6"/>
    <w:rsid w:val="00723E88"/>
    <w:rsid w:val="007263C6"/>
    <w:rsid w:val="0076734C"/>
    <w:rsid w:val="007908A4"/>
    <w:rsid w:val="007C64B3"/>
    <w:rsid w:val="007E79A7"/>
    <w:rsid w:val="007F3038"/>
    <w:rsid w:val="007F79BB"/>
    <w:rsid w:val="0081577C"/>
    <w:rsid w:val="008166D8"/>
    <w:rsid w:val="0082485D"/>
    <w:rsid w:val="008351CC"/>
    <w:rsid w:val="008B043A"/>
    <w:rsid w:val="008C5C1B"/>
    <w:rsid w:val="008D68C4"/>
    <w:rsid w:val="00905785"/>
    <w:rsid w:val="00915633"/>
    <w:rsid w:val="009473D5"/>
    <w:rsid w:val="009519F2"/>
    <w:rsid w:val="009C2E88"/>
    <w:rsid w:val="009F6FE7"/>
    <w:rsid w:val="00A013DE"/>
    <w:rsid w:val="00A808DA"/>
    <w:rsid w:val="00A87736"/>
    <w:rsid w:val="00A96DBC"/>
    <w:rsid w:val="00AA6BFC"/>
    <w:rsid w:val="00AC4750"/>
    <w:rsid w:val="00AD4F40"/>
    <w:rsid w:val="00AE12C8"/>
    <w:rsid w:val="00B1727C"/>
    <w:rsid w:val="00B42A9D"/>
    <w:rsid w:val="00B64546"/>
    <w:rsid w:val="00B76C1F"/>
    <w:rsid w:val="00B87A6B"/>
    <w:rsid w:val="00BA604E"/>
    <w:rsid w:val="00BC621B"/>
    <w:rsid w:val="00BF52D5"/>
    <w:rsid w:val="00C33109"/>
    <w:rsid w:val="00C352AA"/>
    <w:rsid w:val="00C453F5"/>
    <w:rsid w:val="00C6199A"/>
    <w:rsid w:val="00CA658B"/>
    <w:rsid w:val="00D1489E"/>
    <w:rsid w:val="00D3619F"/>
    <w:rsid w:val="00D55F0E"/>
    <w:rsid w:val="00D83B7E"/>
    <w:rsid w:val="00DA34C4"/>
    <w:rsid w:val="00DC3BFD"/>
    <w:rsid w:val="00E20B11"/>
    <w:rsid w:val="00E20C63"/>
    <w:rsid w:val="00E32DB1"/>
    <w:rsid w:val="00E45A7F"/>
    <w:rsid w:val="00E51115"/>
    <w:rsid w:val="00EA1822"/>
    <w:rsid w:val="00EA53AE"/>
    <w:rsid w:val="00EC5A27"/>
    <w:rsid w:val="00EF5E48"/>
    <w:rsid w:val="00F00F5F"/>
    <w:rsid w:val="00F50D82"/>
    <w:rsid w:val="00F76B51"/>
    <w:rsid w:val="00FC368C"/>
    <w:rsid w:val="00FF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6C320959"/>
  <w15:docId w15:val="{B7232410-A3AF-428B-8442-2D04F14D2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77C"/>
    <w:rPr>
      <w:rFonts w:asciiTheme="minorHAnsi" w:hAnsiTheme="minorHAnsi"/>
      <w:color w:val="000000"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81577C"/>
    <w:pPr>
      <w:keepNext/>
      <w:keepLines/>
      <w:spacing w:after="240" w:line="240" w:lineRule="atLeast"/>
      <w:outlineLvl w:val="0"/>
    </w:pPr>
    <w:rPr>
      <w:rFonts w:ascii="Maiandra GD" w:hAnsi="Maiandra GD"/>
      <w:b/>
      <w:caps/>
      <w:spacing w:val="20"/>
      <w:kern w:val="16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A1325"/>
    <w:rPr>
      <w:rFonts w:ascii="Comic Sans MS" w:hAnsi="Comic Sans MS"/>
      <w:color w:val="FF0000"/>
      <w:sz w:val="24"/>
      <w:u w:val="single"/>
    </w:rPr>
  </w:style>
  <w:style w:type="paragraph" w:styleId="Footer">
    <w:name w:val="footer"/>
    <w:basedOn w:val="Normal"/>
    <w:rsid w:val="004A1325"/>
    <w:pPr>
      <w:keepLines/>
      <w:tabs>
        <w:tab w:val="left" w:pos="4320"/>
        <w:tab w:val="right" w:pos="9480"/>
      </w:tabs>
      <w:spacing w:line="240" w:lineRule="atLeast"/>
      <w:ind w:left="57" w:right="57"/>
    </w:pPr>
    <w:rPr>
      <w:spacing w:val="15"/>
      <w:sz w:val="20"/>
    </w:rPr>
  </w:style>
  <w:style w:type="paragraph" w:styleId="Header">
    <w:name w:val="header"/>
    <w:basedOn w:val="Normal"/>
    <w:rsid w:val="004A1325"/>
    <w:pPr>
      <w:tabs>
        <w:tab w:val="center" w:pos="4153"/>
        <w:tab w:val="right" w:pos="8306"/>
      </w:tabs>
    </w:pPr>
    <w:rPr>
      <w:sz w:val="18"/>
    </w:rPr>
  </w:style>
  <w:style w:type="paragraph" w:styleId="BodyText3">
    <w:name w:val="Body Text 3"/>
    <w:basedOn w:val="Normal"/>
    <w:rsid w:val="004A1325"/>
    <w:rPr>
      <w:color w:val="auto"/>
      <w:sz w:val="20"/>
    </w:rPr>
  </w:style>
  <w:style w:type="table" w:styleId="TableGrid">
    <w:name w:val="Table Grid"/>
    <w:basedOn w:val="TableNormal"/>
    <w:rsid w:val="00557049"/>
    <w:rPr>
      <w:rFonts w:ascii="Franklin Gothic Book" w:hAnsi="Franklin Gothic Boo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</w:style>
  <w:style w:type="character" w:customStyle="1" w:styleId="why">
    <w:name w:val="why"/>
    <w:rsid w:val="004A1325"/>
    <w:rPr>
      <w:i/>
      <w:color w:val="000080"/>
      <w:sz w:val="20"/>
    </w:rPr>
  </w:style>
  <w:style w:type="paragraph" w:styleId="ListParagraph">
    <w:name w:val="List Paragraph"/>
    <w:basedOn w:val="Normal"/>
    <w:uiPriority w:val="34"/>
    <w:qFormat/>
    <w:rsid w:val="0081577C"/>
    <w:pPr>
      <w:ind w:left="720"/>
      <w:contextualSpacing/>
    </w:pPr>
  </w:style>
  <w:style w:type="paragraph" w:customStyle="1" w:styleId="smallline">
    <w:name w:val="smallline"/>
    <w:basedOn w:val="Normal"/>
    <w:qFormat/>
    <w:rsid w:val="0081577C"/>
    <w:pPr>
      <w:spacing w:line="120" w:lineRule="exact"/>
    </w:pPr>
  </w:style>
  <w:style w:type="character" w:styleId="PlaceholderText">
    <w:name w:val="Placeholder Text"/>
    <w:basedOn w:val="DefaultParagraphFont"/>
    <w:uiPriority w:val="99"/>
    <w:semiHidden/>
    <w:rsid w:val="00E20C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C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C63"/>
    <w:rPr>
      <w:rFonts w:ascii="Tahoma" w:hAnsi="Tahoma" w:cs="Tahoma"/>
      <w:color w:val="000000"/>
      <w:sz w:val="16"/>
      <w:szCs w:val="16"/>
      <w:lang w:val="en-AU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7F3038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3038"/>
    <w:rPr>
      <w:rFonts w:asciiTheme="majorHAnsi" w:eastAsiaTheme="majorEastAsia" w:hAnsiTheme="majorHAnsi" w:cstheme="majorBidi"/>
      <w:spacing w:val="-10"/>
      <w:kern w:val="28"/>
      <w:sz w:val="56"/>
      <w:szCs w:val="56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EC24D-98EB-4367-B8FD-39D9D9D17177}"/>
      </w:docPartPr>
      <w:docPartBody>
        <w:p w:rsidR="00D37083" w:rsidRDefault="00D37083">
          <w:r w:rsidRPr="00851231">
            <w:rPr>
              <w:rStyle w:val="PlaceholderText"/>
            </w:rPr>
            <w:t>Click here to enter text.</w:t>
          </w:r>
        </w:p>
      </w:docPartBody>
    </w:docPart>
    <w:docPart>
      <w:docPartPr>
        <w:name w:val="9FDB048B3B2F44829F269BA4E7B93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B7373A-F115-4210-B2A5-D0E9DF99FCAD}"/>
      </w:docPartPr>
      <w:docPartBody>
        <w:p w:rsidR="00FC27D9" w:rsidRDefault="00911A49" w:rsidP="00911A49">
          <w:pPr>
            <w:pStyle w:val="9FDB048B3B2F44829F269BA4E7B93B15"/>
          </w:pPr>
          <w:r w:rsidRPr="00851231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083"/>
    <w:rsid w:val="00071FF0"/>
    <w:rsid w:val="00911A49"/>
    <w:rsid w:val="00D37083"/>
    <w:rsid w:val="00FC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1A49"/>
    <w:rPr>
      <w:color w:val="808080"/>
    </w:rPr>
  </w:style>
  <w:style w:type="paragraph" w:customStyle="1" w:styleId="A3BEBDB45CAA4B2FB55A26EE36AED27B">
    <w:name w:val="A3BEBDB45CAA4B2FB55A26EE36AED27B"/>
    <w:rsid w:val="00D37083"/>
  </w:style>
  <w:style w:type="paragraph" w:customStyle="1" w:styleId="46E0714EF4104EE09F288704A48B7A89">
    <w:name w:val="46E0714EF4104EE09F288704A48B7A89"/>
    <w:rsid w:val="00D37083"/>
  </w:style>
  <w:style w:type="paragraph" w:customStyle="1" w:styleId="BB17403C15DE4EDEA5C40FC52BB00875">
    <w:name w:val="BB17403C15DE4EDEA5C40FC52BB00875"/>
    <w:rsid w:val="00D37083"/>
  </w:style>
  <w:style w:type="paragraph" w:customStyle="1" w:styleId="894625242B3B4106BCFC24F65522E19A">
    <w:name w:val="894625242B3B4106BCFC24F65522E19A"/>
    <w:rsid w:val="00D37083"/>
  </w:style>
  <w:style w:type="paragraph" w:customStyle="1" w:styleId="32E85150F94A4997A2CD89CEC270BB3B">
    <w:name w:val="32E85150F94A4997A2CD89CEC270BB3B"/>
    <w:rsid w:val="00D37083"/>
  </w:style>
  <w:style w:type="paragraph" w:customStyle="1" w:styleId="96C6D06AF1C64E318C9FE4D9315389DE">
    <w:name w:val="96C6D06AF1C64E318C9FE4D9315389DE"/>
    <w:rsid w:val="00D37083"/>
  </w:style>
  <w:style w:type="paragraph" w:customStyle="1" w:styleId="12358243530F48069E1A6E414D752699">
    <w:name w:val="12358243530F48069E1A6E414D752699"/>
    <w:rsid w:val="00D37083"/>
  </w:style>
  <w:style w:type="paragraph" w:customStyle="1" w:styleId="2966BDEA92CD442CA0CA704BCAFE0E67">
    <w:name w:val="2966BDEA92CD442CA0CA704BCAFE0E67"/>
    <w:rsid w:val="00D37083"/>
  </w:style>
  <w:style w:type="paragraph" w:customStyle="1" w:styleId="199774ADA6CA43B6A45B622BD58B94AA">
    <w:name w:val="199774ADA6CA43B6A45B622BD58B94AA"/>
    <w:rsid w:val="00D37083"/>
  </w:style>
  <w:style w:type="paragraph" w:customStyle="1" w:styleId="8D72CD516A9A43CDA1BD7E94BB1A835A">
    <w:name w:val="8D72CD516A9A43CDA1BD7E94BB1A835A"/>
    <w:rsid w:val="00D37083"/>
  </w:style>
  <w:style w:type="paragraph" w:customStyle="1" w:styleId="E32E4B86D4754800B7DC0ED89C362711">
    <w:name w:val="E32E4B86D4754800B7DC0ED89C362711"/>
    <w:rsid w:val="00D37083"/>
  </w:style>
  <w:style w:type="paragraph" w:customStyle="1" w:styleId="A63F14F8EE654CFCB28E2834EE193C38">
    <w:name w:val="A63F14F8EE654CFCB28E2834EE193C38"/>
    <w:rsid w:val="00D37083"/>
  </w:style>
  <w:style w:type="paragraph" w:customStyle="1" w:styleId="1F99565554524C719CA992E930F8149F">
    <w:name w:val="1F99565554524C719CA992E930F8149F"/>
    <w:rsid w:val="00D37083"/>
  </w:style>
  <w:style w:type="paragraph" w:customStyle="1" w:styleId="366FAF6EDBA242FEABDEEC46798C317C">
    <w:name w:val="366FAF6EDBA242FEABDEEC46798C317C"/>
    <w:rsid w:val="00D37083"/>
  </w:style>
  <w:style w:type="paragraph" w:customStyle="1" w:styleId="1497E0684EB443EE9AFBF1904F8D4E10">
    <w:name w:val="1497E0684EB443EE9AFBF1904F8D4E10"/>
    <w:rsid w:val="00D37083"/>
  </w:style>
  <w:style w:type="paragraph" w:customStyle="1" w:styleId="4CE7E22C7179496DB4E1A8E27AE5B072">
    <w:name w:val="4CE7E22C7179496DB4E1A8E27AE5B072"/>
    <w:rsid w:val="00D37083"/>
  </w:style>
  <w:style w:type="paragraph" w:customStyle="1" w:styleId="5607A3D8376E43209982736B9C1BA254">
    <w:name w:val="5607A3D8376E43209982736B9C1BA254"/>
    <w:rsid w:val="00D37083"/>
  </w:style>
  <w:style w:type="paragraph" w:customStyle="1" w:styleId="F29B0F376FEB4E2E9F98A2DCA5515E57">
    <w:name w:val="F29B0F376FEB4E2E9F98A2DCA5515E57"/>
    <w:rsid w:val="00D37083"/>
  </w:style>
  <w:style w:type="paragraph" w:customStyle="1" w:styleId="78086B1D8BBC478F9357B7FCAAB95E34">
    <w:name w:val="78086B1D8BBC478F9357B7FCAAB95E34"/>
    <w:rsid w:val="00D37083"/>
  </w:style>
  <w:style w:type="paragraph" w:customStyle="1" w:styleId="5920950121CE4F09A45994A4BFF0FC2C">
    <w:name w:val="5920950121CE4F09A45994A4BFF0FC2C"/>
    <w:rsid w:val="00D37083"/>
  </w:style>
  <w:style w:type="paragraph" w:customStyle="1" w:styleId="0B86D3B7BEFF4AFB911F17DD9FC4B8AB">
    <w:name w:val="0B86D3B7BEFF4AFB911F17DD9FC4B8AB"/>
    <w:rsid w:val="00D37083"/>
  </w:style>
  <w:style w:type="paragraph" w:customStyle="1" w:styleId="0C271E778AEC4EDDB8D5CAB81E575166">
    <w:name w:val="0C271E778AEC4EDDB8D5CAB81E575166"/>
    <w:rsid w:val="00D37083"/>
  </w:style>
  <w:style w:type="paragraph" w:customStyle="1" w:styleId="E7AFC0184ED54AE8BC6827040034B493">
    <w:name w:val="E7AFC0184ED54AE8BC6827040034B493"/>
    <w:rsid w:val="00D37083"/>
  </w:style>
  <w:style w:type="paragraph" w:customStyle="1" w:styleId="36251D3D93B34B73B77CEEC41973A993">
    <w:name w:val="36251D3D93B34B73B77CEEC41973A993"/>
    <w:rsid w:val="00D37083"/>
  </w:style>
  <w:style w:type="paragraph" w:customStyle="1" w:styleId="B015B8E78F9845E4A0A2C57009404649">
    <w:name w:val="B015B8E78F9845E4A0A2C57009404649"/>
    <w:rsid w:val="00D37083"/>
  </w:style>
  <w:style w:type="paragraph" w:customStyle="1" w:styleId="EE430E1E879343439F241060803F7E2C">
    <w:name w:val="EE430E1E879343439F241060803F7E2C"/>
    <w:rsid w:val="00D37083"/>
  </w:style>
  <w:style w:type="paragraph" w:customStyle="1" w:styleId="A3C5C0C2256143CD8B2CB74349EC50A9">
    <w:name w:val="A3C5C0C2256143CD8B2CB74349EC50A9"/>
    <w:rsid w:val="00D37083"/>
  </w:style>
  <w:style w:type="paragraph" w:customStyle="1" w:styleId="F2653F50A9E44742ADB1403041566F6B">
    <w:name w:val="F2653F50A9E44742ADB1403041566F6B"/>
    <w:rsid w:val="00D37083"/>
  </w:style>
  <w:style w:type="paragraph" w:customStyle="1" w:styleId="756231BC2B3A428C80B812BEB546CE67">
    <w:name w:val="756231BC2B3A428C80B812BEB546CE67"/>
    <w:rsid w:val="00D37083"/>
  </w:style>
  <w:style w:type="paragraph" w:customStyle="1" w:styleId="3E14997762D34D8886ABB43E0459EB86">
    <w:name w:val="3E14997762D34D8886ABB43E0459EB86"/>
    <w:rsid w:val="00D37083"/>
  </w:style>
  <w:style w:type="paragraph" w:customStyle="1" w:styleId="A806E32395B54594913FD0D86504291B">
    <w:name w:val="A806E32395B54594913FD0D86504291B"/>
    <w:rsid w:val="00D37083"/>
  </w:style>
  <w:style w:type="paragraph" w:customStyle="1" w:styleId="2DD46ED3E36943809C77A36C97468657">
    <w:name w:val="2DD46ED3E36943809C77A36C97468657"/>
    <w:rsid w:val="00D37083"/>
  </w:style>
  <w:style w:type="paragraph" w:customStyle="1" w:styleId="48253261ADC147BC80024DDC93E0868D">
    <w:name w:val="48253261ADC147BC80024DDC93E0868D"/>
    <w:rsid w:val="00D37083"/>
  </w:style>
  <w:style w:type="paragraph" w:customStyle="1" w:styleId="53E93A5C0C0646A49DD27E9C98265691">
    <w:name w:val="53E93A5C0C0646A49DD27E9C98265691"/>
    <w:rsid w:val="00D37083"/>
  </w:style>
  <w:style w:type="paragraph" w:customStyle="1" w:styleId="50EECB55DB824A078FCCBD87B39F73AA">
    <w:name w:val="50EECB55DB824A078FCCBD87B39F73AA"/>
    <w:rsid w:val="00D37083"/>
  </w:style>
  <w:style w:type="paragraph" w:customStyle="1" w:styleId="A154F46692A14106BC9793D8F33A1ED3">
    <w:name w:val="A154F46692A14106BC9793D8F33A1ED3"/>
    <w:rsid w:val="00D37083"/>
  </w:style>
  <w:style w:type="paragraph" w:customStyle="1" w:styleId="D88F8FBDF3334D269BB20826189AC60A">
    <w:name w:val="D88F8FBDF3334D269BB20826189AC60A"/>
    <w:rsid w:val="00D37083"/>
  </w:style>
  <w:style w:type="paragraph" w:customStyle="1" w:styleId="A0CE1583DD2A4D08A53FAC73803FE97E">
    <w:name w:val="A0CE1583DD2A4D08A53FAC73803FE97E"/>
    <w:rsid w:val="00D37083"/>
  </w:style>
  <w:style w:type="paragraph" w:customStyle="1" w:styleId="1DE7EC580A1A413CBFAE146C429E61C7">
    <w:name w:val="1DE7EC580A1A413CBFAE146C429E61C7"/>
    <w:rsid w:val="00D37083"/>
  </w:style>
  <w:style w:type="paragraph" w:customStyle="1" w:styleId="B04F9B2AC4F941EFB79CB145CDA6713E">
    <w:name w:val="B04F9B2AC4F941EFB79CB145CDA6713E"/>
    <w:rsid w:val="00D37083"/>
  </w:style>
  <w:style w:type="paragraph" w:customStyle="1" w:styleId="6BCF6973B6BB41A4A1EA7D81067C858F">
    <w:name w:val="6BCF6973B6BB41A4A1EA7D81067C858F"/>
    <w:rsid w:val="00D37083"/>
  </w:style>
  <w:style w:type="paragraph" w:customStyle="1" w:styleId="6D4F46B9958B4D3A82A69BB422C34986">
    <w:name w:val="6D4F46B9958B4D3A82A69BB422C34986"/>
    <w:rsid w:val="00D37083"/>
  </w:style>
  <w:style w:type="paragraph" w:customStyle="1" w:styleId="30FB142A1DF64E6DB876A1A63A34455F">
    <w:name w:val="30FB142A1DF64E6DB876A1A63A34455F"/>
    <w:rsid w:val="00D37083"/>
  </w:style>
  <w:style w:type="paragraph" w:customStyle="1" w:styleId="184897CBAAD248849160ADA8F4CBF7F7">
    <w:name w:val="184897CBAAD248849160ADA8F4CBF7F7"/>
    <w:rsid w:val="00D37083"/>
  </w:style>
  <w:style w:type="paragraph" w:customStyle="1" w:styleId="F3946E27456A42BA81EC65DCEF256A35">
    <w:name w:val="F3946E27456A42BA81EC65DCEF256A35"/>
    <w:rsid w:val="00D37083"/>
  </w:style>
  <w:style w:type="paragraph" w:customStyle="1" w:styleId="3DF251F1341E4DFBA42C30FB584F6391">
    <w:name w:val="3DF251F1341E4DFBA42C30FB584F6391"/>
    <w:rsid w:val="00D37083"/>
  </w:style>
  <w:style w:type="paragraph" w:customStyle="1" w:styleId="381010836D81449B8A24DEB5E4469DE9">
    <w:name w:val="381010836D81449B8A24DEB5E4469DE9"/>
    <w:rsid w:val="00D37083"/>
  </w:style>
  <w:style w:type="paragraph" w:customStyle="1" w:styleId="8540229073474BA5AA84635BF128D065">
    <w:name w:val="8540229073474BA5AA84635BF128D065"/>
    <w:rsid w:val="00D37083"/>
  </w:style>
  <w:style w:type="paragraph" w:customStyle="1" w:styleId="E135ED1F587C42E0BCD1301C168A9C79">
    <w:name w:val="E135ED1F587C42E0BCD1301C168A9C79"/>
    <w:rsid w:val="00D37083"/>
  </w:style>
  <w:style w:type="paragraph" w:customStyle="1" w:styleId="D05CEB94E9A443E4A4AD580D65E27214">
    <w:name w:val="D05CEB94E9A443E4A4AD580D65E27214"/>
    <w:rsid w:val="00D37083"/>
  </w:style>
  <w:style w:type="paragraph" w:customStyle="1" w:styleId="C2D34A0D0D8647E08CF143EDF78E4190">
    <w:name w:val="C2D34A0D0D8647E08CF143EDF78E4190"/>
    <w:rsid w:val="00D37083"/>
  </w:style>
  <w:style w:type="paragraph" w:customStyle="1" w:styleId="623E2B2871A246BF8BFBE0FE8BB2D44D">
    <w:name w:val="623E2B2871A246BF8BFBE0FE8BB2D44D"/>
    <w:rsid w:val="00D37083"/>
  </w:style>
  <w:style w:type="paragraph" w:customStyle="1" w:styleId="1C18824B1C8146BB9DA27B0F0977FDD0">
    <w:name w:val="1C18824B1C8146BB9DA27B0F0977FDD0"/>
    <w:rsid w:val="00D37083"/>
  </w:style>
  <w:style w:type="paragraph" w:customStyle="1" w:styleId="08752946CC274AD3B4EDEF8AEC685155">
    <w:name w:val="08752946CC274AD3B4EDEF8AEC685155"/>
    <w:rsid w:val="00D37083"/>
  </w:style>
  <w:style w:type="paragraph" w:customStyle="1" w:styleId="3EFB5157EA0942A781F4B760E8E4F3C7">
    <w:name w:val="3EFB5157EA0942A781F4B760E8E4F3C7"/>
    <w:rsid w:val="00D37083"/>
  </w:style>
  <w:style w:type="paragraph" w:customStyle="1" w:styleId="B825CF36D6F645028201248E6C744A55">
    <w:name w:val="B825CF36D6F645028201248E6C744A55"/>
    <w:rsid w:val="00D37083"/>
  </w:style>
  <w:style w:type="paragraph" w:customStyle="1" w:styleId="59724691D8D44C52856CCE811547638B">
    <w:name w:val="59724691D8D44C52856CCE811547638B"/>
    <w:rsid w:val="00D37083"/>
  </w:style>
  <w:style w:type="paragraph" w:customStyle="1" w:styleId="389ACC3566CA474F9CC47644EF4623D7">
    <w:name w:val="389ACC3566CA474F9CC47644EF4623D7"/>
    <w:rsid w:val="00D37083"/>
  </w:style>
  <w:style w:type="paragraph" w:customStyle="1" w:styleId="099A6D11FD8541D6964ED6D489B94213">
    <w:name w:val="099A6D11FD8541D6964ED6D489B94213"/>
    <w:rsid w:val="00D37083"/>
  </w:style>
  <w:style w:type="paragraph" w:customStyle="1" w:styleId="EBD0414859E84903AF9B4075D2D729E8">
    <w:name w:val="EBD0414859E84903AF9B4075D2D729E8"/>
    <w:rsid w:val="00D37083"/>
  </w:style>
  <w:style w:type="paragraph" w:customStyle="1" w:styleId="D7F513ED75CE46F9A367AF4BFEA4863A">
    <w:name w:val="D7F513ED75CE46F9A367AF4BFEA4863A"/>
    <w:rsid w:val="00D37083"/>
  </w:style>
  <w:style w:type="paragraph" w:customStyle="1" w:styleId="4B721E5DDB604E8D8C8B788E84DE7176">
    <w:name w:val="4B721E5DDB604E8D8C8B788E84DE7176"/>
    <w:rsid w:val="00D37083"/>
  </w:style>
  <w:style w:type="paragraph" w:customStyle="1" w:styleId="6FBB5A33FE0B49D09C81683EDD2AB069">
    <w:name w:val="6FBB5A33FE0B49D09C81683EDD2AB069"/>
    <w:rsid w:val="00D37083"/>
  </w:style>
  <w:style w:type="paragraph" w:customStyle="1" w:styleId="A05CAF1221884EB082C51EA51F8CEEBD">
    <w:name w:val="A05CAF1221884EB082C51EA51F8CEEBD"/>
    <w:rsid w:val="00D37083"/>
  </w:style>
  <w:style w:type="paragraph" w:customStyle="1" w:styleId="BEB9ECD08B4E46639196417E08EAD138">
    <w:name w:val="BEB9ECD08B4E46639196417E08EAD138"/>
    <w:rsid w:val="00D37083"/>
  </w:style>
  <w:style w:type="paragraph" w:customStyle="1" w:styleId="022EFC96AAD94578A4EF4EF1ECC904DB">
    <w:name w:val="022EFC96AAD94578A4EF4EF1ECC904DB"/>
    <w:rsid w:val="00D37083"/>
  </w:style>
  <w:style w:type="paragraph" w:customStyle="1" w:styleId="7D27981C5AB745B483B0A00E91180A72">
    <w:name w:val="7D27981C5AB745B483B0A00E91180A72"/>
    <w:rsid w:val="00D37083"/>
  </w:style>
  <w:style w:type="paragraph" w:customStyle="1" w:styleId="876468A260FA495CA3507822356E2F24">
    <w:name w:val="876468A260FA495CA3507822356E2F24"/>
    <w:rsid w:val="00D37083"/>
  </w:style>
  <w:style w:type="paragraph" w:customStyle="1" w:styleId="D62D88BBAC16438A8BDC714885732790">
    <w:name w:val="D62D88BBAC16438A8BDC714885732790"/>
    <w:rsid w:val="00D37083"/>
  </w:style>
  <w:style w:type="paragraph" w:customStyle="1" w:styleId="B082F6AF02E249788DF30D97993E61E5">
    <w:name w:val="B082F6AF02E249788DF30D97993E61E5"/>
    <w:rsid w:val="00D37083"/>
  </w:style>
  <w:style w:type="paragraph" w:customStyle="1" w:styleId="7D5859612F014793A2C31F7AA5C58BD1">
    <w:name w:val="7D5859612F014793A2C31F7AA5C58BD1"/>
    <w:rsid w:val="00D37083"/>
  </w:style>
  <w:style w:type="paragraph" w:customStyle="1" w:styleId="9FDB048B3B2F44829F269BA4E7B93B15">
    <w:name w:val="9FDB048B3B2F44829F269BA4E7B93B15"/>
    <w:rsid w:val="00911A4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D01AD623.dotm</Template>
  <TotalTime>156</TotalTime>
  <Pages>2</Pages>
  <Words>540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POWERPOINT PRESENTATION PLAN – SECTION 1</vt:lpstr>
    </vt:vector>
  </TitlesOfParts>
  <Company>EIT</Company>
  <LinksUpToDate>false</LinksUpToDate>
  <CharactersWithSpaces>3171</CharactersWithSpaces>
  <SharedDoc>false</SharedDoc>
  <HLinks>
    <vt:vector size="12" baseType="variant">
      <vt:variant>
        <vt:i4>5308419</vt:i4>
      </vt:variant>
      <vt:variant>
        <vt:i4>3</vt:i4>
      </vt:variant>
      <vt:variant>
        <vt:i4>0</vt:i4>
      </vt:variant>
      <vt:variant>
        <vt:i4>5</vt:i4>
      </vt:variant>
      <vt:variant>
        <vt:lpwstr>http://www.caninegallery.com/</vt:lpwstr>
      </vt:variant>
      <vt:variant>
        <vt:lpwstr/>
      </vt:variant>
      <vt:variant>
        <vt:i4>5308419</vt:i4>
      </vt:variant>
      <vt:variant>
        <vt:i4>0</vt:i4>
      </vt:variant>
      <vt:variant>
        <vt:i4>0</vt:i4>
      </vt:variant>
      <vt:variant>
        <vt:i4>5</vt:i4>
      </vt:variant>
      <vt:variant>
        <vt:lpwstr>http://www.caninegallery.com/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PRESENTATION PLAN – SECTION 1</dc:title>
  <dc:creator>Gay Robertson</dc:creator>
  <cp:lastModifiedBy>Windows User</cp:lastModifiedBy>
  <cp:revision>13</cp:revision>
  <cp:lastPrinted>2012-02-22T19:10:00Z</cp:lastPrinted>
  <dcterms:created xsi:type="dcterms:W3CDTF">2013-04-03T20:57:00Z</dcterms:created>
  <dcterms:modified xsi:type="dcterms:W3CDTF">2019-11-20T21:25:00Z</dcterms:modified>
</cp:coreProperties>
</file>