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DF7" w:rsidRPr="00EA2932" w:rsidRDefault="007E1FFE" w:rsidP="00F42DF7">
      <w:pPr>
        <w:shd w:val="clear" w:color="auto" w:fill="000000" w:themeFill="text1"/>
        <w:spacing w:after="1080" w:line="259" w:lineRule="auto"/>
        <w:jc w:val="center"/>
        <w:rPr>
          <w:sz w:val="96"/>
        </w:rPr>
      </w:pPr>
      <w:bookmarkStart w:id="0" w:name="_Toc433086971"/>
      <w:bookmarkStart w:id="1" w:name="_Toc433087068"/>
      <w:bookmarkStart w:id="2" w:name="_Toc433087422"/>
      <w:bookmarkStart w:id="3" w:name="_Toc433087630"/>
      <w:bookmarkStart w:id="4" w:name="_Toc433518199"/>
      <w:bookmarkStart w:id="5" w:name="_Toc433523224"/>
      <w:bookmarkStart w:id="6" w:name="_Toc433601613"/>
      <w:bookmarkStart w:id="7" w:name="_Toc434397242"/>
      <w:bookmarkStart w:id="8" w:name="_Toc521400026"/>
      <w:r>
        <w:rPr>
          <w:sz w:val="96"/>
        </w:rPr>
        <w:t xml:space="preserve">2.20 </w:t>
      </w:r>
      <w:r w:rsidR="00F42DF7">
        <w:rPr>
          <w:sz w:val="96"/>
        </w:rPr>
        <w:t>Internet Communication</w:t>
      </w:r>
      <w:r w:rsidR="00F42DF7" w:rsidRPr="00EA2932">
        <w:rPr>
          <w:sz w:val="96"/>
        </w:rPr>
        <w:t xml:space="preserve"> Assessment </w:t>
      </w:r>
      <w:r w:rsidR="00F42DF7">
        <w:rPr>
          <w:sz w:val="96"/>
        </w:rPr>
        <w:t>Form 2</w:t>
      </w:r>
    </w:p>
    <w:p w:rsidR="007E1FFE" w:rsidRPr="00977285" w:rsidRDefault="007E1FFE" w:rsidP="007E1FFE">
      <w:pPr>
        <w:keepNext/>
        <w:keepLines/>
        <w:spacing w:after="0" w:line="240" w:lineRule="auto"/>
        <w:rPr>
          <w:rFonts w:cs="Arial"/>
          <w:b/>
          <w:sz w:val="24"/>
        </w:rPr>
      </w:pPr>
      <w:r w:rsidRPr="00977285">
        <w:rPr>
          <w:rFonts w:cs="Arial"/>
          <w:b/>
          <w:sz w:val="24"/>
        </w:rPr>
        <w:t>LO1:</w:t>
      </w:r>
    </w:p>
    <w:p w:rsidR="007E1FFE" w:rsidRPr="00326753" w:rsidRDefault="007E1FFE" w:rsidP="007E1FFE">
      <w:pPr>
        <w:keepNext/>
        <w:keepLines/>
        <w:spacing w:after="0" w:line="240" w:lineRule="auto"/>
        <w:rPr>
          <w:rFonts w:cs="Arial"/>
          <w:b/>
          <w:sz w:val="24"/>
        </w:rPr>
      </w:pPr>
      <w:r w:rsidRPr="00326753">
        <w:rPr>
          <w:rFonts w:cs="Arial"/>
          <w:sz w:val="24"/>
        </w:rPr>
        <w:t>Use internet and common digital devices and software to connect with other users and devices</w:t>
      </w:r>
    </w:p>
    <w:p w:rsidR="00F45912" w:rsidRDefault="00F45912" w:rsidP="00F45912">
      <w:pPr>
        <w:spacing w:after="0" w:line="240" w:lineRule="auto"/>
      </w:pPr>
    </w:p>
    <w:p w:rsidR="00F45912" w:rsidRDefault="00F45912" w:rsidP="00F45912">
      <w:pPr>
        <w:spacing w:after="0" w:line="240" w:lineRule="auto"/>
      </w:pPr>
    </w:p>
    <w:p w:rsidR="007E1FFE" w:rsidRDefault="007E1FFE" w:rsidP="00F45912">
      <w:pPr>
        <w:spacing w:after="0" w:line="240" w:lineRule="auto"/>
      </w:pPr>
    </w:p>
    <w:p w:rsidR="004C2F9D" w:rsidRPr="00886728" w:rsidRDefault="004C2F9D" w:rsidP="00274162">
      <w:pPr>
        <w:pStyle w:val="smallline"/>
      </w:pPr>
    </w:p>
    <w:p w:rsidR="004C2F9D" w:rsidRDefault="00274162" w:rsidP="004C2F9D">
      <w:pPr>
        <w:pStyle w:val="Heading2"/>
      </w:pPr>
      <w:r>
        <w:t>Please fill in this section</w:t>
      </w:r>
    </w:p>
    <w:p w:rsidR="004C2F9D" w:rsidRDefault="004C2F9D" w:rsidP="004C2F9D">
      <w:pPr>
        <w:pStyle w:val="smallline"/>
      </w:pPr>
    </w:p>
    <w:p w:rsidR="00F45912" w:rsidRDefault="004C2F9D" w:rsidP="004C2F9D">
      <w:pPr>
        <w:tabs>
          <w:tab w:val="right" w:leader="dot" w:pos="7655"/>
        </w:tabs>
        <w:spacing w:line="480" w:lineRule="auto"/>
        <w:rPr>
          <w:rFonts w:ascii="Tahoma" w:hAnsi="Tahoma" w:cs="Tahoma"/>
        </w:rPr>
      </w:pPr>
      <w:r>
        <w:rPr>
          <w:rFonts w:ascii="Tahoma" w:hAnsi="Tahoma" w:cs="Tahoma"/>
        </w:rPr>
        <w:t>Key your Name:</w:t>
      </w:r>
      <w:r w:rsidR="00AC5C16">
        <w:rPr>
          <w:rFonts w:ascii="Tahoma" w:hAnsi="Tahoma" w:cs="Tahoma"/>
        </w:rPr>
        <w:t xml:space="preserve">   </w:t>
      </w:r>
      <w:sdt>
        <w:sdtPr>
          <w:rPr>
            <w:rFonts w:ascii="Tahoma" w:hAnsi="Tahoma" w:cs="Tahoma"/>
            <w:color w:val="FF0000"/>
            <w:sz w:val="32"/>
          </w:rPr>
          <w:id w:val="-1785717197"/>
          <w:placeholder>
            <w:docPart w:val="DefaultPlaceholder_-1854013440"/>
          </w:placeholder>
          <w:showingPlcHdr/>
        </w:sdtPr>
        <w:sdtEndPr/>
        <w:sdtContent>
          <w:r w:rsidR="0007400C" w:rsidRPr="00105E0C">
            <w:rPr>
              <w:rStyle w:val="PlaceholderText"/>
              <w:color w:val="FF0000"/>
              <w:sz w:val="32"/>
            </w:rPr>
            <w:t>Click or tap here to enter text.</w:t>
          </w:r>
        </w:sdtContent>
      </w:sdt>
    </w:p>
    <w:p w:rsidR="00F45912" w:rsidRPr="00326753" w:rsidRDefault="00F45912" w:rsidP="00274162">
      <w:pPr>
        <w:keepNext/>
        <w:keepLines/>
        <w:spacing w:after="0" w:line="240" w:lineRule="auto"/>
        <w:rPr>
          <w:rFonts w:cs="Arial"/>
          <w:b/>
          <w:sz w:val="24"/>
        </w:rPr>
      </w:pPr>
    </w:p>
    <w:p w:rsidR="00321146" w:rsidRPr="00321146" w:rsidRDefault="00C448D0" w:rsidP="00321146">
      <w:pPr>
        <w:rPr>
          <w:b/>
          <w:sz w:val="24"/>
        </w:rPr>
      </w:pPr>
      <w:r>
        <w:rPr>
          <w:noProof/>
          <w:lang w:eastAsia="en-NZ"/>
        </w:rPr>
        <mc:AlternateContent>
          <mc:Choice Requires="wps">
            <w:drawing>
              <wp:anchor distT="0" distB="0" distL="114300" distR="114300" simplePos="0" relativeHeight="251661312" behindDoc="0" locked="0" layoutInCell="1" allowOverlap="1" wp14:anchorId="721DCCDB" wp14:editId="7C48D75B">
                <wp:simplePos x="0" y="0"/>
                <wp:positionH relativeFrom="column">
                  <wp:posOffset>-91440</wp:posOffset>
                </wp:positionH>
                <wp:positionV relativeFrom="paragraph">
                  <wp:posOffset>223520</wp:posOffset>
                </wp:positionV>
                <wp:extent cx="6276975" cy="2714625"/>
                <wp:effectExtent l="0" t="0" r="28575" b="28575"/>
                <wp:wrapNone/>
                <wp:docPr id="3" name="Folded Corner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2714625"/>
                        </a:xfrm>
                        <a:prstGeom prst="foldedCorner">
                          <a:avLst>
                            <a:gd name="adj" fmla="val 11444"/>
                          </a:avLst>
                        </a:prstGeom>
                        <a:noFill/>
                        <a:ln w="25400">
                          <a:solidFill>
                            <a:srgbClr val="243F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B99BA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9" o:spid="_x0000_s1026" type="#_x0000_t65" style="position:absolute;margin-left:-7.2pt;margin-top:17.6pt;width:494.25pt;height:21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" adj="19128" filled="f" strokecolor="#243f60" strokeweight="2pt"/>
            </w:pict>
          </mc:Fallback>
        </mc:AlternateContent>
      </w:r>
      <w:r w:rsidR="00321146" w:rsidRPr="00321146">
        <w:rPr>
          <w:b/>
          <w:sz w:val="24"/>
        </w:rPr>
        <w:t>Assessment Conditions:</w:t>
      </w:r>
    </w:p>
    <w:p w:rsidR="00321146" w:rsidRPr="00321146" w:rsidRDefault="00321146" w:rsidP="004C2F9D">
      <w:pPr>
        <w:numPr>
          <w:ilvl w:val="0"/>
          <w:numId w:val="13"/>
        </w:numPr>
      </w:pPr>
      <w:r w:rsidRPr="00321146">
        <w:t>The documents produced during this assessment must be entirely your own work. You signed</w:t>
      </w:r>
      <w:r w:rsidR="00DD6B62">
        <w:t xml:space="preserve"> and returned to EIT</w:t>
      </w:r>
      <w:r w:rsidRPr="00321146">
        <w:t xml:space="preserve"> an Attestation Form.</w:t>
      </w:r>
    </w:p>
    <w:p w:rsidR="00321146" w:rsidRPr="00321146" w:rsidRDefault="00321146" w:rsidP="004C2F9D">
      <w:pPr>
        <w:numPr>
          <w:ilvl w:val="0"/>
          <w:numId w:val="13"/>
        </w:numPr>
      </w:pPr>
      <w:r w:rsidRPr="00321146">
        <w:t>When completing this assessment you must comply with occupational health and safety guidelines in relation to your own working environment and practices.</w:t>
      </w:r>
    </w:p>
    <w:p w:rsidR="00321146" w:rsidRPr="00321146" w:rsidRDefault="00321146" w:rsidP="004C2F9D">
      <w:pPr>
        <w:numPr>
          <w:ilvl w:val="0"/>
          <w:numId w:val="13"/>
        </w:numPr>
      </w:pPr>
      <w:r w:rsidRPr="00321146">
        <w:t xml:space="preserve">This is an open book assignment.  Use of workbooks and </w:t>
      </w:r>
      <w:proofErr w:type="gramStart"/>
      <w:r w:rsidRPr="00321146">
        <w:t>powerpoint</w:t>
      </w:r>
      <w:proofErr w:type="gramEnd"/>
      <w:r w:rsidRPr="00321146">
        <w:t xml:space="preserve"> presentations is allowed.  No printing is required.</w:t>
      </w:r>
    </w:p>
    <w:p w:rsidR="00321146" w:rsidRPr="00321146" w:rsidRDefault="00321146" w:rsidP="004C2F9D">
      <w:pPr>
        <w:numPr>
          <w:ilvl w:val="0"/>
          <w:numId w:val="13"/>
        </w:numPr>
      </w:pPr>
      <w:r w:rsidRPr="00321146">
        <w:t>Your document must be emailed in as per instructions at the end of the assignment.</w:t>
      </w:r>
    </w:p>
    <w:p w:rsidR="00321146" w:rsidRPr="00321146" w:rsidRDefault="00321146" w:rsidP="004C2F9D">
      <w:pPr>
        <w:numPr>
          <w:ilvl w:val="0"/>
          <w:numId w:val="13"/>
        </w:numPr>
      </w:pPr>
      <w:r w:rsidRPr="00321146">
        <w:t xml:space="preserve">Any feedback will be phoned or emailed from </w:t>
      </w:r>
      <w:hyperlink r:id="rId7" w:history="1">
        <w:r w:rsidR="00DD6B62" w:rsidRPr="00B333CB">
          <w:rPr>
            <w:rStyle w:val="Hyperlink"/>
          </w:rPr>
          <w:t>nzcc2@eit.ac.nz</w:t>
        </w:r>
      </w:hyperlink>
      <w:r w:rsidRPr="00321146">
        <w:t xml:space="preserve">   </w:t>
      </w:r>
    </w:p>
    <w:p w:rsidR="00321146" w:rsidRPr="00321146" w:rsidRDefault="00321146" w:rsidP="004C2F9D">
      <w:pPr>
        <w:numPr>
          <w:ilvl w:val="0"/>
          <w:numId w:val="13"/>
        </w:numPr>
      </w:pPr>
      <w:r w:rsidRPr="00321146">
        <w:t xml:space="preserve">Your Assessment Decision will also be phoned or emailed from </w:t>
      </w:r>
      <w:hyperlink r:id="rId8" w:history="1">
        <w:r w:rsidR="00DD6B62" w:rsidRPr="00B333CB">
          <w:rPr>
            <w:rStyle w:val="Hyperlink"/>
          </w:rPr>
          <w:t>nzcc2@eit.ac.nz</w:t>
        </w:r>
      </w:hyperlink>
      <w:r w:rsidRPr="00321146">
        <w:t xml:space="preserve"> </w:t>
      </w:r>
    </w:p>
    <w:p w:rsidR="004C2F9D" w:rsidRDefault="004C2F9D" w:rsidP="00195423"/>
    <w:p w:rsidR="00503927" w:rsidRDefault="00503927" w:rsidP="00274162">
      <w:pPr>
        <w:rPr>
          <w:sz w:val="28"/>
        </w:rPr>
      </w:pPr>
    </w:p>
    <w:p w:rsidR="00503927" w:rsidRDefault="00503927" w:rsidP="00274162">
      <w:pPr>
        <w:rPr>
          <w:sz w:val="28"/>
        </w:rPr>
      </w:pPr>
    </w:p>
    <w:p w:rsidR="002E196D" w:rsidRPr="009E3B61" w:rsidRDefault="00321146" w:rsidP="00274162">
      <w:r w:rsidRPr="0063172E">
        <w:rPr>
          <w:sz w:val="28"/>
        </w:rPr>
        <w:t>Go to the next page to begin your assignment</w:t>
      </w:r>
      <w:r w:rsidR="002E196D" w:rsidRPr="002E196D">
        <w:br w:type="page"/>
      </w:r>
    </w:p>
    <w:bookmarkEnd w:id="0"/>
    <w:bookmarkEnd w:id="1"/>
    <w:bookmarkEnd w:id="2"/>
    <w:bookmarkEnd w:id="3"/>
    <w:bookmarkEnd w:id="4"/>
    <w:bookmarkEnd w:id="5"/>
    <w:bookmarkEnd w:id="6"/>
    <w:bookmarkEnd w:id="7"/>
    <w:bookmarkEnd w:id="8"/>
    <w:p w:rsidR="00B56710" w:rsidRDefault="00B56710" w:rsidP="00EE2A55">
      <w:pPr>
        <w:tabs>
          <w:tab w:val="right" w:pos="9639"/>
        </w:tabs>
        <w:rPr>
          <w:b/>
          <w:color w:val="FFFFFF"/>
          <w:sz w:val="28"/>
          <w:szCs w:val="28"/>
          <w:highlight w:val="black"/>
        </w:rPr>
      </w:pPr>
    </w:p>
    <w:p w:rsidR="00740603" w:rsidRPr="00FE5917" w:rsidRDefault="00740603" w:rsidP="00740603">
      <w:pPr>
        <w:spacing w:after="0" w:line="240" w:lineRule="auto"/>
        <w:rPr>
          <w:sz w:val="28"/>
        </w:rPr>
      </w:pPr>
      <w:r w:rsidRPr="00FE5917">
        <w:rPr>
          <w:sz w:val="28"/>
        </w:rPr>
        <w:t>To fill in the form follow this instruction:</w:t>
      </w:r>
    </w:p>
    <w:p w:rsidR="00740603" w:rsidRDefault="00740603" w:rsidP="00740603">
      <w:pPr>
        <w:spacing w:after="0" w:line="240" w:lineRule="auto"/>
      </w:pPr>
      <w:r>
        <w:rPr>
          <w:noProof/>
          <w:lang w:eastAsia="en-NZ"/>
        </w:rPr>
        <w:drawing>
          <wp:inline distT="0" distB="0" distL="0" distR="0" wp14:anchorId="481376AA" wp14:editId="2DBC3B57">
            <wp:extent cx="3685715" cy="590476"/>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85715" cy="590476"/>
                    </a:xfrm>
                    <a:prstGeom prst="rect">
                      <a:avLst/>
                    </a:prstGeom>
                  </pic:spPr>
                </pic:pic>
              </a:graphicData>
            </a:graphic>
          </wp:inline>
        </w:drawing>
      </w:r>
    </w:p>
    <w:p w:rsidR="00740603" w:rsidRDefault="00740603" w:rsidP="00740603">
      <w:pPr>
        <w:spacing w:after="0" w:line="240" w:lineRule="auto"/>
      </w:pPr>
      <w:r>
        <w:t xml:space="preserve">Note:  don’t </w:t>
      </w:r>
      <w:r w:rsidR="00820D59">
        <w:t>worry about the text boxes – the</w:t>
      </w:r>
      <w:r>
        <w:t xml:space="preserve"> boxes will grow bigger as you type so there is ample room</w:t>
      </w:r>
    </w:p>
    <w:p w:rsidR="00740603" w:rsidRDefault="00740603" w:rsidP="00740603">
      <w:pPr>
        <w:spacing w:after="0" w:line="240" w:lineRule="auto"/>
      </w:pPr>
    </w:p>
    <w:p w:rsidR="00503927" w:rsidRDefault="00503927" w:rsidP="00740603">
      <w:pPr>
        <w:spacing w:after="0" w:line="240" w:lineRule="auto"/>
      </w:pPr>
    </w:p>
    <w:p w:rsidR="000A303D" w:rsidRDefault="000A303D" w:rsidP="000A303D">
      <w:pPr>
        <w:spacing w:after="0" w:line="240" w:lineRule="auto"/>
      </w:pPr>
    </w:p>
    <w:p w:rsidR="00EE2A55" w:rsidRPr="000656F8" w:rsidRDefault="00CA30A8" w:rsidP="00EE2A55">
      <w:pPr>
        <w:tabs>
          <w:tab w:val="right" w:pos="9639"/>
        </w:tabs>
        <w:rPr>
          <w:b/>
          <w:color w:val="FFFFFF"/>
          <w:sz w:val="28"/>
          <w:szCs w:val="28"/>
          <w:highlight w:val="black"/>
        </w:rPr>
      </w:pPr>
      <w:r>
        <w:rPr>
          <w:b/>
          <w:color w:val="FFFFFF"/>
          <w:sz w:val="28"/>
          <w:szCs w:val="28"/>
          <w:highlight w:val="black"/>
        </w:rPr>
        <w:t>Task 7</w:t>
      </w:r>
      <w:r w:rsidR="00FF3FA9">
        <w:rPr>
          <w:b/>
          <w:color w:val="FFFFFF"/>
          <w:sz w:val="28"/>
          <w:szCs w:val="28"/>
          <w:highlight w:val="black"/>
        </w:rPr>
        <w:t>:</w:t>
      </w:r>
      <w:r w:rsidR="00EE2A55">
        <w:rPr>
          <w:b/>
          <w:color w:val="FFFFFF"/>
          <w:sz w:val="28"/>
          <w:szCs w:val="28"/>
          <w:highlight w:val="black"/>
        </w:rPr>
        <w:tab/>
      </w:r>
    </w:p>
    <w:p w:rsidR="00CA30A8" w:rsidRPr="00820D59" w:rsidRDefault="00CA30A8" w:rsidP="000A303D">
      <w:pPr>
        <w:rPr>
          <w:sz w:val="24"/>
        </w:rPr>
      </w:pPr>
    </w:p>
    <w:p w:rsidR="00981C6A" w:rsidRPr="00820D59" w:rsidRDefault="00981C6A" w:rsidP="000A303D">
      <w:pPr>
        <w:rPr>
          <w:sz w:val="24"/>
        </w:rPr>
      </w:pPr>
      <w:r w:rsidRPr="00820D59">
        <w:rPr>
          <w:sz w:val="24"/>
        </w:rPr>
        <w:t>As part of Digital Citizenship, you need to demonstrate honesty and integrity and ethical behaviour in your use of Information Communication Technologies. Explain the implications and impact on you in relation to using information from the Internet in terms of:</w:t>
      </w:r>
    </w:p>
    <w:p w:rsidR="00820D59" w:rsidRPr="00105E0C" w:rsidRDefault="00820D59" w:rsidP="000A303D">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E2A55" w:rsidRPr="00105E0C" w:rsidTr="00EE2A55">
        <w:tc>
          <w:tcPr>
            <w:tcW w:w="5000" w:type="pct"/>
            <w:shd w:val="clear" w:color="auto" w:fill="auto"/>
            <w:vAlign w:val="center"/>
          </w:tcPr>
          <w:p w:rsidR="00EE2A55" w:rsidRPr="00105E0C" w:rsidRDefault="00EE2A55" w:rsidP="0008560C">
            <w:pPr>
              <w:rPr>
                <w:sz w:val="24"/>
                <w:szCs w:val="24"/>
              </w:rPr>
            </w:pPr>
            <w:r w:rsidRPr="00105E0C">
              <w:rPr>
                <w:sz w:val="24"/>
                <w:szCs w:val="24"/>
              </w:rPr>
              <w:t>Act 1:  The Copyright Act 1994</w:t>
            </w:r>
            <w:r w:rsidR="00F6775E" w:rsidRPr="00105E0C">
              <w:rPr>
                <w:sz w:val="24"/>
                <w:szCs w:val="24"/>
              </w:rPr>
              <w:t>, Copyright (New Technologies) Amendment Act 2008 and Copyright (Infringing File Sharing) Amendment Act 2011</w:t>
            </w:r>
          </w:p>
        </w:tc>
      </w:tr>
      <w:tr w:rsidR="00EE2A55" w:rsidRPr="00105E0C" w:rsidTr="00EE2A55">
        <w:sdt>
          <w:sdtPr>
            <w:rPr>
              <w:rFonts w:ascii="Verdana" w:hAnsi="Verdana"/>
              <w:b/>
              <w:color w:val="FF0000"/>
              <w:sz w:val="24"/>
              <w:szCs w:val="24"/>
            </w:rPr>
            <w:id w:val="-994409208"/>
            <w:placeholder>
              <w:docPart w:val="1B57F237D3DD4BF594184F6856067B5E"/>
            </w:placeholder>
            <w:showingPlcHdr/>
            <w:text w:multiLine="1"/>
          </w:sdtPr>
          <w:sdtEndPr/>
          <w:sdtContent>
            <w:tc>
              <w:tcPr>
                <w:tcW w:w="5000" w:type="pct"/>
                <w:shd w:val="clear" w:color="auto" w:fill="auto"/>
                <w:vAlign w:val="center"/>
              </w:tcPr>
              <w:p w:rsidR="00EE2A55" w:rsidRPr="00105E0C" w:rsidRDefault="00EE2A55" w:rsidP="00EE2A55">
                <w:pPr>
                  <w:tabs>
                    <w:tab w:val="right" w:pos="9180"/>
                  </w:tabs>
                  <w:rPr>
                    <w:rFonts w:ascii="Verdana" w:hAnsi="Verdana"/>
                    <w:b/>
                    <w:color w:val="333333"/>
                    <w:sz w:val="24"/>
                    <w:szCs w:val="24"/>
                  </w:rPr>
                </w:pPr>
                <w:r w:rsidRPr="00105E0C">
                  <w:rPr>
                    <w:rStyle w:val="PlaceholderText"/>
                    <w:b/>
                    <w:color w:val="FF0000"/>
                    <w:sz w:val="24"/>
                    <w:szCs w:val="24"/>
                  </w:rPr>
                  <w:t>Click here to enter text.</w:t>
                </w:r>
              </w:p>
            </w:tc>
          </w:sdtContent>
        </w:sdt>
      </w:tr>
    </w:tbl>
    <w:p w:rsidR="00EE2A55" w:rsidRPr="00105E0C" w:rsidRDefault="00EE2A55" w:rsidP="00EE2A55">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E2A55" w:rsidRPr="00105E0C" w:rsidTr="00EE2A55">
        <w:tc>
          <w:tcPr>
            <w:tcW w:w="5000" w:type="pct"/>
            <w:shd w:val="clear" w:color="auto" w:fill="auto"/>
            <w:vAlign w:val="center"/>
          </w:tcPr>
          <w:p w:rsidR="00EE2A55" w:rsidRPr="00105E0C" w:rsidRDefault="00EE2A55" w:rsidP="0008560C">
            <w:pPr>
              <w:rPr>
                <w:sz w:val="24"/>
                <w:szCs w:val="24"/>
              </w:rPr>
            </w:pPr>
            <w:r w:rsidRPr="00105E0C">
              <w:rPr>
                <w:sz w:val="24"/>
                <w:szCs w:val="24"/>
              </w:rPr>
              <w:t xml:space="preserve">Act 2:  The </w:t>
            </w:r>
            <w:r w:rsidR="00F6775E" w:rsidRPr="00105E0C">
              <w:rPr>
                <w:sz w:val="24"/>
                <w:szCs w:val="24"/>
              </w:rPr>
              <w:t>Harmful Digital Communications 2015</w:t>
            </w:r>
          </w:p>
        </w:tc>
      </w:tr>
      <w:tr w:rsidR="00EE2A55" w:rsidRPr="00105E0C" w:rsidTr="00EE2A55">
        <w:sdt>
          <w:sdtPr>
            <w:rPr>
              <w:rFonts w:ascii="Verdana" w:hAnsi="Verdana"/>
              <w:b/>
              <w:color w:val="00B050"/>
              <w:sz w:val="24"/>
              <w:szCs w:val="24"/>
            </w:rPr>
            <w:id w:val="-873693146"/>
            <w:placeholder>
              <w:docPart w:val="5B03338ABD264FE3B78B7FFBC2743F0F"/>
            </w:placeholder>
            <w:showingPlcHdr/>
            <w:text w:multiLine="1"/>
          </w:sdtPr>
          <w:sdtEndPr/>
          <w:sdtContent>
            <w:tc>
              <w:tcPr>
                <w:tcW w:w="5000" w:type="pct"/>
                <w:shd w:val="clear" w:color="auto" w:fill="auto"/>
                <w:vAlign w:val="center"/>
              </w:tcPr>
              <w:p w:rsidR="00EE2A55" w:rsidRPr="00105E0C" w:rsidRDefault="00EE2A55" w:rsidP="00EE2A55">
                <w:pPr>
                  <w:tabs>
                    <w:tab w:val="right" w:pos="9180"/>
                  </w:tabs>
                  <w:rPr>
                    <w:rFonts w:ascii="Verdana" w:hAnsi="Verdana"/>
                    <w:b/>
                    <w:color w:val="333333"/>
                    <w:sz w:val="24"/>
                    <w:szCs w:val="24"/>
                  </w:rPr>
                </w:pPr>
                <w:r w:rsidRPr="00105E0C">
                  <w:rPr>
                    <w:rStyle w:val="PlaceholderText"/>
                    <w:b/>
                    <w:color w:val="00B050"/>
                    <w:sz w:val="24"/>
                    <w:szCs w:val="24"/>
                  </w:rPr>
                  <w:t>Click here to enter text.</w:t>
                </w:r>
              </w:p>
            </w:tc>
          </w:sdtContent>
        </w:sdt>
      </w:tr>
    </w:tbl>
    <w:p w:rsidR="00981C6A" w:rsidRPr="00105E0C" w:rsidRDefault="00981C6A" w:rsidP="00EE2A55">
      <w:pPr>
        <w:spacing w:after="0"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E2A55" w:rsidRPr="00105E0C" w:rsidTr="00EE2A55">
        <w:tc>
          <w:tcPr>
            <w:tcW w:w="5000" w:type="pct"/>
            <w:shd w:val="clear" w:color="auto" w:fill="auto"/>
            <w:vAlign w:val="center"/>
          </w:tcPr>
          <w:p w:rsidR="00EE2A55" w:rsidRPr="00105E0C" w:rsidRDefault="00EE2A55" w:rsidP="0008560C">
            <w:pPr>
              <w:rPr>
                <w:sz w:val="24"/>
                <w:szCs w:val="24"/>
              </w:rPr>
            </w:pPr>
            <w:r w:rsidRPr="00105E0C">
              <w:rPr>
                <w:sz w:val="24"/>
                <w:szCs w:val="24"/>
              </w:rPr>
              <w:t>Act</w:t>
            </w:r>
            <w:r w:rsidR="00D337CF" w:rsidRPr="00105E0C">
              <w:rPr>
                <w:sz w:val="24"/>
                <w:szCs w:val="24"/>
              </w:rPr>
              <w:t xml:space="preserve"> 3</w:t>
            </w:r>
            <w:r w:rsidRPr="00105E0C">
              <w:rPr>
                <w:sz w:val="24"/>
                <w:szCs w:val="24"/>
              </w:rPr>
              <w:t xml:space="preserve">:  </w:t>
            </w:r>
            <w:r w:rsidR="00981C6A" w:rsidRPr="00105E0C">
              <w:rPr>
                <w:sz w:val="24"/>
                <w:szCs w:val="24"/>
              </w:rPr>
              <w:t xml:space="preserve">Choose </w:t>
            </w:r>
            <w:r w:rsidR="00981C6A" w:rsidRPr="00105E0C">
              <w:rPr>
                <w:b/>
                <w:sz w:val="24"/>
                <w:szCs w:val="24"/>
              </w:rPr>
              <w:t>one</w:t>
            </w:r>
            <w:r w:rsidR="00981C6A" w:rsidRPr="00105E0C">
              <w:rPr>
                <w:sz w:val="24"/>
                <w:szCs w:val="24"/>
              </w:rPr>
              <w:t xml:space="preserve"> of the following Acts and explain the implications for you:</w:t>
            </w:r>
          </w:p>
        </w:tc>
      </w:tr>
      <w:tr w:rsidR="00EE2A55" w:rsidRPr="00105E0C" w:rsidTr="00EE2A55">
        <w:sdt>
          <w:sdtPr>
            <w:rPr>
              <w:rFonts w:ascii="Verdana" w:hAnsi="Verdana"/>
              <w:b/>
              <w:color w:val="0070C0"/>
              <w:sz w:val="24"/>
              <w:szCs w:val="24"/>
            </w:rPr>
            <w:alias w:val="Choose one"/>
            <w:tag w:val="Choose one"/>
            <w:id w:val="-727222861"/>
            <w:placeholder>
              <w:docPart w:val="5803B54AE0CD444CBF7B6B101B0BF6DB"/>
            </w:placeholder>
            <w:showingPlcHdr/>
            <w:comboBox>
              <w:listItem w:value="Choose an item."/>
              <w:listItem w:displayText="The Unsolicited Electronic Messages Act 2007" w:value="The Unsolicited Electronic Messages Act 2007"/>
              <w:listItem w:displayText="Privacy Act 1993" w:value="Privacy Act 1993"/>
            </w:comboBox>
          </w:sdtPr>
          <w:sdtEndPr/>
          <w:sdtContent>
            <w:tc>
              <w:tcPr>
                <w:tcW w:w="5000" w:type="pct"/>
                <w:shd w:val="clear" w:color="auto" w:fill="auto"/>
                <w:vAlign w:val="center"/>
              </w:tcPr>
              <w:p w:rsidR="00EE2A55" w:rsidRPr="00105E0C" w:rsidRDefault="00981C6A" w:rsidP="00EE2A55">
                <w:pPr>
                  <w:tabs>
                    <w:tab w:val="right" w:pos="9180"/>
                  </w:tabs>
                  <w:rPr>
                    <w:rFonts w:ascii="Verdana" w:hAnsi="Verdana"/>
                    <w:b/>
                    <w:color w:val="333333"/>
                    <w:sz w:val="24"/>
                    <w:szCs w:val="24"/>
                  </w:rPr>
                </w:pPr>
                <w:r w:rsidRPr="00105E0C">
                  <w:rPr>
                    <w:rStyle w:val="PlaceholderText"/>
                    <w:b/>
                    <w:color w:val="0070C0"/>
                    <w:sz w:val="24"/>
                    <w:szCs w:val="24"/>
                  </w:rPr>
                  <w:t>Choose an item.</w:t>
                </w:r>
              </w:p>
            </w:tc>
          </w:sdtContent>
        </w:sdt>
      </w:tr>
      <w:tr w:rsidR="00981C6A" w:rsidRPr="00105E0C" w:rsidTr="00EE2A55">
        <w:sdt>
          <w:sdtPr>
            <w:rPr>
              <w:rFonts w:ascii="Verdana" w:hAnsi="Verdana"/>
              <w:b/>
              <w:color w:val="31849B" w:themeColor="accent5" w:themeShade="BF"/>
              <w:sz w:val="24"/>
              <w:szCs w:val="24"/>
            </w:rPr>
            <w:id w:val="-1640560845"/>
            <w:placeholder>
              <w:docPart w:val="D7F59F47077E44179C995CE308D6FF46"/>
            </w:placeholder>
            <w:showingPlcHdr/>
            <w:text w:multiLine="1"/>
          </w:sdtPr>
          <w:sdtEndPr/>
          <w:sdtContent>
            <w:tc>
              <w:tcPr>
                <w:tcW w:w="5000" w:type="pct"/>
                <w:shd w:val="clear" w:color="auto" w:fill="auto"/>
                <w:vAlign w:val="center"/>
              </w:tcPr>
              <w:p w:rsidR="00981C6A" w:rsidRPr="00105E0C" w:rsidRDefault="00981C6A" w:rsidP="00EE2A55">
                <w:pPr>
                  <w:tabs>
                    <w:tab w:val="right" w:pos="9180"/>
                  </w:tabs>
                  <w:rPr>
                    <w:rFonts w:ascii="Verdana" w:hAnsi="Verdana"/>
                    <w:b/>
                    <w:color w:val="333333"/>
                    <w:sz w:val="24"/>
                    <w:szCs w:val="24"/>
                  </w:rPr>
                </w:pPr>
                <w:r w:rsidRPr="00105E0C">
                  <w:rPr>
                    <w:rStyle w:val="PlaceholderText"/>
                    <w:b/>
                    <w:color w:val="31849B" w:themeColor="accent5" w:themeShade="BF"/>
                    <w:sz w:val="24"/>
                    <w:szCs w:val="24"/>
                  </w:rPr>
                  <w:t>Click here to enter text.</w:t>
                </w:r>
              </w:p>
            </w:tc>
          </w:sdtContent>
        </w:sdt>
      </w:tr>
    </w:tbl>
    <w:p w:rsidR="00EE2A55" w:rsidRDefault="00EE2A55" w:rsidP="00EE2A55">
      <w:pPr>
        <w:spacing w:after="0" w:line="240" w:lineRule="auto"/>
      </w:pPr>
    </w:p>
    <w:p w:rsidR="000A303D" w:rsidRPr="00FE5917" w:rsidRDefault="00820D59">
      <w:pPr>
        <w:spacing w:after="0" w:line="240" w:lineRule="auto"/>
        <w:rPr>
          <w:color w:val="800000"/>
        </w:rPr>
      </w:pPr>
      <w:bookmarkStart w:id="9" w:name="reflection4"/>
      <w:bookmarkEnd w:id="9"/>
      <w:r w:rsidRPr="00FE5917">
        <w:rPr>
          <w:rFonts w:ascii="Arial Black" w:hAnsi="Arial Black"/>
          <w:color w:val="800000"/>
          <w:sz w:val="28"/>
        </w:rPr>
        <w:t xml:space="preserve">Save and close </w:t>
      </w:r>
      <w:r w:rsidR="00503927" w:rsidRPr="00FE5917">
        <w:rPr>
          <w:noProof/>
          <w:color w:val="800000"/>
          <w:lang w:eastAsia="en-NZ"/>
        </w:rPr>
        <w:drawing>
          <wp:inline distT="0" distB="0" distL="0" distR="0" wp14:anchorId="7EFB6F71" wp14:editId="3E0FD39B">
            <wp:extent cx="3285714" cy="247619"/>
            <wp:effectExtent l="19050" t="19050" r="10160" b="1968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85714" cy="247619"/>
                    </a:xfrm>
                    <a:prstGeom prst="rect">
                      <a:avLst/>
                    </a:prstGeom>
                    <a:ln>
                      <a:solidFill>
                        <a:srgbClr val="6C3300"/>
                      </a:solidFill>
                    </a:ln>
                  </pic:spPr>
                </pic:pic>
              </a:graphicData>
            </a:graphic>
          </wp:inline>
        </w:drawing>
      </w:r>
      <w:r w:rsidR="000A303D" w:rsidRPr="00FE5917">
        <w:rPr>
          <w:color w:val="800000"/>
        </w:rPr>
        <w:br w:type="page"/>
      </w:r>
    </w:p>
    <w:p w:rsidR="00740603" w:rsidRPr="00FE5917" w:rsidRDefault="00740603" w:rsidP="00740603">
      <w:pPr>
        <w:spacing w:after="0" w:line="240" w:lineRule="auto"/>
        <w:rPr>
          <w:sz w:val="28"/>
        </w:rPr>
      </w:pPr>
      <w:r w:rsidRPr="00FE5917">
        <w:rPr>
          <w:sz w:val="28"/>
        </w:rPr>
        <w:lastRenderedPageBreak/>
        <w:t>To fill in the form follow this instruction:</w:t>
      </w:r>
    </w:p>
    <w:p w:rsidR="00740603" w:rsidRDefault="00740603" w:rsidP="00740603">
      <w:pPr>
        <w:spacing w:after="0" w:line="240" w:lineRule="auto"/>
      </w:pPr>
      <w:r>
        <w:rPr>
          <w:noProof/>
          <w:lang w:eastAsia="en-NZ"/>
        </w:rPr>
        <w:drawing>
          <wp:inline distT="0" distB="0" distL="0" distR="0" wp14:anchorId="481376AA" wp14:editId="2DBC3B57">
            <wp:extent cx="3685715" cy="590476"/>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85715" cy="590476"/>
                    </a:xfrm>
                    <a:prstGeom prst="rect">
                      <a:avLst/>
                    </a:prstGeom>
                  </pic:spPr>
                </pic:pic>
              </a:graphicData>
            </a:graphic>
          </wp:inline>
        </w:drawing>
      </w:r>
    </w:p>
    <w:p w:rsidR="00740603" w:rsidRDefault="00740603" w:rsidP="00740603">
      <w:pPr>
        <w:spacing w:after="0" w:line="240" w:lineRule="auto"/>
      </w:pPr>
      <w:r>
        <w:t xml:space="preserve">Note:  don’t </w:t>
      </w:r>
      <w:r w:rsidR="00820D59">
        <w:t>worry about the text boxes – the</w:t>
      </w:r>
      <w:r>
        <w:t xml:space="preserve"> boxes will grow bigger as you type so there is ample room</w:t>
      </w:r>
    </w:p>
    <w:p w:rsidR="00740603" w:rsidRDefault="00740603" w:rsidP="00740603">
      <w:pPr>
        <w:spacing w:after="0" w:line="240" w:lineRule="auto"/>
      </w:pPr>
    </w:p>
    <w:p w:rsidR="00B2248B" w:rsidRPr="00F9439E" w:rsidRDefault="00B2248B" w:rsidP="00524414"/>
    <w:p w:rsidR="00F6775E" w:rsidRPr="00F9439E" w:rsidRDefault="00CA30A8" w:rsidP="00F6775E">
      <w:pPr>
        <w:pStyle w:val="Heading2"/>
      </w:pPr>
      <w:bookmarkStart w:id="10" w:name="_Toc473794575"/>
      <w:r>
        <w:t>Task 8</w:t>
      </w:r>
      <w:r w:rsidR="00F6775E" w:rsidRPr="00F9439E">
        <w:t>:</w:t>
      </w:r>
      <w:bookmarkEnd w:id="10"/>
      <w:r w:rsidR="00F6775E" w:rsidRPr="00F9439E">
        <w:t xml:space="preserve"> </w:t>
      </w:r>
    </w:p>
    <w:p w:rsidR="00CA30A8" w:rsidRDefault="00CA30A8" w:rsidP="00F6775E">
      <w:pPr>
        <w:spacing w:line="240" w:lineRule="auto"/>
        <w:rPr>
          <w:b/>
          <w:bCs/>
        </w:rPr>
      </w:pPr>
    </w:p>
    <w:p w:rsidR="00F6775E" w:rsidRPr="00820D59" w:rsidRDefault="00B2248B" w:rsidP="00F6775E">
      <w:pPr>
        <w:spacing w:line="240" w:lineRule="auto"/>
        <w:rPr>
          <w:sz w:val="24"/>
        </w:rPr>
      </w:pPr>
      <w:r w:rsidRPr="00820D59">
        <w:rPr>
          <w:b/>
          <w:bCs/>
          <w:sz w:val="24"/>
        </w:rPr>
        <w:t xml:space="preserve">While you are online, security, privacy and personal safety are always an issue.  </w:t>
      </w:r>
      <w:r w:rsidR="00F6775E" w:rsidRPr="00820D59">
        <w:rPr>
          <w:sz w:val="24"/>
        </w:rPr>
        <w:t xml:space="preserve">List </w:t>
      </w:r>
      <w:r w:rsidR="00A816CA" w:rsidRPr="00820D59">
        <w:rPr>
          <w:sz w:val="24"/>
        </w:rPr>
        <w:t>six</w:t>
      </w:r>
      <w:r w:rsidR="00F6775E" w:rsidRPr="00820D59">
        <w:rPr>
          <w:sz w:val="24"/>
        </w:rPr>
        <w:t xml:space="preserve"> of the important </w:t>
      </w:r>
      <w:r w:rsidRPr="00820D59">
        <w:rPr>
          <w:sz w:val="24"/>
        </w:rPr>
        <w:t>points</w:t>
      </w:r>
      <w:r w:rsidR="00F6775E" w:rsidRPr="00820D59">
        <w:rPr>
          <w:sz w:val="24"/>
        </w:rPr>
        <w:t xml:space="preserve"> you need to be aware of as a Digital Citizen to </w:t>
      </w:r>
      <w:r w:rsidR="00A816CA" w:rsidRPr="00820D59">
        <w:rPr>
          <w:sz w:val="24"/>
        </w:rPr>
        <w:t xml:space="preserve">enhance your </w:t>
      </w:r>
      <w:r w:rsidR="00F6775E" w:rsidRPr="00820D59">
        <w:rPr>
          <w:sz w:val="24"/>
        </w:rPr>
        <w:t>personal</w:t>
      </w:r>
      <w:r w:rsidR="00A816CA" w:rsidRPr="00820D59">
        <w:rPr>
          <w:sz w:val="24"/>
        </w:rPr>
        <w:t xml:space="preserve"> </w:t>
      </w:r>
      <w:r w:rsidR="00F6775E" w:rsidRPr="00820D59">
        <w:rPr>
          <w:sz w:val="24"/>
        </w:rPr>
        <w:t>safe</w:t>
      </w:r>
      <w:r w:rsidR="00A816CA" w:rsidRPr="00820D59">
        <w:rPr>
          <w:sz w:val="24"/>
        </w:rPr>
        <w:t>ty</w:t>
      </w:r>
      <w:r w:rsidR="00F6775E" w:rsidRPr="00820D59">
        <w:rPr>
          <w:sz w:val="24"/>
        </w:rPr>
        <w:t>.</w:t>
      </w:r>
    </w:p>
    <w:p w:rsidR="00820D59" w:rsidRDefault="00820D59" w:rsidP="00F6775E">
      <w:pPr>
        <w:spacing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816CA" w:rsidRPr="00105E0C" w:rsidTr="00D6167E">
        <w:sdt>
          <w:sdtPr>
            <w:rPr>
              <w:rFonts w:ascii="Verdana" w:hAnsi="Verdana"/>
              <w:color w:val="00B050"/>
              <w:sz w:val="24"/>
              <w:szCs w:val="24"/>
            </w:rPr>
            <w:id w:val="-1716187472"/>
            <w:placeholder>
              <w:docPart w:val="DefaultPlaceholder_-1854013440"/>
            </w:placeholder>
            <w:showingPlcHdr/>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A816CA" w:rsidRPr="00105E0C" w:rsidRDefault="0030290E" w:rsidP="00D6167E">
                <w:pPr>
                  <w:tabs>
                    <w:tab w:val="right" w:pos="9180"/>
                  </w:tabs>
                  <w:rPr>
                    <w:rFonts w:ascii="Verdana" w:hAnsi="Verdana"/>
                    <w:color w:val="333333"/>
                    <w:sz w:val="24"/>
                    <w:szCs w:val="24"/>
                  </w:rPr>
                </w:pPr>
                <w:r w:rsidRPr="00105E0C">
                  <w:rPr>
                    <w:rStyle w:val="PlaceholderText"/>
                    <w:color w:val="00B050"/>
                    <w:sz w:val="24"/>
                    <w:szCs w:val="24"/>
                  </w:rPr>
                  <w:t>Click or tap here to enter text.</w:t>
                </w:r>
              </w:p>
            </w:tc>
          </w:sdtContent>
        </w:sdt>
      </w:tr>
      <w:tr w:rsidR="00A816CA" w:rsidRPr="00105E0C" w:rsidTr="00A816CA">
        <w:sdt>
          <w:sdtPr>
            <w:rPr>
              <w:rFonts w:ascii="Verdana" w:hAnsi="Verdana"/>
              <w:b/>
              <w:color w:val="7030A0"/>
              <w:sz w:val="24"/>
              <w:szCs w:val="24"/>
            </w:rPr>
            <w:id w:val="791022613"/>
            <w:placeholder>
              <w:docPart w:val="DefaultPlaceholder_-1854013440"/>
            </w:placeholder>
            <w:showingPlcHdr/>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A816CA" w:rsidRPr="00105E0C" w:rsidRDefault="008B024A" w:rsidP="00D6167E">
                <w:pPr>
                  <w:tabs>
                    <w:tab w:val="right" w:pos="9180"/>
                  </w:tabs>
                  <w:rPr>
                    <w:rFonts w:ascii="Verdana" w:hAnsi="Verdana"/>
                    <w:b/>
                    <w:color w:val="333333"/>
                    <w:sz w:val="24"/>
                    <w:szCs w:val="24"/>
                  </w:rPr>
                </w:pPr>
                <w:r w:rsidRPr="00105E0C">
                  <w:rPr>
                    <w:rStyle w:val="PlaceholderText"/>
                    <w:b/>
                    <w:color w:val="7030A0"/>
                    <w:sz w:val="24"/>
                    <w:szCs w:val="24"/>
                  </w:rPr>
                  <w:t>Click or tap here to enter text.</w:t>
                </w:r>
              </w:p>
            </w:tc>
          </w:sdtContent>
        </w:sdt>
      </w:tr>
      <w:tr w:rsidR="00A816CA" w:rsidRPr="00105E0C" w:rsidTr="00A816CA">
        <w:sdt>
          <w:sdtPr>
            <w:rPr>
              <w:rFonts w:ascii="Verdana" w:hAnsi="Verdana"/>
              <w:color w:val="00B050"/>
              <w:sz w:val="24"/>
              <w:szCs w:val="24"/>
            </w:rPr>
            <w:id w:val="55985003"/>
            <w:placeholder>
              <w:docPart w:val="D82B5930CFF847F683C68F48E6D7B218"/>
            </w:placeholder>
            <w:showingPlcHdr/>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A816CA" w:rsidRPr="00105E0C" w:rsidRDefault="008B024A" w:rsidP="00D6167E">
                <w:pPr>
                  <w:tabs>
                    <w:tab w:val="right" w:pos="9180"/>
                  </w:tabs>
                  <w:rPr>
                    <w:rFonts w:ascii="Verdana" w:hAnsi="Verdana"/>
                    <w:b/>
                    <w:color w:val="333333"/>
                    <w:sz w:val="24"/>
                    <w:szCs w:val="24"/>
                  </w:rPr>
                </w:pPr>
                <w:r w:rsidRPr="00105E0C">
                  <w:rPr>
                    <w:rStyle w:val="PlaceholderText"/>
                    <w:color w:val="00B050"/>
                    <w:sz w:val="24"/>
                    <w:szCs w:val="24"/>
                  </w:rPr>
                  <w:t>Click or tap here to enter text.</w:t>
                </w:r>
              </w:p>
            </w:tc>
          </w:sdtContent>
        </w:sdt>
      </w:tr>
      <w:tr w:rsidR="00A816CA" w:rsidRPr="00105E0C" w:rsidTr="00A816CA">
        <w:sdt>
          <w:sdtPr>
            <w:rPr>
              <w:rFonts w:ascii="Verdana" w:hAnsi="Verdana"/>
              <w:b/>
              <w:color w:val="7030A0"/>
              <w:sz w:val="24"/>
              <w:szCs w:val="24"/>
            </w:rPr>
            <w:id w:val="-712032544"/>
            <w:placeholder>
              <w:docPart w:val="9510CB3B22AA402EB4056A1C98B00F2B"/>
            </w:placeholder>
            <w:showingPlcHdr/>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A816CA" w:rsidRPr="00105E0C" w:rsidRDefault="008B024A" w:rsidP="00D6167E">
                <w:pPr>
                  <w:tabs>
                    <w:tab w:val="right" w:pos="9180"/>
                  </w:tabs>
                  <w:rPr>
                    <w:rFonts w:ascii="Verdana" w:hAnsi="Verdana"/>
                    <w:b/>
                    <w:color w:val="333333"/>
                    <w:sz w:val="24"/>
                    <w:szCs w:val="24"/>
                  </w:rPr>
                </w:pPr>
                <w:r w:rsidRPr="00105E0C">
                  <w:rPr>
                    <w:rStyle w:val="PlaceholderText"/>
                    <w:b/>
                    <w:color w:val="7030A0"/>
                    <w:sz w:val="24"/>
                    <w:szCs w:val="24"/>
                  </w:rPr>
                  <w:t>Click or tap here to enter text.</w:t>
                </w:r>
              </w:p>
            </w:tc>
          </w:sdtContent>
        </w:sdt>
      </w:tr>
      <w:tr w:rsidR="00A816CA" w:rsidRPr="00105E0C" w:rsidTr="00A816CA">
        <w:sdt>
          <w:sdtPr>
            <w:rPr>
              <w:rFonts w:ascii="Verdana" w:hAnsi="Verdana"/>
              <w:color w:val="00B050"/>
              <w:sz w:val="24"/>
              <w:szCs w:val="24"/>
            </w:rPr>
            <w:id w:val="1281603408"/>
            <w:placeholder>
              <w:docPart w:val="0424AEAC5C1E4D43AF43CDBDDC9B56CF"/>
            </w:placeholder>
            <w:showingPlcHdr/>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A816CA" w:rsidRPr="00105E0C" w:rsidRDefault="008B024A" w:rsidP="00D6167E">
                <w:pPr>
                  <w:tabs>
                    <w:tab w:val="right" w:pos="9180"/>
                  </w:tabs>
                  <w:rPr>
                    <w:rFonts w:ascii="Verdana" w:hAnsi="Verdana"/>
                    <w:b/>
                    <w:color w:val="333333"/>
                    <w:sz w:val="24"/>
                    <w:szCs w:val="24"/>
                  </w:rPr>
                </w:pPr>
                <w:r w:rsidRPr="00105E0C">
                  <w:rPr>
                    <w:rStyle w:val="PlaceholderText"/>
                    <w:color w:val="00B050"/>
                    <w:sz w:val="24"/>
                    <w:szCs w:val="24"/>
                  </w:rPr>
                  <w:t>Click or tap here to enter text.</w:t>
                </w:r>
              </w:p>
            </w:tc>
          </w:sdtContent>
        </w:sdt>
      </w:tr>
      <w:tr w:rsidR="00E2787B" w:rsidRPr="00105E0C" w:rsidTr="00E2787B">
        <w:sdt>
          <w:sdtPr>
            <w:rPr>
              <w:rFonts w:ascii="Verdana" w:hAnsi="Verdana"/>
              <w:b/>
              <w:color w:val="7030A0"/>
              <w:sz w:val="24"/>
              <w:szCs w:val="24"/>
            </w:rPr>
            <w:id w:val="226652690"/>
            <w:placeholder>
              <w:docPart w:val="1A6D5F16EFA04F309D8E5BA520A67DA3"/>
            </w:placeholder>
            <w:showingPlcHdr/>
          </w:sdt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E2787B" w:rsidRPr="00105E0C" w:rsidRDefault="00105E0C" w:rsidP="00657F3E">
                <w:pPr>
                  <w:tabs>
                    <w:tab w:val="right" w:pos="9180"/>
                  </w:tabs>
                  <w:rPr>
                    <w:rFonts w:ascii="Verdana" w:hAnsi="Verdana"/>
                    <w:b/>
                    <w:color w:val="7030A0"/>
                    <w:sz w:val="24"/>
                    <w:szCs w:val="24"/>
                  </w:rPr>
                </w:pPr>
                <w:r w:rsidRPr="00105E0C">
                  <w:rPr>
                    <w:rStyle w:val="PlaceholderText"/>
                    <w:b/>
                    <w:color w:val="7030A0"/>
                    <w:sz w:val="24"/>
                    <w:szCs w:val="24"/>
                  </w:rPr>
                  <w:t>Click or tap here to enter text.</w:t>
                </w:r>
              </w:p>
            </w:tc>
          </w:sdtContent>
        </w:sdt>
      </w:tr>
    </w:tbl>
    <w:p w:rsidR="00274162" w:rsidRDefault="00274162">
      <w:pPr>
        <w:spacing w:after="0" w:line="240" w:lineRule="auto"/>
        <w:rPr>
          <w:sz w:val="21"/>
        </w:rPr>
      </w:pPr>
    </w:p>
    <w:p w:rsidR="00E2787B" w:rsidRDefault="00E2787B">
      <w:pPr>
        <w:spacing w:after="0" w:line="240" w:lineRule="auto"/>
        <w:rPr>
          <w:sz w:val="21"/>
        </w:rPr>
      </w:pPr>
    </w:p>
    <w:p w:rsidR="000A303D" w:rsidRPr="00FE5917" w:rsidRDefault="00820D59">
      <w:pPr>
        <w:spacing w:after="0" w:line="240" w:lineRule="auto"/>
        <w:rPr>
          <w:color w:val="800000"/>
          <w:sz w:val="21"/>
        </w:rPr>
      </w:pPr>
      <w:r w:rsidRPr="00FE5917">
        <w:rPr>
          <w:rFonts w:ascii="Arial Black" w:hAnsi="Arial Black"/>
          <w:color w:val="800000"/>
          <w:sz w:val="28"/>
        </w:rPr>
        <w:t xml:space="preserve">Save and close </w:t>
      </w:r>
      <w:r w:rsidR="00503927" w:rsidRPr="00FE5917">
        <w:rPr>
          <w:noProof/>
          <w:color w:val="800000"/>
          <w:lang w:eastAsia="en-NZ"/>
        </w:rPr>
        <w:drawing>
          <wp:inline distT="0" distB="0" distL="0" distR="0" wp14:anchorId="07EE0492" wp14:editId="103DD80E">
            <wp:extent cx="3285714" cy="247619"/>
            <wp:effectExtent l="19050" t="19050" r="10160" b="1968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85714" cy="247619"/>
                    </a:xfrm>
                    <a:prstGeom prst="rect">
                      <a:avLst/>
                    </a:prstGeom>
                    <a:ln>
                      <a:solidFill>
                        <a:srgbClr val="6C3300"/>
                      </a:solidFill>
                    </a:ln>
                  </pic:spPr>
                </pic:pic>
              </a:graphicData>
            </a:graphic>
          </wp:inline>
        </w:drawing>
      </w:r>
      <w:r w:rsidR="000A303D" w:rsidRPr="00FE5917">
        <w:rPr>
          <w:color w:val="800000"/>
        </w:rPr>
        <w:br w:type="page"/>
      </w:r>
    </w:p>
    <w:p w:rsidR="003C59EC" w:rsidRPr="00FE5917" w:rsidRDefault="003C59EC" w:rsidP="003C59EC">
      <w:pPr>
        <w:spacing w:after="0" w:line="240" w:lineRule="auto"/>
        <w:rPr>
          <w:sz w:val="28"/>
        </w:rPr>
      </w:pPr>
      <w:r w:rsidRPr="00FE5917">
        <w:rPr>
          <w:sz w:val="28"/>
        </w:rPr>
        <w:lastRenderedPageBreak/>
        <w:t xml:space="preserve">To fill in the form follow the instructions in </w:t>
      </w:r>
      <w:r w:rsidRPr="00FE5917">
        <w:rPr>
          <w:b/>
          <w:color w:val="50B048"/>
          <w:sz w:val="28"/>
        </w:rPr>
        <w:t>Green</w:t>
      </w:r>
      <w:r w:rsidRPr="00FE5917">
        <w:rPr>
          <w:color w:val="50B048"/>
          <w:sz w:val="28"/>
        </w:rPr>
        <w:t xml:space="preserve"> </w:t>
      </w:r>
      <w:r w:rsidRPr="00FE5917">
        <w:rPr>
          <w:sz w:val="28"/>
        </w:rPr>
        <w:t xml:space="preserve">and </w:t>
      </w:r>
      <w:r w:rsidRPr="00FE5917">
        <w:rPr>
          <w:b/>
          <w:color w:val="0070C0"/>
          <w:sz w:val="28"/>
        </w:rPr>
        <w:t>Blue</w:t>
      </w:r>
      <w:r w:rsidRPr="00FE5917">
        <w:rPr>
          <w:sz w:val="28"/>
        </w:rPr>
        <w:t>:</w:t>
      </w:r>
    </w:p>
    <w:p w:rsidR="003C59EC" w:rsidRDefault="003C59EC" w:rsidP="003C59EC"/>
    <w:p w:rsidR="00346A10" w:rsidRPr="000656F8" w:rsidRDefault="00CA30A8" w:rsidP="00346A10">
      <w:pPr>
        <w:tabs>
          <w:tab w:val="right" w:pos="9639"/>
        </w:tabs>
        <w:rPr>
          <w:b/>
          <w:color w:val="FFFFFF"/>
          <w:sz w:val="28"/>
          <w:szCs w:val="28"/>
          <w:highlight w:val="black"/>
        </w:rPr>
      </w:pPr>
      <w:r>
        <w:rPr>
          <w:b/>
          <w:color w:val="FFFFFF"/>
          <w:sz w:val="28"/>
          <w:szCs w:val="28"/>
          <w:highlight w:val="black"/>
        </w:rPr>
        <w:t>Task 9</w:t>
      </w:r>
      <w:r w:rsidR="000A303D">
        <w:rPr>
          <w:b/>
          <w:color w:val="FFFFFF"/>
          <w:sz w:val="28"/>
          <w:szCs w:val="28"/>
          <w:highlight w:val="black"/>
        </w:rPr>
        <w:t>:</w:t>
      </w:r>
      <w:r w:rsidR="00346A10">
        <w:rPr>
          <w:b/>
          <w:color w:val="FFFFFF"/>
          <w:sz w:val="28"/>
          <w:szCs w:val="28"/>
          <w:highlight w:val="black"/>
        </w:rPr>
        <w:tab/>
      </w:r>
    </w:p>
    <w:p w:rsidR="00346A10" w:rsidRDefault="00346A10" w:rsidP="00346A10">
      <w:pPr>
        <w:spacing w:after="0" w:line="240" w:lineRule="auto"/>
      </w:pPr>
    </w:p>
    <w:p w:rsidR="00346A10" w:rsidRPr="003D6598" w:rsidRDefault="00EB0955" w:rsidP="003D6598">
      <w:pPr>
        <w:spacing w:after="0" w:line="240" w:lineRule="auto"/>
        <w:rPr>
          <w:color w:val="943634"/>
          <w:sz w:val="24"/>
        </w:rPr>
      </w:pPr>
      <w:r w:rsidRPr="003D6598">
        <w:rPr>
          <w:color w:val="943634"/>
          <w:sz w:val="24"/>
        </w:rPr>
        <w:t xml:space="preserve">You should have shared </w:t>
      </w:r>
      <w:r w:rsidR="008417A8" w:rsidRPr="003D6598">
        <w:rPr>
          <w:color w:val="943634"/>
          <w:sz w:val="24"/>
        </w:rPr>
        <w:t xml:space="preserve">and exported </w:t>
      </w:r>
      <w:r w:rsidRPr="003D6598">
        <w:rPr>
          <w:color w:val="943634"/>
          <w:sz w:val="24"/>
        </w:rPr>
        <w:t>your Google Calendar on two occasions</w:t>
      </w:r>
      <w:r w:rsidR="00BC7776" w:rsidRPr="003D6598">
        <w:rPr>
          <w:color w:val="943634"/>
          <w:sz w:val="24"/>
        </w:rPr>
        <w:t xml:space="preserve"> – the first occasion was for practise, the second is for </w:t>
      </w:r>
      <w:proofErr w:type="gramStart"/>
      <w:r w:rsidR="00BC7776" w:rsidRPr="003D6598">
        <w:rPr>
          <w:color w:val="943634"/>
          <w:sz w:val="24"/>
        </w:rPr>
        <w:t xml:space="preserve">assessment </w:t>
      </w:r>
      <w:proofErr w:type="gramEnd"/>
      <w:r w:rsidR="00BC7776" w:rsidRPr="003D6598">
        <w:rPr>
          <w:noProof/>
          <w:color w:val="943634"/>
          <w:lang w:eastAsia="en-NZ"/>
        </w:rPr>
        <w:drawing>
          <wp:inline distT="0" distB="0" distL="0" distR="0" wp14:anchorId="2C0D96AC" wp14:editId="7A25F481">
            <wp:extent cx="2576975" cy="221869"/>
            <wp:effectExtent l="0" t="0" r="0" b="6985"/>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41670"/>
                    <a:stretch/>
                  </pic:blipFill>
                  <pic:spPr bwMode="auto">
                    <a:xfrm>
                      <a:off x="0" y="0"/>
                      <a:ext cx="2580952" cy="222211"/>
                    </a:xfrm>
                    <a:prstGeom prst="rect">
                      <a:avLst/>
                    </a:prstGeom>
                    <a:ln>
                      <a:noFill/>
                    </a:ln>
                    <a:extLst>
                      <a:ext uri="{53640926-AAD7-44D8-BBD7-CCE9431645EC}">
                        <a14:shadowObscured xmlns:a14="http://schemas.microsoft.com/office/drawing/2010/main"/>
                      </a:ext>
                    </a:extLst>
                  </pic:spPr>
                </pic:pic>
              </a:graphicData>
            </a:graphic>
          </wp:inline>
        </w:drawing>
      </w:r>
      <w:r w:rsidR="00BC7776" w:rsidRPr="003D6598">
        <w:rPr>
          <w:color w:val="943634"/>
          <w:sz w:val="24"/>
        </w:rPr>
        <w:t>.</w:t>
      </w:r>
    </w:p>
    <w:p w:rsidR="00BC7776" w:rsidRDefault="00BC7776" w:rsidP="00346A10">
      <w:pPr>
        <w:spacing w:after="0" w:line="240" w:lineRule="auto"/>
        <w:rPr>
          <w:sz w:val="24"/>
        </w:rPr>
      </w:pPr>
    </w:p>
    <w:p w:rsidR="000A303D" w:rsidRDefault="000A303D" w:rsidP="00346A10">
      <w:pPr>
        <w:spacing w:after="0" w:line="240" w:lineRule="auto"/>
      </w:pPr>
    </w:p>
    <w:p w:rsidR="003D6598" w:rsidRPr="003D6598" w:rsidRDefault="00565072" w:rsidP="003D6598">
      <w:pPr>
        <w:pBdr>
          <w:top w:val="single" w:sz="4" w:space="1" w:color="auto"/>
          <w:left w:val="single" w:sz="4" w:space="4" w:color="auto"/>
          <w:bottom w:val="single" w:sz="4" w:space="1" w:color="auto"/>
          <w:right w:val="single" w:sz="4" w:space="4" w:color="auto"/>
        </w:pBdr>
        <w:spacing w:after="0" w:line="480" w:lineRule="auto"/>
        <w:jc w:val="both"/>
        <w:rPr>
          <w:color w:val="943634"/>
          <w:sz w:val="32"/>
          <w:bdr w:val="single" w:sz="4" w:space="0" w:color="auto"/>
        </w:rPr>
      </w:pPr>
      <w:r w:rsidRPr="003D6598">
        <w:rPr>
          <w:color w:val="943634"/>
        </w:rPr>
        <w:t xml:space="preserve">When you click in the box you will get: </w:t>
      </w:r>
      <w:r w:rsidRPr="003D6598">
        <w:rPr>
          <w:color w:val="943634"/>
          <w:sz w:val="32"/>
        </w:rPr>
        <w:sym w:font="Wingdings" w:char="F0FC"/>
      </w:r>
      <w:r w:rsidRPr="003D6598">
        <w:rPr>
          <w:color w:val="943634"/>
          <w:sz w:val="32"/>
        </w:rPr>
        <w:t xml:space="preserve"> for Yes</w:t>
      </w:r>
      <w:r w:rsidRPr="003D6598">
        <w:rPr>
          <w:color w:val="943634"/>
        </w:rPr>
        <w:t>,   if you don’t click in it you will get</w:t>
      </w:r>
      <w:r w:rsidRPr="003D6598">
        <w:rPr>
          <w:color w:val="943634"/>
          <w:sz w:val="32"/>
        </w:rPr>
        <w:t xml:space="preserve"> </w:t>
      </w:r>
      <w:r w:rsidRPr="003D6598">
        <w:rPr>
          <w:color w:val="943634"/>
          <w:sz w:val="32"/>
        </w:rPr>
        <w:sym w:font="Wingdings" w:char="F0A8"/>
      </w:r>
      <w:r w:rsidRPr="003D6598">
        <w:rPr>
          <w:color w:val="943634"/>
          <w:sz w:val="32"/>
        </w:rPr>
        <w:t xml:space="preserve"> for No</w:t>
      </w:r>
    </w:p>
    <w:p w:rsidR="00565072" w:rsidRPr="00F6019D" w:rsidRDefault="00565072" w:rsidP="002F004B">
      <w:pPr>
        <w:spacing w:before="240" w:after="0" w:line="480" w:lineRule="auto"/>
        <w:rPr>
          <w:color w:val="50B048"/>
          <w:sz w:val="32"/>
        </w:rPr>
      </w:pPr>
      <w:r w:rsidRPr="00F6019D">
        <w:rPr>
          <w:color w:val="50B048"/>
          <w:sz w:val="32"/>
        </w:rPr>
        <w:t xml:space="preserve">I have </w:t>
      </w:r>
      <w:r>
        <w:rPr>
          <w:color w:val="50B048"/>
          <w:sz w:val="32"/>
        </w:rPr>
        <w:t>shared my Calendar</w:t>
      </w:r>
      <w:r w:rsidRPr="00F6019D">
        <w:rPr>
          <w:color w:val="50B048"/>
          <w:sz w:val="32"/>
        </w:rPr>
        <w:t xml:space="preserve"> to </w:t>
      </w:r>
      <w:hyperlink r:id="rId12" w:history="1">
        <w:r w:rsidR="007E743B" w:rsidRPr="005F479C">
          <w:rPr>
            <w:rStyle w:val="Hyperlink"/>
            <w:sz w:val="32"/>
          </w:rPr>
          <w:t>nzcc.kiwi@gmail.com</w:t>
        </w:r>
      </w:hyperlink>
      <w:r w:rsidRPr="00F6019D">
        <w:rPr>
          <w:color w:val="50B048"/>
          <w:sz w:val="32"/>
        </w:rPr>
        <w:tab/>
      </w:r>
      <w:sdt>
        <w:sdtPr>
          <w:rPr>
            <w:color w:val="50B048"/>
            <w:sz w:val="32"/>
          </w:rPr>
          <w:alias w:val="Sent"/>
          <w:tag w:val="Sent"/>
          <w:id w:val="-1432199552"/>
          <w14:checkbox>
            <w14:checked w14:val="0"/>
            <w14:checkedState w14:val="00FC" w14:font="Wingdings"/>
            <w14:uncheckedState w14:val="2610" w14:font="MS Gothic"/>
          </w14:checkbox>
        </w:sdtPr>
        <w:sdtEndPr/>
        <w:sdtContent>
          <w:r w:rsidRPr="00F6019D">
            <w:rPr>
              <w:rFonts w:ascii="MS Gothic" w:eastAsia="MS Gothic" w:hAnsi="MS Gothic" w:hint="eastAsia"/>
              <w:color w:val="50B048"/>
              <w:sz w:val="32"/>
            </w:rPr>
            <w:t>☐</w:t>
          </w:r>
        </w:sdtContent>
      </w:sdt>
      <w:r w:rsidRPr="00F6019D">
        <w:rPr>
          <w:color w:val="50B048"/>
          <w:sz w:val="32"/>
        </w:rPr>
        <w:t xml:space="preserve">      </w:t>
      </w:r>
      <w:r w:rsidR="00FB263F">
        <w:rPr>
          <w:noProof/>
          <w:lang w:eastAsia="en-NZ"/>
        </w:rPr>
        <w:drawing>
          <wp:inline distT="0" distB="0" distL="0" distR="0" wp14:anchorId="32D8ECE7" wp14:editId="0F112DB2">
            <wp:extent cx="542857" cy="247619"/>
            <wp:effectExtent l="0" t="0" r="0" b="63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3D6598" w:rsidRPr="003D6598" w:rsidRDefault="00565072" w:rsidP="003D6598">
      <w:pPr>
        <w:pBdr>
          <w:top w:val="single" w:sz="4" w:space="1" w:color="auto"/>
          <w:left w:val="single" w:sz="4" w:space="4" w:color="auto"/>
          <w:bottom w:val="single" w:sz="4" w:space="1" w:color="auto"/>
          <w:right w:val="single" w:sz="4" w:space="4" w:color="auto"/>
        </w:pBdr>
        <w:tabs>
          <w:tab w:val="left" w:pos="3969"/>
        </w:tabs>
        <w:jc w:val="both"/>
        <w:rPr>
          <w:color w:val="943634"/>
          <w:bdr w:val="single" w:sz="4" w:space="0" w:color="auto"/>
        </w:rPr>
      </w:pPr>
      <w:r w:rsidRPr="003D6598">
        <w:rPr>
          <w:color w:val="943634"/>
        </w:rPr>
        <w:t xml:space="preserve">When you click in the box, click on the down arrow </w:t>
      </w:r>
      <w:r w:rsidRPr="003D6598">
        <w:rPr>
          <w:noProof/>
          <w:color w:val="943634"/>
          <w:lang w:eastAsia="en-NZ"/>
        </w:rPr>
        <w:drawing>
          <wp:inline distT="0" distB="0" distL="0" distR="0" wp14:anchorId="73D5403C" wp14:editId="570E42B8">
            <wp:extent cx="304762" cy="314286"/>
            <wp:effectExtent l="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4762" cy="314286"/>
                    </a:xfrm>
                    <a:prstGeom prst="rect">
                      <a:avLst/>
                    </a:prstGeom>
                  </pic:spPr>
                </pic:pic>
              </a:graphicData>
            </a:graphic>
          </wp:inline>
        </w:drawing>
      </w:r>
      <w:r w:rsidRPr="003D6598">
        <w:rPr>
          <w:color w:val="943634"/>
        </w:rPr>
        <w:t xml:space="preserve"> and change to correct month and day</w:t>
      </w:r>
      <w:r w:rsidR="003D6598" w:rsidRPr="003D6598">
        <w:rPr>
          <w:color w:val="943634"/>
        </w:rPr>
        <w:br/>
      </w:r>
      <w:r w:rsidRPr="003D6598">
        <w:rPr>
          <w:noProof/>
          <w:color w:val="943634"/>
          <w:lang w:eastAsia="en-NZ"/>
        </w:rPr>
        <w:drawing>
          <wp:inline distT="0" distB="0" distL="0" distR="0" wp14:anchorId="59226FAC" wp14:editId="192309BB">
            <wp:extent cx="1313223" cy="1133856"/>
            <wp:effectExtent l="0" t="0" r="127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24313" cy="1143431"/>
                    </a:xfrm>
                    <a:prstGeom prst="rect">
                      <a:avLst/>
                    </a:prstGeom>
                  </pic:spPr>
                </pic:pic>
              </a:graphicData>
            </a:graphic>
          </wp:inline>
        </w:drawing>
      </w:r>
      <w:r w:rsidR="003D6598" w:rsidRPr="003D6598">
        <w:rPr>
          <w:color w:val="943634"/>
        </w:rPr>
        <w:tab/>
      </w:r>
      <w:r w:rsidR="003D6598" w:rsidRPr="003D6598">
        <w:rPr>
          <w:color w:val="943634"/>
        </w:rPr>
        <w:tab/>
      </w:r>
      <w:r w:rsidR="003D6598" w:rsidRPr="003D6598">
        <w:rPr>
          <w:color w:val="943634"/>
        </w:rPr>
        <w:tab/>
      </w:r>
      <w:r w:rsidR="003D6598" w:rsidRPr="003D6598">
        <w:rPr>
          <w:color w:val="943634"/>
        </w:rPr>
        <w:tab/>
      </w:r>
      <w:r w:rsidR="003D6598" w:rsidRPr="003D6598">
        <w:rPr>
          <w:color w:val="943634"/>
        </w:rPr>
        <w:tab/>
      </w:r>
      <w:r w:rsidR="003D6598" w:rsidRPr="003D6598">
        <w:rPr>
          <w:color w:val="943634"/>
        </w:rPr>
        <w:tab/>
      </w:r>
      <w:r w:rsidR="003D6598" w:rsidRPr="003D6598">
        <w:rPr>
          <w:color w:val="943634"/>
        </w:rPr>
        <w:tab/>
      </w:r>
      <w:r w:rsidR="003D6598" w:rsidRPr="003D6598">
        <w:rPr>
          <w:color w:val="943634"/>
        </w:rPr>
        <w:tab/>
      </w:r>
    </w:p>
    <w:p w:rsidR="00565072" w:rsidRPr="00B553AE" w:rsidRDefault="00BC7776" w:rsidP="002F004B">
      <w:pPr>
        <w:tabs>
          <w:tab w:val="left" w:pos="3969"/>
        </w:tabs>
        <w:spacing w:before="240"/>
        <w:rPr>
          <w:color w:val="0070C0"/>
          <w:sz w:val="32"/>
        </w:rPr>
      </w:pPr>
      <w:r>
        <w:rPr>
          <w:color w:val="0070C0"/>
          <w:sz w:val="32"/>
        </w:rPr>
        <w:t>I shared my Calendar</w:t>
      </w:r>
      <w:r w:rsidR="00565072" w:rsidRPr="00B553AE">
        <w:rPr>
          <w:color w:val="0070C0"/>
          <w:sz w:val="32"/>
        </w:rPr>
        <w:t xml:space="preserve"> on </w:t>
      </w:r>
      <w:r w:rsidR="00565072" w:rsidRPr="00B553AE">
        <w:rPr>
          <w:color w:val="0070C0"/>
          <w:sz w:val="32"/>
        </w:rPr>
        <w:tab/>
      </w:r>
      <w:sdt>
        <w:sdtPr>
          <w:rPr>
            <w:color w:val="0070C0"/>
            <w:sz w:val="32"/>
          </w:rPr>
          <w:id w:val="-1265753371"/>
          <w:placeholder>
            <w:docPart w:val="AC76FAD91D1148A89E9F8C9BA278E5CF"/>
          </w:placeholder>
          <w:showingPlcHdr/>
          <w:date>
            <w:dateFormat w:val="d/MM/yyyy"/>
            <w:lid w:val="en-NZ"/>
            <w:storeMappedDataAs w:val="dateTime"/>
            <w:calendar w:val="gregorian"/>
          </w:date>
        </w:sdtPr>
        <w:sdtEndPr/>
        <w:sdtContent>
          <w:r w:rsidR="00565072" w:rsidRPr="00B553AE">
            <w:rPr>
              <w:rStyle w:val="PlaceholderText"/>
              <w:color w:val="0070C0"/>
              <w:sz w:val="32"/>
            </w:rPr>
            <w:t>Click or tap to enter a date.</w:t>
          </w:r>
        </w:sdtContent>
      </w:sdt>
      <w:r w:rsidR="00FB263F">
        <w:rPr>
          <w:color w:val="0070C0"/>
          <w:sz w:val="32"/>
        </w:rPr>
        <w:tab/>
      </w:r>
      <w:r w:rsidR="00FB263F">
        <w:rPr>
          <w:noProof/>
          <w:lang w:eastAsia="en-NZ"/>
        </w:rPr>
        <w:drawing>
          <wp:inline distT="0" distB="0" distL="0" distR="0" wp14:anchorId="6E94B13F" wp14:editId="33C03B31">
            <wp:extent cx="542857" cy="247619"/>
            <wp:effectExtent l="0" t="0" r="0" b="63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820D59" w:rsidRDefault="00820D59">
      <w:pPr>
        <w:spacing w:after="0" w:line="240" w:lineRule="auto"/>
      </w:pPr>
    </w:p>
    <w:p w:rsidR="008417A8" w:rsidRDefault="008417A8">
      <w:pPr>
        <w:spacing w:after="0" w:line="240" w:lineRule="auto"/>
      </w:pPr>
    </w:p>
    <w:p w:rsidR="003D6598" w:rsidRPr="003D6598" w:rsidRDefault="002F004B" w:rsidP="00566420">
      <w:pPr>
        <w:spacing w:after="0" w:line="240" w:lineRule="auto"/>
        <w:rPr>
          <w:color w:val="50B048"/>
          <w:sz w:val="36"/>
        </w:rPr>
      </w:pPr>
      <w:r>
        <w:rPr>
          <w:noProof/>
          <w:lang w:eastAsia="en-NZ"/>
        </w:rPr>
        <w:drawing>
          <wp:anchor distT="0" distB="0" distL="114300" distR="114300" simplePos="0" relativeHeight="251677696" behindDoc="0" locked="0" layoutInCell="1" allowOverlap="1">
            <wp:simplePos x="0" y="0"/>
            <wp:positionH relativeFrom="column">
              <wp:posOffset>4843272</wp:posOffset>
            </wp:positionH>
            <wp:positionV relativeFrom="paragraph">
              <wp:posOffset>242570</wp:posOffset>
            </wp:positionV>
            <wp:extent cx="542290" cy="247015"/>
            <wp:effectExtent l="0" t="0" r="0" b="6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2290" cy="247015"/>
                    </a:xfrm>
                    <a:prstGeom prst="rect">
                      <a:avLst/>
                    </a:prstGeom>
                  </pic:spPr>
                </pic:pic>
              </a:graphicData>
            </a:graphic>
          </wp:anchor>
        </w:drawing>
      </w:r>
      <w:r w:rsidR="00566420" w:rsidRPr="003D6598">
        <w:rPr>
          <w:color w:val="50B048"/>
          <w:sz w:val="32"/>
        </w:rPr>
        <w:t xml:space="preserve">I used the following device to share my calendar </w:t>
      </w:r>
    </w:p>
    <w:sdt>
      <w:sdtPr>
        <w:rPr>
          <w:rFonts w:ascii="Verdana" w:hAnsi="Verdana"/>
          <w:b/>
          <w:color w:val="333333"/>
        </w:rPr>
        <w:id w:val="-38671503"/>
        <w:placeholder>
          <w:docPart w:val="BDEEB5D059CD4ED5B3DFC24B87FF9900"/>
        </w:placeholder>
        <w:showingPlcHdr/>
        <w:text w:multiLine="1"/>
      </w:sdtPr>
      <w:sdtEndPr/>
      <w:sdtContent>
        <w:p w:rsidR="00566420" w:rsidRDefault="002F004B" w:rsidP="003D6598">
          <w:pPr>
            <w:spacing w:after="0" w:line="240" w:lineRule="auto"/>
            <w:jc w:val="center"/>
            <w:rPr>
              <w:color w:val="50B048"/>
              <w:sz w:val="32"/>
            </w:rPr>
          </w:pPr>
          <w:r w:rsidRPr="00FE5917">
            <w:rPr>
              <w:rStyle w:val="PlaceholderText"/>
              <w:rFonts w:ascii="Verdana" w:hAnsi="Verdana"/>
              <w:b/>
              <w:color w:val="00B050"/>
            </w:rPr>
            <w:t>Click here to enter text.</w:t>
          </w:r>
        </w:p>
      </w:sdtContent>
    </w:sdt>
    <w:p w:rsidR="008417A8" w:rsidRDefault="008417A8">
      <w:pPr>
        <w:spacing w:after="0" w:line="240" w:lineRule="auto"/>
      </w:pPr>
    </w:p>
    <w:p w:rsidR="008417A8" w:rsidRDefault="008417A8">
      <w:pPr>
        <w:spacing w:after="0" w:line="240" w:lineRule="auto"/>
      </w:pPr>
    </w:p>
    <w:p w:rsidR="00566420" w:rsidRDefault="00566420">
      <w:pPr>
        <w:spacing w:after="0" w:line="240" w:lineRule="auto"/>
      </w:pPr>
    </w:p>
    <w:p w:rsidR="008417A8" w:rsidRPr="002D47F3" w:rsidRDefault="002D47F3" w:rsidP="002D47F3">
      <w:pPr>
        <w:tabs>
          <w:tab w:val="left" w:pos="8080"/>
        </w:tabs>
        <w:spacing w:after="0"/>
        <w:rPr>
          <w:color w:val="0070C0"/>
          <w:sz w:val="32"/>
        </w:rPr>
      </w:pPr>
      <w:r>
        <w:rPr>
          <w:noProof/>
          <w:lang w:eastAsia="en-NZ"/>
        </w:rPr>
        <w:drawing>
          <wp:anchor distT="0" distB="0" distL="114300" distR="114300" simplePos="0" relativeHeight="251665408" behindDoc="0" locked="0" layoutInCell="1" allowOverlap="1">
            <wp:simplePos x="0" y="0"/>
            <wp:positionH relativeFrom="column">
              <wp:posOffset>5593334</wp:posOffset>
            </wp:positionH>
            <wp:positionV relativeFrom="paragraph">
              <wp:posOffset>304165</wp:posOffset>
            </wp:positionV>
            <wp:extent cx="542290" cy="247015"/>
            <wp:effectExtent l="0" t="0" r="0"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2290" cy="247015"/>
                    </a:xfrm>
                    <a:prstGeom prst="rect">
                      <a:avLst/>
                    </a:prstGeom>
                  </pic:spPr>
                </pic:pic>
              </a:graphicData>
            </a:graphic>
          </wp:anchor>
        </w:drawing>
      </w:r>
      <w:r w:rsidR="008417A8" w:rsidRPr="002D47F3">
        <w:rPr>
          <w:color w:val="0070C0"/>
          <w:sz w:val="32"/>
        </w:rPr>
        <w:t xml:space="preserve">I have exported my Calendar and emailed </w:t>
      </w:r>
      <w:proofErr w:type="gramStart"/>
      <w:r w:rsidR="008417A8" w:rsidRPr="002D47F3">
        <w:rPr>
          <w:color w:val="0070C0"/>
          <w:sz w:val="32"/>
        </w:rPr>
        <w:t xml:space="preserve">to  </w:t>
      </w:r>
      <w:proofErr w:type="gramEnd"/>
      <w:r w:rsidR="004E129A">
        <w:fldChar w:fldCharType="begin"/>
      </w:r>
      <w:r w:rsidR="004E129A">
        <w:instrText xml:space="preserve"> HYPERLINK "mailto:nzcc2@eit.ac.nz" </w:instrText>
      </w:r>
      <w:r w:rsidR="004E129A">
        <w:fldChar w:fldCharType="separate"/>
      </w:r>
      <w:r w:rsidR="008417A8" w:rsidRPr="002D47F3">
        <w:rPr>
          <w:rStyle w:val="Hyperlink"/>
          <w:color w:val="0070C0"/>
          <w:sz w:val="32"/>
        </w:rPr>
        <w:t>nzcc2@eit.ac.nz</w:t>
      </w:r>
      <w:r w:rsidR="004E129A">
        <w:rPr>
          <w:rStyle w:val="Hyperlink"/>
          <w:color w:val="0070C0"/>
          <w:sz w:val="32"/>
        </w:rPr>
        <w:fldChar w:fldCharType="end"/>
      </w:r>
      <w:r w:rsidRPr="002D47F3">
        <w:rPr>
          <w:color w:val="0070C0"/>
          <w:sz w:val="32"/>
        </w:rPr>
        <w:br/>
        <w:t xml:space="preserve">with the Subject line:  </w:t>
      </w:r>
      <w:r w:rsidRPr="002D47F3">
        <w:rPr>
          <w:b/>
          <w:color w:val="0070C0"/>
          <w:sz w:val="32"/>
        </w:rPr>
        <w:t>Google Calendar Exports</w:t>
      </w:r>
      <w:r w:rsidR="008417A8" w:rsidRPr="002D47F3">
        <w:rPr>
          <w:color w:val="0070C0"/>
          <w:sz w:val="32"/>
        </w:rPr>
        <w:tab/>
      </w:r>
      <w:sdt>
        <w:sdtPr>
          <w:rPr>
            <w:color w:val="0070C0"/>
            <w:sz w:val="32"/>
          </w:rPr>
          <w:alias w:val="Sent"/>
          <w:tag w:val="Sent"/>
          <w:id w:val="836504664"/>
          <w14:checkbox>
            <w14:checked w14:val="0"/>
            <w14:checkedState w14:val="00FC" w14:font="Wingdings"/>
            <w14:uncheckedState w14:val="2610" w14:font="MS Gothic"/>
          </w14:checkbox>
        </w:sdtPr>
        <w:sdtEndPr/>
        <w:sdtContent>
          <w:r w:rsidR="008417A8" w:rsidRPr="002D47F3">
            <w:rPr>
              <w:rFonts w:ascii="MS Gothic" w:eastAsia="MS Gothic" w:hAnsi="MS Gothic" w:hint="eastAsia"/>
              <w:color w:val="0070C0"/>
              <w:sz w:val="32"/>
            </w:rPr>
            <w:t>☐</w:t>
          </w:r>
        </w:sdtContent>
      </w:sdt>
      <w:r w:rsidR="008417A8" w:rsidRPr="002D47F3">
        <w:rPr>
          <w:color w:val="0070C0"/>
          <w:sz w:val="32"/>
        </w:rPr>
        <w:t xml:space="preserve"> </w:t>
      </w:r>
    </w:p>
    <w:p w:rsidR="00233D01" w:rsidRPr="009B3B48" w:rsidRDefault="003D6598">
      <w:pPr>
        <w:spacing w:line="240" w:lineRule="auto"/>
        <w:rPr>
          <w:b/>
          <w:color w:val="943634" w:themeColor="accent2" w:themeShade="BF"/>
        </w:rPr>
      </w:pPr>
      <w:r>
        <w:rPr>
          <w:noProof/>
          <w:lang w:eastAsia="en-NZ"/>
        </w:rPr>
        <mc:AlternateContent>
          <mc:Choice Requires="wps">
            <w:drawing>
              <wp:anchor distT="0" distB="0" distL="114300" distR="114300" simplePos="0" relativeHeight="251667456" behindDoc="0" locked="0" layoutInCell="1" allowOverlap="1" wp14:anchorId="21B84F6D" wp14:editId="36CBCF2E">
                <wp:simplePos x="0" y="0"/>
                <wp:positionH relativeFrom="column">
                  <wp:posOffset>-29210</wp:posOffset>
                </wp:positionH>
                <wp:positionV relativeFrom="paragraph">
                  <wp:posOffset>95377</wp:posOffset>
                </wp:positionV>
                <wp:extent cx="1828800" cy="182880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D6598" w:rsidRPr="003D6598" w:rsidRDefault="003D6598" w:rsidP="00124864">
                            <w:pPr>
                              <w:spacing w:after="0" w:line="240" w:lineRule="auto"/>
                              <w:jc w:val="cente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D6598">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w:t>
                            </w:r>
                            <w:r w:rsidR="00124864">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or email will not be marked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1B84F6D" id="_x0000_t202" coordsize="21600,21600" o:spt="202" path="m,l,21600r21600,l21600,xe">
                <v:stroke joinstyle="miter"/>
                <v:path gradientshapeok="t" o:connecttype="rect"/>
              </v:shapetype>
              <v:shape id="Text Box 15" o:spid="_x0000_s1026" type="#_x0000_t202" style="position:absolute;margin-left:-2.3pt;margin-top:7.5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" filled="f" stroked="f">
                <v:textbox style="mso-fit-shape-to-text:t">
                  <w:txbxContent>
                    <w:p w:rsidR="003D6598" w:rsidRPr="003D6598" w:rsidRDefault="003D6598" w:rsidP="00124864">
                      <w:pPr>
                        <w:spacing w:after="0" w:line="240" w:lineRule="auto"/>
                        <w:jc w:val="cente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D6598">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w:t>
                      </w:r>
                      <w:r w:rsidR="00124864">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or email will not be marked</w:t>
                      </w:r>
                    </w:p>
                  </w:txbxContent>
                </v:textbox>
                <w10:wrap type="square"/>
              </v:shape>
            </w:pict>
          </mc:Fallback>
        </mc:AlternateContent>
      </w:r>
      <w:r w:rsidR="00233D01" w:rsidRPr="009B3B48">
        <w:rPr>
          <w:b/>
          <w:color w:val="943634" w:themeColor="accent2" w:themeShade="BF"/>
        </w:rPr>
        <w:t xml:space="preserve">Note:  </w:t>
      </w:r>
      <w:hyperlink r:id="rId16" w:history="1">
        <w:r w:rsidR="00233D01" w:rsidRPr="009B3B48">
          <w:rPr>
            <w:rStyle w:val="Hyperlink"/>
            <w:b/>
            <w:color w:val="943634" w:themeColor="accent2" w:themeShade="BF"/>
          </w:rPr>
          <w:t>nzcc2@eit.ac.nz</w:t>
        </w:r>
      </w:hyperlink>
      <w:r w:rsidR="00233D01" w:rsidRPr="009B3B48">
        <w:rPr>
          <w:b/>
          <w:color w:val="943634" w:themeColor="accent2" w:themeShade="BF"/>
        </w:rPr>
        <w:t xml:space="preserve"> will NOT </w:t>
      </w:r>
      <w:r w:rsidR="00233D01">
        <w:rPr>
          <w:b/>
          <w:color w:val="943634" w:themeColor="accent2" w:themeShade="BF"/>
        </w:rPr>
        <w:t>have replied</w:t>
      </w:r>
      <w:r w:rsidR="00233D01" w:rsidRPr="009B3B48">
        <w:rPr>
          <w:b/>
          <w:color w:val="943634" w:themeColor="accent2" w:themeShade="BF"/>
        </w:rPr>
        <w:t xml:space="preserve"> to this email</w:t>
      </w:r>
    </w:p>
    <w:p w:rsidR="003D6598" w:rsidRDefault="003D6598" w:rsidP="00FE5917">
      <w:pPr>
        <w:spacing w:after="0" w:line="240" w:lineRule="auto"/>
      </w:pPr>
    </w:p>
    <w:p w:rsidR="003D6598" w:rsidRDefault="003D6598" w:rsidP="00FE5917"/>
    <w:p w:rsidR="00740603" w:rsidRPr="00FE5917" w:rsidRDefault="00820D59">
      <w:pPr>
        <w:spacing w:after="0" w:line="240" w:lineRule="auto"/>
        <w:rPr>
          <w:color w:val="800000"/>
        </w:rPr>
      </w:pPr>
      <w:r w:rsidRPr="00FE5917">
        <w:rPr>
          <w:rFonts w:ascii="Arial Black" w:hAnsi="Arial Black"/>
          <w:color w:val="800000"/>
          <w:sz w:val="28"/>
        </w:rPr>
        <w:t xml:space="preserve">Save and close </w:t>
      </w:r>
      <w:r w:rsidR="00503927" w:rsidRPr="00FE5917">
        <w:rPr>
          <w:noProof/>
          <w:color w:val="800000"/>
          <w:lang w:eastAsia="en-NZ"/>
        </w:rPr>
        <w:drawing>
          <wp:inline distT="0" distB="0" distL="0" distR="0" wp14:anchorId="2C72AEBF" wp14:editId="2527EB54">
            <wp:extent cx="3285714" cy="247619"/>
            <wp:effectExtent l="19050" t="19050" r="10160" b="1968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85714" cy="247619"/>
                    </a:xfrm>
                    <a:prstGeom prst="rect">
                      <a:avLst/>
                    </a:prstGeom>
                    <a:ln>
                      <a:solidFill>
                        <a:srgbClr val="6C3300"/>
                      </a:solidFill>
                    </a:ln>
                  </pic:spPr>
                </pic:pic>
              </a:graphicData>
            </a:graphic>
          </wp:inline>
        </w:drawing>
      </w:r>
      <w:r w:rsidR="00740603" w:rsidRPr="00FE5917">
        <w:rPr>
          <w:color w:val="800000"/>
        </w:rPr>
        <w:br w:type="page"/>
      </w:r>
    </w:p>
    <w:p w:rsidR="003C59EC" w:rsidRPr="00FE5917" w:rsidRDefault="003C59EC" w:rsidP="003C59EC">
      <w:pPr>
        <w:spacing w:after="0" w:line="240" w:lineRule="auto"/>
        <w:rPr>
          <w:sz w:val="28"/>
        </w:rPr>
      </w:pPr>
      <w:r w:rsidRPr="00FE5917">
        <w:rPr>
          <w:sz w:val="28"/>
        </w:rPr>
        <w:lastRenderedPageBreak/>
        <w:t>To fill in the form follow this instruction:</w:t>
      </w:r>
    </w:p>
    <w:p w:rsidR="003C59EC" w:rsidRDefault="003C59EC" w:rsidP="003C59EC">
      <w:pPr>
        <w:spacing w:after="0" w:line="240" w:lineRule="auto"/>
      </w:pPr>
      <w:r>
        <w:rPr>
          <w:noProof/>
          <w:lang w:eastAsia="en-NZ"/>
        </w:rPr>
        <w:drawing>
          <wp:inline distT="0" distB="0" distL="0" distR="0" wp14:anchorId="0DF83422" wp14:editId="05F4C124">
            <wp:extent cx="3685715" cy="590476"/>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85715" cy="590476"/>
                    </a:xfrm>
                    <a:prstGeom prst="rect">
                      <a:avLst/>
                    </a:prstGeom>
                  </pic:spPr>
                </pic:pic>
              </a:graphicData>
            </a:graphic>
          </wp:inline>
        </w:drawing>
      </w:r>
    </w:p>
    <w:p w:rsidR="003C59EC" w:rsidRDefault="003C59EC" w:rsidP="003C59EC">
      <w:pPr>
        <w:spacing w:after="0" w:line="240" w:lineRule="auto"/>
      </w:pPr>
      <w:r>
        <w:t>Note:  don’t worry about the text boxes – th3 boxes will grow bigger as you type so there is ample room</w:t>
      </w:r>
    </w:p>
    <w:p w:rsidR="003C59EC" w:rsidRDefault="003C59EC" w:rsidP="003C59EC">
      <w:pPr>
        <w:spacing w:after="0" w:line="240" w:lineRule="auto"/>
      </w:pPr>
    </w:p>
    <w:p w:rsidR="003C59EC" w:rsidRDefault="003C59EC" w:rsidP="003C59EC">
      <w:pPr>
        <w:spacing w:after="0" w:line="240" w:lineRule="auto"/>
      </w:pPr>
    </w:p>
    <w:p w:rsidR="003C59EC" w:rsidRDefault="003C59EC" w:rsidP="003C59EC">
      <w:pPr>
        <w:spacing w:after="0" w:line="240" w:lineRule="auto"/>
      </w:pPr>
    </w:p>
    <w:p w:rsidR="003C59EC" w:rsidRPr="000656F8" w:rsidRDefault="003C59EC" w:rsidP="003C59EC">
      <w:pPr>
        <w:tabs>
          <w:tab w:val="right" w:pos="9639"/>
        </w:tabs>
        <w:rPr>
          <w:b/>
          <w:color w:val="FFFFFF"/>
          <w:sz w:val="28"/>
          <w:szCs w:val="28"/>
          <w:highlight w:val="black"/>
        </w:rPr>
      </w:pPr>
      <w:r>
        <w:rPr>
          <w:b/>
          <w:color w:val="FFFFFF"/>
          <w:sz w:val="28"/>
          <w:szCs w:val="28"/>
          <w:highlight w:val="black"/>
        </w:rPr>
        <w:t xml:space="preserve">Task </w:t>
      </w:r>
      <w:r w:rsidR="00CA30A8">
        <w:rPr>
          <w:b/>
          <w:color w:val="FFFFFF"/>
          <w:sz w:val="28"/>
          <w:szCs w:val="28"/>
          <w:highlight w:val="black"/>
        </w:rPr>
        <w:t>10</w:t>
      </w:r>
      <w:r>
        <w:rPr>
          <w:b/>
          <w:color w:val="FFFFFF"/>
          <w:sz w:val="28"/>
          <w:szCs w:val="28"/>
          <w:highlight w:val="black"/>
        </w:rPr>
        <w:t>:</w:t>
      </w:r>
      <w:r>
        <w:rPr>
          <w:b/>
          <w:color w:val="FFFFFF"/>
          <w:sz w:val="28"/>
          <w:szCs w:val="28"/>
          <w:highlight w:val="black"/>
        </w:rPr>
        <w:tab/>
      </w:r>
    </w:p>
    <w:p w:rsidR="00820D59" w:rsidRDefault="00820D59" w:rsidP="00820D59"/>
    <w:p w:rsidR="003C59EC" w:rsidRPr="00820D59" w:rsidRDefault="003C59EC" w:rsidP="003C59EC">
      <w:pPr>
        <w:spacing w:line="240" w:lineRule="auto"/>
        <w:rPr>
          <w:sz w:val="24"/>
        </w:rPr>
      </w:pPr>
      <w:r w:rsidRPr="00820D59">
        <w:rPr>
          <w:sz w:val="24"/>
        </w:rPr>
        <w:t>As part of Digital Citizenship, you need to demonstrate how to create and collaborate with others and build and share knowledge when using Information Communication Technologies. Explain what synchronous and asynchronous communication are and give an example of each.</w:t>
      </w:r>
    </w:p>
    <w:p w:rsidR="00820D59" w:rsidRPr="00B553AE" w:rsidRDefault="00820D59" w:rsidP="003C59EC">
      <w:pPr>
        <w:spacing w:line="240" w:lineRule="auto"/>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C59EC" w:rsidRPr="002B700C" w:rsidTr="006D101A">
        <w:trPr>
          <w:trHeight w:val="694"/>
        </w:trPr>
        <w:tc>
          <w:tcPr>
            <w:tcW w:w="5000" w:type="pct"/>
            <w:shd w:val="clear" w:color="auto" w:fill="auto"/>
            <w:vAlign w:val="center"/>
          </w:tcPr>
          <w:p w:rsidR="003C59EC" w:rsidRPr="002B700C" w:rsidRDefault="003C59EC" w:rsidP="006D101A">
            <w:pPr>
              <w:spacing w:line="240" w:lineRule="auto"/>
              <w:rPr>
                <w:color w:val="C00000"/>
              </w:rPr>
            </w:pPr>
            <w:r w:rsidRPr="002B700C">
              <w:rPr>
                <w:color w:val="C00000"/>
              </w:rPr>
              <w:t xml:space="preserve">What is </w:t>
            </w:r>
            <w:r>
              <w:rPr>
                <w:color w:val="C00000"/>
              </w:rPr>
              <w:t>synchronous communication</w:t>
            </w:r>
            <w:r w:rsidRPr="002B700C">
              <w:rPr>
                <w:color w:val="C00000"/>
              </w:rPr>
              <w:t>?</w:t>
            </w:r>
            <w:r>
              <w:rPr>
                <w:color w:val="C00000"/>
              </w:rPr>
              <w:t xml:space="preserve">  </w:t>
            </w:r>
          </w:p>
        </w:tc>
      </w:tr>
      <w:tr w:rsidR="003C59EC" w:rsidRPr="00AE0254" w:rsidTr="00780C20">
        <w:sdt>
          <w:sdtPr>
            <w:rPr>
              <w:rFonts w:ascii="Verdana" w:hAnsi="Verdana"/>
              <w:b/>
              <w:color w:val="333333"/>
            </w:rPr>
            <w:id w:val="824940322"/>
            <w:placeholder>
              <w:docPart w:val="8C71605257AE4BA9A921C88F4E21F944"/>
            </w:placeholder>
            <w:showingPlcHdr/>
            <w:text/>
          </w:sdtPr>
          <w:sdtEndPr/>
          <w:sdtContent>
            <w:tc>
              <w:tcPr>
                <w:tcW w:w="5000" w:type="pct"/>
                <w:shd w:val="clear" w:color="auto" w:fill="auto"/>
                <w:vAlign w:val="center"/>
              </w:tcPr>
              <w:p w:rsidR="003C59EC" w:rsidRPr="006D101A" w:rsidRDefault="003C59EC" w:rsidP="00780C20">
                <w:pPr>
                  <w:tabs>
                    <w:tab w:val="right" w:pos="9180"/>
                  </w:tabs>
                  <w:rPr>
                    <w:rFonts w:ascii="Verdana" w:hAnsi="Verdana"/>
                    <w:b/>
                    <w:color w:val="333333"/>
                    <w:sz w:val="20"/>
                  </w:rPr>
                </w:pPr>
                <w:r w:rsidRPr="006D101A">
                  <w:rPr>
                    <w:rStyle w:val="PlaceholderText"/>
                    <w:b/>
                    <w:sz w:val="24"/>
                  </w:rPr>
                  <w:t>Click here to enter text.</w:t>
                </w:r>
              </w:p>
            </w:tc>
          </w:sdtContent>
        </w:sdt>
      </w:tr>
      <w:tr w:rsidR="006D101A" w:rsidRPr="002B700C" w:rsidTr="00780C20">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6D101A" w:rsidRPr="002B700C" w:rsidRDefault="006D101A" w:rsidP="00780C20">
            <w:pPr>
              <w:spacing w:line="240" w:lineRule="auto"/>
              <w:rPr>
                <w:color w:val="31849B" w:themeColor="accent5" w:themeShade="BF"/>
              </w:rPr>
            </w:pPr>
            <w:r>
              <w:rPr>
                <w:color w:val="C00000"/>
              </w:rPr>
              <w:t>Give an example.</w:t>
            </w:r>
          </w:p>
        </w:tc>
      </w:tr>
      <w:tr w:rsidR="006D101A" w:rsidRPr="002B700C" w:rsidTr="00780C20">
        <w:sdt>
          <w:sdtPr>
            <w:rPr>
              <w:rFonts w:ascii="Verdana" w:hAnsi="Verdana"/>
              <w:b/>
              <w:color w:val="333333"/>
            </w:rPr>
            <w:id w:val="-975135787"/>
            <w:placeholder>
              <w:docPart w:val="A31F297E631C41F98B8415D9B387B64F"/>
            </w:placeholder>
            <w:showingPlcHdr/>
            <w:text/>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6D101A" w:rsidRPr="002B700C" w:rsidRDefault="006D101A" w:rsidP="00780C20">
                <w:pPr>
                  <w:spacing w:line="240" w:lineRule="auto"/>
                  <w:rPr>
                    <w:color w:val="31849B" w:themeColor="accent5" w:themeShade="BF"/>
                  </w:rPr>
                </w:pPr>
                <w:r w:rsidRPr="006D101A">
                  <w:rPr>
                    <w:rStyle w:val="PlaceholderText"/>
                    <w:b/>
                    <w:sz w:val="24"/>
                  </w:rPr>
                  <w:t>Click here to enter text.</w:t>
                </w:r>
              </w:p>
            </w:tc>
          </w:sdtContent>
        </w:sdt>
      </w:tr>
    </w:tbl>
    <w:p w:rsidR="00FE5917" w:rsidRDefault="00FE591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C59EC" w:rsidRPr="002B700C" w:rsidTr="006D101A">
        <w:trPr>
          <w:trHeight w:val="704"/>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3C59EC" w:rsidRPr="002B700C" w:rsidRDefault="003C59EC" w:rsidP="006D101A">
            <w:pPr>
              <w:spacing w:line="240" w:lineRule="auto"/>
              <w:rPr>
                <w:color w:val="31849B" w:themeColor="accent5" w:themeShade="BF"/>
              </w:rPr>
            </w:pPr>
            <w:r w:rsidRPr="002B700C">
              <w:rPr>
                <w:color w:val="31849B" w:themeColor="accent5" w:themeShade="BF"/>
              </w:rPr>
              <w:t xml:space="preserve">What </w:t>
            </w:r>
            <w:r>
              <w:rPr>
                <w:color w:val="31849B" w:themeColor="accent5" w:themeShade="BF"/>
              </w:rPr>
              <w:t>is asynchronous communication</w:t>
            </w:r>
            <w:r w:rsidRPr="002B700C">
              <w:rPr>
                <w:color w:val="31849B" w:themeColor="accent5" w:themeShade="BF"/>
              </w:rPr>
              <w:t>?</w:t>
            </w:r>
            <w:r>
              <w:rPr>
                <w:color w:val="31849B" w:themeColor="accent5" w:themeShade="BF"/>
              </w:rPr>
              <w:t xml:space="preserve"> </w:t>
            </w:r>
          </w:p>
        </w:tc>
      </w:tr>
      <w:tr w:rsidR="006D101A" w:rsidRPr="00AE0254" w:rsidTr="00780C20">
        <w:sdt>
          <w:sdtPr>
            <w:rPr>
              <w:rFonts w:ascii="Verdana" w:hAnsi="Verdana"/>
              <w:b/>
              <w:color w:val="333333"/>
            </w:rPr>
            <w:id w:val="1922822938"/>
            <w:placeholder>
              <w:docPart w:val="424B036E57114330923FE698DAF973F8"/>
            </w:placeholder>
            <w:showingPlcHdr/>
            <w:text/>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6D101A" w:rsidRDefault="006D101A" w:rsidP="00780C20">
                <w:pPr>
                  <w:tabs>
                    <w:tab w:val="right" w:pos="9180"/>
                  </w:tabs>
                  <w:rPr>
                    <w:rFonts w:ascii="Verdana" w:hAnsi="Verdana"/>
                    <w:color w:val="333333"/>
                    <w:sz w:val="20"/>
                  </w:rPr>
                </w:pPr>
                <w:r w:rsidRPr="006D101A">
                  <w:rPr>
                    <w:rStyle w:val="PlaceholderText"/>
                    <w:rFonts w:ascii="Verdana" w:hAnsi="Verdana"/>
                    <w:b/>
                    <w:color w:val="333333"/>
                  </w:rPr>
                  <w:t>Click here to enter text.</w:t>
                </w:r>
              </w:p>
            </w:tc>
          </w:sdtContent>
        </w:sdt>
      </w:tr>
      <w:tr w:rsidR="006D101A" w:rsidRPr="00AE0254" w:rsidTr="00780C20">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6D101A" w:rsidRDefault="006D101A" w:rsidP="00780C20">
            <w:pPr>
              <w:tabs>
                <w:tab w:val="right" w:pos="9180"/>
              </w:tabs>
              <w:rPr>
                <w:rFonts w:ascii="Verdana" w:hAnsi="Verdana"/>
                <w:color w:val="333333"/>
                <w:sz w:val="20"/>
              </w:rPr>
            </w:pPr>
            <w:r>
              <w:rPr>
                <w:color w:val="31849B" w:themeColor="accent5" w:themeShade="BF"/>
              </w:rPr>
              <w:t>Give an example</w:t>
            </w:r>
          </w:p>
        </w:tc>
      </w:tr>
      <w:tr w:rsidR="003C59EC" w:rsidRPr="00AE0254" w:rsidTr="00780C20">
        <w:sdt>
          <w:sdtPr>
            <w:rPr>
              <w:rFonts w:ascii="Verdana" w:hAnsi="Verdana"/>
              <w:b/>
              <w:color w:val="333333"/>
            </w:rPr>
            <w:id w:val="1645845998"/>
            <w:placeholder>
              <w:docPart w:val="F63CE319B658451CA4ACE285E18928F7"/>
            </w:placeholder>
            <w:showingPlcHdr/>
            <w:text/>
          </w:sdtPr>
          <w:sdtEndPr/>
          <w:sdtContent>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rsidR="003C59EC" w:rsidRPr="006D101A" w:rsidRDefault="003C59EC" w:rsidP="00780C20">
                <w:pPr>
                  <w:tabs>
                    <w:tab w:val="right" w:pos="9180"/>
                  </w:tabs>
                  <w:rPr>
                    <w:rFonts w:ascii="Verdana" w:hAnsi="Verdana"/>
                    <w:b/>
                    <w:color w:val="333333"/>
                    <w:sz w:val="20"/>
                  </w:rPr>
                </w:pPr>
                <w:r w:rsidRPr="006D101A">
                  <w:rPr>
                    <w:rStyle w:val="PlaceholderText"/>
                    <w:rFonts w:ascii="Verdana" w:hAnsi="Verdana"/>
                    <w:b/>
                    <w:color w:val="333333"/>
                  </w:rPr>
                  <w:t>Click here to enter text.</w:t>
                </w:r>
              </w:p>
            </w:tc>
          </w:sdtContent>
        </w:sdt>
      </w:tr>
    </w:tbl>
    <w:p w:rsidR="003C59EC" w:rsidRDefault="003C59EC" w:rsidP="003C59EC">
      <w:pPr>
        <w:spacing w:after="0" w:line="240" w:lineRule="auto"/>
      </w:pPr>
    </w:p>
    <w:p w:rsidR="003C59EC" w:rsidRPr="00FE5917" w:rsidRDefault="00820D59" w:rsidP="003C59EC">
      <w:pPr>
        <w:spacing w:after="0" w:line="240" w:lineRule="auto"/>
        <w:rPr>
          <w:color w:val="800000"/>
        </w:rPr>
      </w:pPr>
      <w:r w:rsidRPr="00FE5917">
        <w:rPr>
          <w:rFonts w:ascii="Arial Black" w:hAnsi="Arial Black"/>
          <w:color w:val="800000"/>
          <w:sz w:val="28"/>
        </w:rPr>
        <w:t xml:space="preserve">Save and close </w:t>
      </w:r>
      <w:r w:rsidR="00503927" w:rsidRPr="00FE5917">
        <w:rPr>
          <w:noProof/>
          <w:color w:val="800000"/>
          <w:lang w:eastAsia="en-NZ"/>
        </w:rPr>
        <w:drawing>
          <wp:inline distT="0" distB="0" distL="0" distR="0" wp14:anchorId="6E9DDE84" wp14:editId="70853A47">
            <wp:extent cx="3285714" cy="247619"/>
            <wp:effectExtent l="19050" t="19050" r="10160" b="1968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85714" cy="247619"/>
                    </a:xfrm>
                    <a:prstGeom prst="rect">
                      <a:avLst/>
                    </a:prstGeom>
                    <a:ln>
                      <a:solidFill>
                        <a:srgbClr val="6C3300"/>
                      </a:solidFill>
                    </a:ln>
                  </pic:spPr>
                </pic:pic>
              </a:graphicData>
            </a:graphic>
          </wp:inline>
        </w:drawing>
      </w:r>
      <w:r w:rsidR="003C59EC" w:rsidRPr="00FE5917">
        <w:rPr>
          <w:color w:val="800000"/>
        </w:rPr>
        <w:br w:type="page"/>
      </w:r>
    </w:p>
    <w:p w:rsidR="001D0EB9" w:rsidRPr="00FE5917" w:rsidRDefault="001D0EB9" w:rsidP="001D0EB9">
      <w:pPr>
        <w:spacing w:after="0" w:line="240" w:lineRule="auto"/>
        <w:rPr>
          <w:sz w:val="28"/>
        </w:rPr>
      </w:pPr>
      <w:r w:rsidRPr="00FE5917">
        <w:rPr>
          <w:sz w:val="28"/>
        </w:rPr>
        <w:lastRenderedPageBreak/>
        <w:t xml:space="preserve">To fill in the form follow the instructions in </w:t>
      </w:r>
      <w:r w:rsidRPr="00FE5917">
        <w:rPr>
          <w:b/>
          <w:color w:val="50B048"/>
          <w:sz w:val="28"/>
        </w:rPr>
        <w:t>Green</w:t>
      </w:r>
      <w:r w:rsidRPr="00FE5917">
        <w:rPr>
          <w:color w:val="50B048"/>
          <w:sz w:val="28"/>
        </w:rPr>
        <w:t xml:space="preserve"> </w:t>
      </w:r>
      <w:r w:rsidRPr="00FE5917">
        <w:rPr>
          <w:sz w:val="28"/>
        </w:rPr>
        <w:t xml:space="preserve">and </w:t>
      </w:r>
      <w:r w:rsidRPr="00FE5917">
        <w:rPr>
          <w:b/>
          <w:color w:val="0070C0"/>
          <w:sz w:val="28"/>
        </w:rPr>
        <w:t>Blue</w:t>
      </w:r>
      <w:r w:rsidRPr="00FE5917">
        <w:rPr>
          <w:sz w:val="28"/>
        </w:rPr>
        <w:t>:</w:t>
      </w:r>
    </w:p>
    <w:p w:rsidR="00346A10" w:rsidRDefault="00346A10" w:rsidP="00820D59"/>
    <w:p w:rsidR="001D0EB9" w:rsidRPr="000656F8" w:rsidRDefault="001D0EB9" w:rsidP="001D0EB9">
      <w:pPr>
        <w:tabs>
          <w:tab w:val="right" w:pos="9639"/>
        </w:tabs>
        <w:rPr>
          <w:b/>
          <w:color w:val="FFFFFF"/>
          <w:sz w:val="28"/>
          <w:szCs w:val="28"/>
          <w:highlight w:val="black"/>
        </w:rPr>
      </w:pPr>
      <w:r>
        <w:rPr>
          <w:b/>
          <w:color w:val="FFFFFF"/>
          <w:sz w:val="28"/>
          <w:szCs w:val="28"/>
          <w:highlight w:val="black"/>
        </w:rPr>
        <w:t>Task 11:</w:t>
      </w:r>
      <w:r>
        <w:rPr>
          <w:b/>
          <w:color w:val="FFFFFF"/>
          <w:sz w:val="28"/>
          <w:szCs w:val="28"/>
          <w:highlight w:val="black"/>
        </w:rPr>
        <w:tab/>
      </w:r>
    </w:p>
    <w:p w:rsidR="001D0EB9" w:rsidRPr="00820D59" w:rsidRDefault="001D0EB9" w:rsidP="001D0EB9">
      <w:pPr>
        <w:spacing w:after="0" w:line="240" w:lineRule="auto"/>
        <w:rPr>
          <w:sz w:val="24"/>
        </w:rPr>
      </w:pPr>
      <w:r w:rsidRPr="00820D59">
        <w:rPr>
          <w:sz w:val="24"/>
        </w:rPr>
        <w:t xml:space="preserve">You should have sent a message using </w:t>
      </w:r>
      <w:r w:rsidRPr="00820D59">
        <w:rPr>
          <w:b/>
          <w:sz w:val="24"/>
        </w:rPr>
        <w:t>Social Media to Communications Manager</w:t>
      </w:r>
    </w:p>
    <w:p w:rsidR="001D0EB9" w:rsidRDefault="003C3A7E" w:rsidP="001D0EB9">
      <w:pPr>
        <w:spacing w:after="0" w:line="240" w:lineRule="auto"/>
      </w:pPr>
      <w:r>
        <w:rPr>
          <w:noProof/>
          <w:lang w:eastAsia="en-NZ"/>
        </w:rPr>
        <mc:AlternateContent>
          <mc:Choice Requires="wps">
            <w:drawing>
              <wp:anchor distT="0" distB="0" distL="114300" distR="114300" simplePos="0" relativeHeight="251669504" behindDoc="0" locked="0" layoutInCell="1" allowOverlap="1" wp14:anchorId="5D259028" wp14:editId="0518277A">
                <wp:simplePos x="0" y="0"/>
                <wp:positionH relativeFrom="column">
                  <wp:posOffset>3583686</wp:posOffset>
                </wp:positionH>
                <wp:positionV relativeFrom="paragraph">
                  <wp:posOffset>54991</wp:posOffset>
                </wp:positionV>
                <wp:extent cx="2474976" cy="2035175"/>
                <wp:effectExtent l="0" t="0" r="0" b="3175"/>
                <wp:wrapNone/>
                <wp:docPr id="16" name="Text Box 16"/>
                <wp:cNvGraphicFramePr/>
                <a:graphic xmlns:a="http://schemas.openxmlformats.org/drawingml/2006/main">
                  <a:graphicData uri="http://schemas.microsoft.com/office/word/2010/wordprocessingShape">
                    <wps:wsp>
                      <wps:cNvSpPr txBox="1"/>
                      <wps:spPr>
                        <a:xfrm>
                          <a:off x="0" y="0"/>
                          <a:ext cx="2474976" cy="2035175"/>
                        </a:xfrm>
                        <a:prstGeom prst="rect">
                          <a:avLst/>
                        </a:prstGeom>
                        <a:noFill/>
                        <a:ln>
                          <a:noFill/>
                        </a:ln>
                      </wps:spPr>
                      <wps:txbx>
                        <w:txbxContent>
                          <w:p w:rsidR="003C3A7E" w:rsidRPr="003D6598" w:rsidRDefault="003C3A7E" w:rsidP="003C3A7E">
                            <w:pPr>
                              <w:spacing w:after="0" w:line="240" w:lineRule="auto"/>
                              <w:jc w:val="cente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D6598">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w:t>
                            </w:r>
                            <w: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or email will not be marked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59028" id="Text Box 16" o:spid="_x0000_s1027" type="#_x0000_t202" style="position:absolute;margin-left:282.2pt;margin-top:4.35pt;width:194.9pt;height:16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" filled="f" stroked="f">
                <v:textbox>
                  <w:txbxContent>
                    <w:p w:rsidR="003C3A7E" w:rsidRPr="003D6598" w:rsidRDefault="003C3A7E" w:rsidP="003C3A7E">
                      <w:pPr>
                        <w:spacing w:after="0" w:line="240" w:lineRule="auto"/>
                        <w:jc w:val="cente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D6598">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w:t>
                      </w:r>
                      <w: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or email will not be marked</w:t>
                      </w:r>
                    </w:p>
                  </w:txbxContent>
                </v:textbox>
              </v:shape>
            </w:pict>
          </mc:Fallback>
        </mc:AlternateContent>
      </w:r>
      <w:r w:rsidR="001D0EB9">
        <w:rPr>
          <w:noProof/>
          <w:lang w:eastAsia="en-NZ"/>
        </w:rPr>
        <w:drawing>
          <wp:inline distT="0" distB="0" distL="0" distR="0" wp14:anchorId="6348B67B" wp14:editId="778D817E">
            <wp:extent cx="3383335" cy="2157560"/>
            <wp:effectExtent l="19050" t="19050" r="26670" b="1460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390" r="2211"/>
                    <a:stretch/>
                  </pic:blipFill>
                  <pic:spPr bwMode="auto">
                    <a:xfrm>
                      <a:off x="0" y="0"/>
                      <a:ext cx="3417683" cy="2179464"/>
                    </a:xfrm>
                    <a:prstGeom prst="rect">
                      <a:avLst/>
                    </a:prstGeom>
                    <a:ln w="9525" cap="flat" cmpd="sng" algn="ctr">
                      <a:solidFill>
                        <a:srgbClr val="943634"/>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820D59" w:rsidRDefault="00820D59" w:rsidP="001D0EB9">
      <w:pPr>
        <w:spacing w:after="0" w:line="240" w:lineRule="auto"/>
      </w:pPr>
    </w:p>
    <w:p w:rsidR="003C3A7E" w:rsidRDefault="003C3A7E" w:rsidP="001D0EB9">
      <w:pPr>
        <w:spacing w:after="0" w:line="240" w:lineRule="auto"/>
      </w:pPr>
    </w:p>
    <w:p w:rsidR="003C3A7E" w:rsidRDefault="001D0EB9" w:rsidP="003C3A7E">
      <w:pPr>
        <w:pBdr>
          <w:top w:val="single" w:sz="4" w:space="1" w:color="auto"/>
          <w:left w:val="single" w:sz="4" w:space="4" w:color="auto"/>
          <w:bottom w:val="single" w:sz="4" w:space="1" w:color="auto"/>
          <w:right w:val="single" w:sz="4" w:space="4" w:color="auto"/>
        </w:pBdr>
        <w:spacing w:after="0" w:line="480" w:lineRule="auto"/>
        <w:jc w:val="both"/>
        <w:rPr>
          <w:color w:val="943634"/>
          <w:sz w:val="32"/>
        </w:rPr>
      </w:pPr>
      <w:r w:rsidRPr="003C3A7E">
        <w:rPr>
          <w:color w:val="943634"/>
        </w:rPr>
        <w:t xml:space="preserve">When you click in the box you will get: </w:t>
      </w:r>
      <w:r w:rsidRPr="003C3A7E">
        <w:rPr>
          <w:color w:val="943634"/>
          <w:sz w:val="32"/>
        </w:rPr>
        <w:sym w:font="Wingdings" w:char="F0FC"/>
      </w:r>
      <w:r w:rsidRPr="003C3A7E">
        <w:rPr>
          <w:color w:val="943634"/>
          <w:sz w:val="32"/>
        </w:rPr>
        <w:t xml:space="preserve"> for Yes</w:t>
      </w:r>
      <w:r w:rsidRPr="003C3A7E">
        <w:rPr>
          <w:color w:val="943634"/>
        </w:rPr>
        <w:t>,   if you don’t click in it you will get</w:t>
      </w:r>
      <w:r w:rsidRPr="003C3A7E">
        <w:rPr>
          <w:color w:val="943634"/>
          <w:sz w:val="32"/>
        </w:rPr>
        <w:t xml:space="preserve"> </w:t>
      </w:r>
      <w:r w:rsidRPr="003C3A7E">
        <w:rPr>
          <w:color w:val="943634"/>
          <w:sz w:val="32"/>
        </w:rPr>
        <w:sym w:font="Wingdings" w:char="F0A8"/>
      </w:r>
      <w:r w:rsidRPr="003C3A7E">
        <w:rPr>
          <w:color w:val="943634"/>
          <w:sz w:val="32"/>
        </w:rPr>
        <w:t xml:space="preserve"> for No</w:t>
      </w:r>
    </w:p>
    <w:p w:rsidR="001D0EB9" w:rsidRDefault="001D0EB9" w:rsidP="00FE5917">
      <w:pPr>
        <w:spacing w:before="240" w:after="0" w:line="480" w:lineRule="auto"/>
        <w:rPr>
          <w:color w:val="50B048"/>
          <w:sz w:val="32"/>
        </w:rPr>
      </w:pPr>
      <w:r w:rsidRPr="00F6019D">
        <w:rPr>
          <w:color w:val="50B048"/>
          <w:sz w:val="32"/>
        </w:rPr>
        <w:t xml:space="preserve">I have </w:t>
      </w:r>
      <w:r>
        <w:rPr>
          <w:color w:val="50B048"/>
          <w:sz w:val="32"/>
        </w:rPr>
        <w:t>sent a message to Communications Manager</w:t>
      </w:r>
      <w:r w:rsidRPr="00F6019D">
        <w:rPr>
          <w:color w:val="50B048"/>
          <w:sz w:val="32"/>
        </w:rPr>
        <w:tab/>
      </w:r>
      <w:sdt>
        <w:sdtPr>
          <w:rPr>
            <w:color w:val="50B048"/>
            <w:sz w:val="32"/>
          </w:rPr>
          <w:alias w:val="Sent"/>
          <w:tag w:val="Sent"/>
          <w:id w:val="-654602259"/>
          <w14:checkbox>
            <w14:checked w14:val="0"/>
            <w14:checkedState w14:val="00FC" w14:font="Wingdings"/>
            <w14:uncheckedState w14:val="2610" w14:font="MS Gothic"/>
          </w14:checkbox>
        </w:sdtPr>
        <w:sdtEndPr/>
        <w:sdtContent>
          <w:r w:rsidRPr="00F6019D">
            <w:rPr>
              <w:rFonts w:ascii="MS Gothic" w:eastAsia="MS Gothic" w:hAnsi="MS Gothic" w:hint="eastAsia"/>
              <w:color w:val="50B048"/>
              <w:sz w:val="32"/>
            </w:rPr>
            <w:t>☐</w:t>
          </w:r>
        </w:sdtContent>
      </w:sdt>
      <w:r w:rsidRPr="00F6019D">
        <w:rPr>
          <w:color w:val="50B048"/>
          <w:sz w:val="32"/>
        </w:rPr>
        <w:t xml:space="preserve">      </w:t>
      </w:r>
      <w:r w:rsidR="00FB263F">
        <w:rPr>
          <w:noProof/>
          <w:lang w:eastAsia="en-NZ"/>
        </w:rPr>
        <w:drawing>
          <wp:inline distT="0" distB="0" distL="0" distR="0" wp14:anchorId="0D9044F7" wp14:editId="2C9AC363">
            <wp:extent cx="542857" cy="247619"/>
            <wp:effectExtent l="0" t="0" r="0" b="63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3C3A7E" w:rsidRPr="003C3A7E" w:rsidRDefault="001D0EB9" w:rsidP="003C3A7E">
      <w:pPr>
        <w:pBdr>
          <w:top w:val="single" w:sz="4" w:space="1" w:color="auto"/>
          <w:left w:val="single" w:sz="4" w:space="4" w:color="auto"/>
          <w:bottom w:val="single" w:sz="4" w:space="1" w:color="auto"/>
          <w:right w:val="single" w:sz="4" w:space="4" w:color="auto"/>
        </w:pBdr>
        <w:tabs>
          <w:tab w:val="left" w:pos="3686"/>
        </w:tabs>
        <w:jc w:val="both"/>
        <w:rPr>
          <w:color w:val="943634"/>
        </w:rPr>
      </w:pPr>
      <w:r w:rsidRPr="003C3A7E">
        <w:rPr>
          <w:color w:val="943634"/>
        </w:rPr>
        <w:t xml:space="preserve">When you click in the box, click on the down arrow </w:t>
      </w:r>
      <w:r w:rsidRPr="003C3A7E">
        <w:rPr>
          <w:noProof/>
          <w:color w:val="943634"/>
          <w:lang w:eastAsia="en-NZ"/>
        </w:rPr>
        <w:drawing>
          <wp:inline distT="0" distB="0" distL="0" distR="0" wp14:anchorId="7FF701F1" wp14:editId="42126ADE">
            <wp:extent cx="304762" cy="31428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4762" cy="314286"/>
                    </a:xfrm>
                    <a:prstGeom prst="rect">
                      <a:avLst/>
                    </a:prstGeom>
                  </pic:spPr>
                </pic:pic>
              </a:graphicData>
            </a:graphic>
          </wp:inline>
        </w:drawing>
      </w:r>
      <w:r w:rsidRPr="003C3A7E">
        <w:rPr>
          <w:color w:val="943634"/>
        </w:rPr>
        <w:t xml:space="preserve"> and change to correct month and day</w:t>
      </w:r>
      <w:r w:rsidRPr="003C3A7E">
        <w:rPr>
          <w:color w:val="943634"/>
        </w:rPr>
        <w:br/>
      </w:r>
      <w:r w:rsidRPr="003C3A7E">
        <w:rPr>
          <w:noProof/>
          <w:color w:val="943634"/>
          <w:lang w:eastAsia="en-NZ"/>
        </w:rPr>
        <w:drawing>
          <wp:inline distT="0" distB="0" distL="0" distR="0" wp14:anchorId="579AAB47" wp14:editId="63A99A75">
            <wp:extent cx="1539154" cy="1328928"/>
            <wp:effectExtent l="0" t="0" r="444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44987" cy="1333964"/>
                    </a:xfrm>
                    <a:prstGeom prst="rect">
                      <a:avLst/>
                    </a:prstGeom>
                  </pic:spPr>
                </pic:pic>
              </a:graphicData>
            </a:graphic>
          </wp:inline>
        </w:drawing>
      </w:r>
    </w:p>
    <w:p w:rsidR="001D0EB9" w:rsidRPr="00B553AE" w:rsidRDefault="001D0EB9" w:rsidP="00FE5917">
      <w:pPr>
        <w:tabs>
          <w:tab w:val="left" w:pos="3686"/>
        </w:tabs>
        <w:spacing w:before="240"/>
        <w:rPr>
          <w:color w:val="0070C0"/>
          <w:sz w:val="32"/>
        </w:rPr>
      </w:pPr>
      <w:r w:rsidRPr="00B553AE">
        <w:rPr>
          <w:color w:val="0070C0"/>
          <w:sz w:val="32"/>
        </w:rPr>
        <w:t xml:space="preserve">I sent this </w:t>
      </w:r>
      <w:r>
        <w:rPr>
          <w:color w:val="0070C0"/>
          <w:sz w:val="32"/>
        </w:rPr>
        <w:t>message</w:t>
      </w:r>
      <w:r w:rsidRPr="00B553AE">
        <w:rPr>
          <w:color w:val="0070C0"/>
          <w:sz w:val="32"/>
        </w:rPr>
        <w:t xml:space="preserve"> on </w:t>
      </w:r>
      <w:r w:rsidRPr="00B553AE">
        <w:rPr>
          <w:color w:val="0070C0"/>
          <w:sz w:val="32"/>
        </w:rPr>
        <w:tab/>
      </w:r>
      <w:sdt>
        <w:sdtPr>
          <w:rPr>
            <w:color w:val="0070C0"/>
            <w:sz w:val="32"/>
          </w:rPr>
          <w:id w:val="-1021857432"/>
          <w:placeholder>
            <w:docPart w:val="8034B6E1F1914C54B367C0524AF09011"/>
          </w:placeholder>
          <w:showingPlcHdr/>
          <w:date>
            <w:dateFormat w:val="d/MM/yyyy"/>
            <w:lid w:val="en-NZ"/>
            <w:storeMappedDataAs w:val="dateTime"/>
            <w:calendar w:val="gregorian"/>
          </w:date>
        </w:sdtPr>
        <w:sdtEndPr/>
        <w:sdtContent>
          <w:r w:rsidRPr="00B553AE">
            <w:rPr>
              <w:rStyle w:val="PlaceholderText"/>
              <w:color w:val="0070C0"/>
              <w:sz w:val="32"/>
            </w:rPr>
            <w:t>Click or tap to enter a date.</w:t>
          </w:r>
        </w:sdtContent>
      </w:sdt>
      <w:r w:rsidR="00FB263F">
        <w:rPr>
          <w:color w:val="0070C0"/>
          <w:sz w:val="32"/>
        </w:rPr>
        <w:tab/>
      </w:r>
      <w:r w:rsidR="00FB263F">
        <w:rPr>
          <w:noProof/>
          <w:lang w:eastAsia="en-NZ"/>
        </w:rPr>
        <w:drawing>
          <wp:inline distT="0" distB="0" distL="0" distR="0" wp14:anchorId="5BA932CD" wp14:editId="505A995E">
            <wp:extent cx="542857" cy="247619"/>
            <wp:effectExtent l="0" t="0" r="0" b="635"/>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820D59" w:rsidRDefault="00FE5917" w:rsidP="00565072">
      <w:pPr>
        <w:spacing w:after="0" w:line="240" w:lineRule="auto"/>
      </w:pPr>
      <w:r>
        <w:rPr>
          <w:noProof/>
          <w:lang w:eastAsia="en-NZ"/>
        </w:rPr>
        <w:drawing>
          <wp:anchor distT="0" distB="0" distL="114300" distR="114300" simplePos="0" relativeHeight="251675648" behindDoc="0" locked="0" layoutInCell="1" allowOverlap="1">
            <wp:simplePos x="0" y="0"/>
            <wp:positionH relativeFrom="column">
              <wp:posOffset>5588635</wp:posOffset>
            </wp:positionH>
            <wp:positionV relativeFrom="paragraph">
              <wp:posOffset>118745</wp:posOffset>
            </wp:positionV>
            <wp:extent cx="542857" cy="247619"/>
            <wp:effectExtent l="38100" t="95250" r="10160" b="958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rot="20520915">
                      <a:off x="0" y="0"/>
                      <a:ext cx="542857" cy="247619"/>
                    </a:xfrm>
                    <a:prstGeom prst="rect">
                      <a:avLst/>
                    </a:prstGeom>
                  </pic:spPr>
                </pic:pic>
              </a:graphicData>
            </a:graphic>
          </wp:anchor>
        </w:drawing>
      </w:r>
    </w:p>
    <w:p w:rsidR="003C3A7E" w:rsidRDefault="003C3A7E" w:rsidP="00565072">
      <w:pPr>
        <w:spacing w:after="0" w:line="240" w:lineRule="auto"/>
      </w:pPr>
    </w:p>
    <w:p w:rsidR="008960BE" w:rsidRDefault="00566420" w:rsidP="00565072">
      <w:pPr>
        <w:spacing w:after="0" w:line="240" w:lineRule="auto"/>
        <w:rPr>
          <w:color w:val="50B048"/>
          <w:sz w:val="32"/>
        </w:rPr>
      </w:pPr>
      <w:r w:rsidRPr="00F6019D">
        <w:rPr>
          <w:color w:val="50B048"/>
          <w:sz w:val="32"/>
        </w:rPr>
        <w:t xml:space="preserve">I </w:t>
      </w:r>
      <w:r>
        <w:rPr>
          <w:color w:val="50B048"/>
          <w:sz w:val="32"/>
        </w:rPr>
        <w:t xml:space="preserve">used the following device to send the message </w:t>
      </w:r>
      <w:sdt>
        <w:sdtPr>
          <w:rPr>
            <w:color w:val="50B048"/>
            <w:sz w:val="32"/>
          </w:rPr>
          <w:id w:val="-659077588"/>
          <w:placeholder>
            <w:docPart w:val="DefaultPlaceholder_-1854013440"/>
          </w:placeholder>
          <w:showingPlcHdr/>
        </w:sdtPr>
        <w:sdtEndPr/>
        <w:sdtContent>
          <w:r w:rsidRPr="00566420">
            <w:rPr>
              <w:rStyle w:val="PlaceholderText"/>
              <w:color w:val="00B050"/>
            </w:rPr>
            <w:t>Click or tap here to enter text.</w:t>
          </w:r>
        </w:sdtContent>
      </w:sdt>
    </w:p>
    <w:p w:rsidR="00566420" w:rsidRDefault="00566420" w:rsidP="00565072">
      <w:pPr>
        <w:spacing w:after="0" w:line="240" w:lineRule="auto"/>
      </w:pPr>
    </w:p>
    <w:p w:rsidR="00233D01" w:rsidRPr="009B3B48" w:rsidRDefault="00233D01">
      <w:pPr>
        <w:spacing w:line="240" w:lineRule="auto"/>
        <w:rPr>
          <w:b/>
          <w:color w:val="943634" w:themeColor="accent2" w:themeShade="BF"/>
        </w:rPr>
      </w:pPr>
      <w:r w:rsidRPr="009B3B48">
        <w:rPr>
          <w:b/>
          <w:color w:val="943634" w:themeColor="accent2" w:themeShade="BF"/>
        </w:rPr>
        <w:t xml:space="preserve">Note:  </w:t>
      </w:r>
      <w:hyperlink r:id="rId18" w:history="1">
        <w:r w:rsidRPr="009B3B48">
          <w:rPr>
            <w:rStyle w:val="Hyperlink"/>
            <w:b/>
            <w:color w:val="943634" w:themeColor="accent2" w:themeShade="BF"/>
          </w:rPr>
          <w:t>nzcc2@eit.ac.nz</w:t>
        </w:r>
      </w:hyperlink>
      <w:r w:rsidRPr="009B3B48">
        <w:rPr>
          <w:b/>
          <w:color w:val="943634" w:themeColor="accent2" w:themeShade="BF"/>
        </w:rPr>
        <w:t xml:space="preserve"> will NOT </w:t>
      </w:r>
      <w:r>
        <w:rPr>
          <w:b/>
          <w:color w:val="943634" w:themeColor="accent2" w:themeShade="BF"/>
        </w:rPr>
        <w:t>have replied</w:t>
      </w:r>
      <w:r w:rsidRPr="009B3B48">
        <w:rPr>
          <w:b/>
          <w:color w:val="943634" w:themeColor="accent2" w:themeShade="BF"/>
        </w:rPr>
        <w:t xml:space="preserve"> to this email</w:t>
      </w:r>
    </w:p>
    <w:p w:rsidR="00566420" w:rsidRDefault="00566420" w:rsidP="00565072">
      <w:pPr>
        <w:spacing w:after="0" w:line="240" w:lineRule="auto"/>
      </w:pPr>
    </w:p>
    <w:p w:rsidR="003C3A7E" w:rsidRDefault="003C3A7E" w:rsidP="00565072">
      <w:pPr>
        <w:spacing w:after="0" w:line="240" w:lineRule="auto"/>
      </w:pPr>
    </w:p>
    <w:p w:rsidR="00565072" w:rsidRPr="00FE5917" w:rsidRDefault="00820D59" w:rsidP="00565072">
      <w:pPr>
        <w:spacing w:after="0" w:line="240" w:lineRule="auto"/>
        <w:rPr>
          <w:color w:val="800000"/>
        </w:rPr>
      </w:pPr>
      <w:r w:rsidRPr="00FE5917">
        <w:rPr>
          <w:rFonts w:ascii="Arial Black" w:hAnsi="Arial Black"/>
          <w:color w:val="800000"/>
          <w:sz w:val="28"/>
        </w:rPr>
        <w:t xml:space="preserve">Save and close </w:t>
      </w:r>
      <w:r w:rsidR="00503927" w:rsidRPr="00FE5917">
        <w:rPr>
          <w:noProof/>
          <w:color w:val="800000"/>
          <w:lang w:eastAsia="en-NZ"/>
        </w:rPr>
        <w:drawing>
          <wp:inline distT="0" distB="0" distL="0" distR="0" wp14:anchorId="70670211" wp14:editId="02C448E3">
            <wp:extent cx="3285714" cy="247619"/>
            <wp:effectExtent l="19050" t="19050" r="10160" b="1968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85714" cy="247619"/>
                    </a:xfrm>
                    <a:prstGeom prst="rect">
                      <a:avLst/>
                    </a:prstGeom>
                    <a:ln>
                      <a:solidFill>
                        <a:srgbClr val="6C3300"/>
                      </a:solidFill>
                    </a:ln>
                  </pic:spPr>
                </pic:pic>
              </a:graphicData>
            </a:graphic>
          </wp:inline>
        </w:drawing>
      </w:r>
      <w:r w:rsidR="00CF5645" w:rsidRPr="00FE5917">
        <w:rPr>
          <w:color w:val="800000"/>
        </w:rPr>
        <w:br w:type="page"/>
      </w:r>
    </w:p>
    <w:p w:rsidR="0033416C" w:rsidRPr="00FE5917" w:rsidRDefault="0033416C" w:rsidP="0033416C">
      <w:pPr>
        <w:spacing w:after="0" w:line="240" w:lineRule="auto"/>
        <w:rPr>
          <w:sz w:val="28"/>
        </w:rPr>
      </w:pPr>
      <w:r w:rsidRPr="00FE5917">
        <w:rPr>
          <w:sz w:val="28"/>
        </w:rPr>
        <w:lastRenderedPageBreak/>
        <w:t xml:space="preserve">In the form follow the instructions in </w:t>
      </w:r>
      <w:r w:rsidRPr="00FE5917">
        <w:rPr>
          <w:b/>
          <w:color w:val="50B048"/>
          <w:sz w:val="28"/>
        </w:rPr>
        <w:t>Green</w:t>
      </w:r>
      <w:r w:rsidRPr="00FE5917">
        <w:rPr>
          <w:sz w:val="28"/>
        </w:rPr>
        <w:t>:</w:t>
      </w:r>
    </w:p>
    <w:p w:rsidR="0033416C" w:rsidRDefault="0033416C" w:rsidP="00114174">
      <w:pPr>
        <w:tabs>
          <w:tab w:val="right" w:pos="9639"/>
        </w:tabs>
        <w:rPr>
          <w:b/>
          <w:color w:val="FFFFFF"/>
          <w:sz w:val="28"/>
          <w:szCs w:val="28"/>
          <w:highlight w:val="black"/>
        </w:rPr>
      </w:pPr>
    </w:p>
    <w:p w:rsidR="00114174" w:rsidRPr="000656F8" w:rsidRDefault="00114174" w:rsidP="00114174">
      <w:pPr>
        <w:tabs>
          <w:tab w:val="right" w:pos="9639"/>
        </w:tabs>
        <w:rPr>
          <w:b/>
          <w:color w:val="FFFFFF"/>
          <w:sz w:val="28"/>
          <w:szCs w:val="28"/>
          <w:highlight w:val="black"/>
        </w:rPr>
      </w:pPr>
      <w:r>
        <w:rPr>
          <w:b/>
          <w:color w:val="FFFFFF"/>
          <w:sz w:val="28"/>
          <w:szCs w:val="28"/>
          <w:highlight w:val="black"/>
        </w:rPr>
        <w:t>Task 12:</w:t>
      </w:r>
      <w:r>
        <w:rPr>
          <w:b/>
          <w:color w:val="FFFFFF"/>
          <w:sz w:val="28"/>
          <w:szCs w:val="28"/>
          <w:highlight w:val="black"/>
        </w:rPr>
        <w:tab/>
      </w:r>
    </w:p>
    <w:p w:rsidR="00114174" w:rsidRDefault="00114174" w:rsidP="00114174">
      <w:pPr>
        <w:spacing w:after="0" w:line="240" w:lineRule="auto"/>
        <w:rPr>
          <w:b/>
          <w:sz w:val="24"/>
        </w:rPr>
      </w:pPr>
      <w:r w:rsidRPr="00820D59">
        <w:rPr>
          <w:sz w:val="24"/>
        </w:rPr>
        <w:t xml:space="preserve">You should have sent a message </w:t>
      </w:r>
      <w:r w:rsidR="00FE5917">
        <w:rPr>
          <w:sz w:val="24"/>
        </w:rPr>
        <w:t>to</w:t>
      </w:r>
      <w:r w:rsidRPr="00820D59">
        <w:rPr>
          <w:sz w:val="24"/>
        </w:rPr>
        <w:t xml:space="preserve"> </w:t>
      </w:r>
      <w:hyperlink r:id="rId19" w:history="1">
        <w:r w:rsidRPr="004E41B4">
          <w:rPr>
            <w:rStyle w:val="Hyperlink"/>
            <w:b/>
            <w:sz w:val="24"/>
          </w:rPr>
          <w:t>nzcc2@eit.ac.nz</w:t>
        </w:r>
      </w:hyperlink>
    </w:p>
    <w:p w:rsidR="00114174" w:rsidRDefault="00114174" w:rsidP="00114174">
      <w:pPr>
        <w:spacing w:after="0" w:line="240" w:lineRule="auto"/>
        <w:rPr>
          <w:b/>
          <w:sz w:val="24"/>
        </w:rPr>
      </w:pPr>
      <w:r>
        <w:rPr>
          <w:noProof/>
          <w:lang w:eastAsia="en-NZ"/>
        </w:rPr>
        <mc:AlternateContent>
          <mc:Choice Requires="wps">
            <w:drawing>
              <wp:inline distT="0" distB="0" distL="0" distR="0" wp14:anchorId="12E8D691" wp14:editId="097C3093">
                <wp:extent cx="6120130" cy="833009"/>
                <wp:effectExtent l="0" t="0" r="0" b="0"/>
                <wp:docPr id="2793" name="Text Box 2793"/>
                <wp:cNvGraphicFramePr/>
                <a:graphic xmlns:a="http://schemas.openxmlformats.org/drawingml/2006/main">
                  <a:graphicData uri="http://schemas.microsoft.com/office/word/2010/wordprocessingShape">
                    <wps:wsp>
                      <wps:cNvSpPr txBox="1"/>
                      <wps:spPr>
                        <a:xfrm>
                          <a:off x="0" y="0"/>
                          <a:ext cx="6120130" cy="833009"/>
                        </a:xfrm>
                        <a:prstGeom prst="rect">
                          <a:avLst/>
                        </a:prstGeom>
                        <a:noFill/>
                        <a:ln>
                          <a:noFill/>
                        </a:ln>
                      </wps:spPr>
                      <wps:txbx>
                        <w:txbxContent>
                          <w:p w:rsidR="00114174" w:rsidRPr="00114174" w:rsidRDefault="00114174" w:rsidP="00114174">
                            <w:pPr>
                              <w:spacing w:after="0" w:line="240" w:lineRule="auto"/>
                              <w:jc w:val="center"/>
                              <w:rPr>
                                <w:rFonts w:ascii="Arial Black" w:hAnsi="Arial Black"/>
                                <w:b/>
                                <w:color w:val="943634" w:themeColor="accent2" w:themeShade="BF"/>
                                <w:sz w:val="28"/>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14174">
                              <w:rPr>
                                <w:rFonts w:ascii="Arial Black" w:hAnsi="Arial Black"/>
                                <w:b/>
                                <w:color w:val="943634" w:themeColor="accent2" w:themeShade="BF"/>
                                <w:sz w:val="28"/>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 or email will not be marked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 w14:anchorId="12E8D691" id="Text Box 2793" o:spid="_x0000_s1028" type="#_x0000_t202" style="width:481.9pt;height:65.6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" filled="f" stroked="f">
                <v:textbox style="mso-fit-shape-to-text:t">
                  <w:txbxContent>
                    <w:p w:rsidR="00114174" w:rsidRPr="00114174" w:rsidRDefault="00114174" w:rsidP="00114174">
                      <w:pPr>
                        <w:spacing w:after="0" w:line="240" w:lineRule="auto"/>
                        <w:jc w:val="center"/>
                        <w:rPr>
                          <w:rFonts w:ascii="Arial Black" w:hAnsi="Arial Black"/>
                          <w:b/>
                          <w:color w:val="943634" w:themeColor="accent2" w:themeShade="BF"/>
                          <w:sz w:val="28"/>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114174">
                        <w:rPr>
                          <w:rFonts w:ascii="Arial Black" w:hAnsi="Arial Black"/>
                          <w:b/>
                          <w:color w:val="943634" w:themeColor="accent2" w:themeShade="BF"/>
                          <w:sz w:val="28"/>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 or email will not be marked</w:t>
                      </w:r>
                    </w:p>
                  </w:txbxContent>
                </v:textbox>
                <w10:anchorlock/>
              </v:shape>
            </w:pict>
          </mc:Fallback>
        </mc:AlternateContent>
      </w:r>
    </w:p>
    <w:p w:rsidR="00114174" w:rsidRDefault="00114174" w:rsidP="00114174">
      <w:pPr>
        <w:spacing w:after="0" w:line="240" w:lineRule="auto"/>
        <w:rPr>
          <w:b/>
          <w:sz w:val="24"/>
        </w:rPr>
      </w:pPr>
      <w:r>
        <w:rPr>
          <w:b/>
          <w:sz w:val="24"/>
        </w:rPr>
        <w:t xml:space="preserve">Attachments </w:t>
      </w:r>
    </w:p>
    <w:p w:rsidR="00114174" w:rsidRDefault="00114174" w:rsidP="00114174">
      <w:pPr>
        <w:spacing w:after="0" w:line="240" w:lineRule="auto"/>
        <w:rPr>
          <w:b/>
          <w:sz w:val="24"/>
        </w:rPr>
      </w:pPr>
      <w:r>
        <w:rPr>
          <w:noProof/>
          <w:lang w:eastAsia="en-NZ"/>
        </w:rPr>
        <w:drawing>
          <wp:inline distT="0" distB="0" distL="0" distR="0" wp14:anchorId="65D165F3" wp14:editId="2D410022">
            <wp:extent cx="4280063" cy="1085088"/>
            <wp:effectExtent l="0" t="0" r="6350" b="1270"/>
            <wp:docPr id="2790" name="Picture 2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335224" cy="1099073"/>
                    </a:xfrm>
                    <a:prstGeom prst="rect">
                      <a:avLst/>
                    </a:prstGeom>
                  </pic:spPr>
                </pic:pic>
              </a:graphicData>
            </a:graphic>
          </wp:inline>
        </w:drawing>
      </w:r>
    </w:p>
    <w:p w:rsidR="00114174" w:rsidRDefault="00114174" w:rsidP="00114174">
      <w:pPr>
        <w:spacing w:after="0" w:line="240" w:lineRule="auto"/>
        <w:jc w:val="center"/>
        <w:rPr>
          <w:b/>
          <w:sz w:val="24"/>
        </w:rPr>
      </w:pPr>
      <w:r>
        <w:rPr>
          <w:noProof/>
          <w:lang w:eastAsia="en-NZ"/>
        </w:rPr>
        <w:drawing>
          <wp:inline distT="0" distB="0" distL="0" distR="0">
            <wp:extent cx="5447030" cy="3314065"/>
            <wp:effectExtent l="19050" t="19050" r="20320" b="19685"/>
            <wp:docPr id="2792" name="Picture 2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447030" cy="3314065"/>
                    </a:xfrm>
                    <a:prstGeom prst="rect">
                      <a:avLst/>
                    </a:prstGeom>
                    <a:ln>
                      <a:solidFill>
                        <a:srgbClr val="943634"/>
                      </a:solidFill>
                    </a:ln>
                  </pic:spPr>
                </pic:pic>
              </a:graphicData>
            </a:graphic>
          </wp:inline>
        </w:drawing>
      </w:r>
    </w:p>
    <w:p w:rsidR="00114174" w:rsidRDefault="00114174" w:rsidP="00114174">
      <w:pPr>
        <w:spacing w:after="0" w:line="240" w:lineRule="auto"/>
        <w:rPr>
          <w:sz w:val="24"/>
        </w:rPr>
      </w:pPr>
    </w:p>
    <w:p w:rsidR="0033416C" w:rsidRDefault="0033416C" w:rsidP="0033416C">
      <w:pPr>
        <w:tabs>
          <w:tab w:val="left" w:pos="7655"/>
        </w:tabs>
        <w:spacing w:after="0" w:line="480" w:lineRule="auto"/>
        <w:rPr>
          <w:color w:val="50B048"/>
          <w:sz w:val="32"/>
        </w:rPr>
      </w:pPr>
      <w:r>
        <w:rPr>
          <w:color w:val="50B048"/>
          <w:sz w:val="32"/>
        </w:rPr>
        <w:t>My subject line is correct</w:t>
      </w:r>
      <w:r w:rsidRPr="00F6019D">
        <w:rPr>
          <w:color w:val="50B048"/>
          <w:sz w:val="32"/>
        </w:rPr>
        <w:tab/>
      </w:r>
      <w:sdt>
        <w:sdtPr>
          <w:rPr>
            <w:color w:val="50B048"/>
            <w:sz w:val="32"/>
          </w:rPr>
          <w:alias w:val="Sent"/>
          <w:tag w:val="Sent"/>
          <w:id w:val="-886171375"/>
          <w14:checkbox>
            <w14:checked w14:val="0"/>
            <w14:checkedState w14:val="00FC" w14:font="Wingdings"/>
            <w14:uncheckedState w14:val="2610" w14:font="MS Gothic"/>
          </w14:checkbox>
        </w:sdtPr>
        <w:sdtEndPr/>
        <w:sdtContent>
          <w:r w:rsidRPr="00F6019D">
            <w:rPr>
              <w:rFonts w:ascii="MS Gothic" w:eastAsia="MS Gothic" w:hAnsi="MS Gothic" w:hint="eastAsia"/>
              <w:color w:val="50B048"/>
              <w:sz w:val="32"/>
            </w:rPr>
            <w:t>☐</w:t>
          </w:r>
        </w:sdtContent>
      </w:sdt>
      <w:r w:rsidRPr="00F6019D">
        <w:rPr>
          <w:color w:val="50B048"/>
          <w:sz w:val="32"/>
        </w:rPr>
        <w:t xml:space="preserve">      </w:t>
      </w:r>
      <w:r>
        <w:rPr>
          <w:noProof/>
          <w:lang w:eastAsia="en-NZ"/>
        </w:rPr>
        <w:drawing>
          <wp:inline distT="0" distB="0" distL="0" distR="0" wp14:anchorId="70956644" wp14:editId="2E813B63">
            <wp:extent cx="542857" cy="247619"/>
            <wp:effectExtent l="0" t="0" r="0" b="63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33416C" w:rsidRDefault="0033416C" w:rsidP="0033416C">
      <w:pPr>
        <w:tabs>
          <w:tab w:val="left" w:pos="7655"/>
        </w:tabs>
        <w:spacing w:after="0" w:line="480" w:lineRule="auto"/>
        <w:rPr>
          <w:color w:val="50B048"/>
          <w:sz w:val="32"/>
        </w:rPr>
      </w:pPr>
      <w:r w:rsidRPr="00F6019D">
        <w:rPr>
          <w:color w:val="50B048"/>
          <w:sz w:val="32"/>
        </w:rPr>
        <w:t xml:space="preserve">I have </w:t>
      </w:r>
      <w:r>
        <w:rPr>
          <w:color w:val="50B048"/>
          <w:sz w:val="32"/>
        </w:rPr>
        <w:t>attached the files as required</w:t>
      </w:r>
      <w:r w:rsidRPr="00F6019D">
        <w:rPr>
          <w:color w:val="50B048"/>
          <w:sz w:val="32"/>
        </w:rPr>
        <w:tab/>
      </w:r>
      <w:sdt>
        <w:sdtPr>
          <w:rPr>
            <w:color w:val="50B048"/>
            <w:sz w:val="32"/>
          </w:rPr>
          <w:alias w:val="Sent"/>
          <w:tag w:val="Sent"/>
          <w:id w:val="1214773817"/>
          <w14:checkbox>
            <w14:checked w14:val="0"/>
            <w14:checkedState w14:val="00FC" w14:font="Wingdings"/>
            <w14:uncheckedState w14:val="2610" w14:font="MS Gothic"/>
          </w14:checkbox>
        </w:sdtPr>
        <w:sdtEndPr/>
        <w:sdtContent>
          <w:r w:rsidRPr="00F6019D">
            <w:rPr>
              <w:rFonts w:ascii="MS Gothic" w:eastAsia="MS Gothic" w:hAnsi="MS Gothic" w:hint="eastAsia"/>
              <w:color w:val="50B048"/>
              <w:sz w:val="32"/>
            </w:rPr>
            <w:t>☐</w:t>
          </w:r>
        </w:sdtContent>
      </w:sdt>
      <w:r w:rsidRPr="00F6019D">
        <w:rPr>
          <w:color w:val="50B048"/>
          <w:sz w:val="32"/>
        </w:rPr>
        <w:t xml:space="preserve">      </w:t>
      </w:r>
      <w:r>
        <w:rPr>
          <w:noProof/>
          <w:lang w:eastAsia="en-NZ"/>
        </w:rPr>
        <w:drawing>
          <wp:inline distT="0" distB="0" distL="0" distR="0" wp14:anchorId="20D95F76" wp14:editId="4E2FFF1E">
            <wp:extent cx="542857" cy="247619"/>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114174" w:rsidRDefault="00114174" w:rsidP="00114174">
      <w:pPr>
        <w:tabs>
          <w:tab w:val="left" w:pos="7655"/>
        </w:tabs>
        <w:spacing w:after="0" w:line="480" w:lineRule="auto"/>
        <w:rPr>
          <w:color w:val="50B048"/>
          <w:sz w:val="32"/>
        </w:rPr>
      </w:pPr>
      <w:r w:rsidRPr="00F6019D">
        <w:rPr>
          <w:color w:val="50B048"/>
          <w:sz w:val="32"/>
        </w:rPr>
        <w:t xml:space="preserve">I have </w:t>
      </w:r>
      <w:r>
        <w:rPr>
          <w:color w:val="50B048"/>
          <w:sz w:val="32"/>
        </w:rPr>
        <w:t>sent a message to nzcc2@eit.ac.nz</w:t>
      </w:r>
      <w:r w:rsidRPr="00F6019D">
        <w:rPr>
          <w:color w:val="50B048"/>
          <w:sz w:val="32"/>
        </w:rPr>
        <w:tab/>
      </w:r>
      <w:sdt>
        <w:sdtPr>
          <w:rPr>
            <w:color w:val="50B048"/>
            <w:sz w:val="32"/>
          </w:rPr>
          <w:alias w:val="Sent"/>
          <w:tag w:val="Sent"/>
          <w:id w:val="-1589456322"/>
          <w14:checkbox>
            <w14:checked w14:val="0"/>
            <w14:checkedState w14:val="00FC" w14:font="Wingdings"/>
            <w14:uncheckedState w14:val="2610" w14:font="MS Gothic"/>
          </w14:checkbox>
        </w:sdtPr>
        <w:sdtEndPr/>
        <w:sdtContent>
          <w:r w:rsidRPr="00F6019D">
            <w:rPr>
              <w:rFonts w:ascii="MS Gothic" w:eastAsia="MS Gothic" w:hAnsi="MS Gothic" w:hint="eastAsia"/>
              <w:color w:val="50B048"/>
              <w:sz w:val="32"/>
            </w:rPr>
            <w:t>☐</w:t>
          </w:r>
        </w:sdtContent>
      </w:sdt>
      <w:r w:rsidRPr="00F6019D">
        <w:rPr>
          <w:color w:val="50B048"/>
          <w:sz w:val="32"/>
        </w:rPr>
        <w:t xml:space="preserve">      </w:t>
      </w:r>
      <w:r>
        <w:rPr>
          <w:noProof/>
          <w:lang w:eastAsia="en-NZ"/>
        </w:rPr>
        <w:drawing>
          <wp:inline distT="0" distB="0" distL="0" distR="0" wp14:anchorId="16F2C722" wp14:editId="7ACE1FAA">
            <wp:extent cx="542857" cy="247619"/>
            <wp:effectExtent l="0" t="0" r="0"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233D01" w:rsidRPr="009B3B48" w:rsidRDefault="00233D01">
      <w:pPr>
        <w:spacing w:line="240" w:lineRule="auto"/>
        <w:rPr>
          <w:b/>
          <w:color w:val="943634" w:themeColor="accent2" w:themeShade="BF"/>
        </w:rPr>
      </w:pPr>
      <w:r w:rsidRPr="009B3B48">
        <w:rPr>
          <w:b/>
          <w:color w:val="943634" w:themeColor="accent2" w:themeShade="BF"/>
        </w:rPr>
        <w:t xml:space="preserve">Note:  </w:t>
      </w:r>
      <w:hyperlink r:id="rId22" w:history="1">
        <w:r w:rsidRPr="009B3B48">
          <w:rPr>
            <w:rStyle w:val="Hyperlink"/>
            <w:b/>
            <w:color w:val="943634" w:themeColor="accent2" w:themeShade="BF"/>
          </w:rPr>
          <w:t>nzcc2@eit.ac.nz</w:t>
        </w:r>
      </w:hyperlink>
      <w:r w:rsidRPr="009B3B48">
        <w:rPr>
          <w:b/>
          <w:color w:val="943634" w:themeColor="accent2" w:themeShade="BF"/>
        </w:rPr>
        <w:t xml:space="preserve"> will NOT </w:t>
      </w:r>
      <w:r>
        <w:rPr>
          <w:b/>
          <w:color w:val="943634" w:themeColor="accent2" w:themeShade="BF"/>
        </w:rPr>
        <w:t>have replied</w:t>
      </w:r>
      <w:r w:rsidRPr="009B3B48">
        <w:rPr>
          <w:b/>
          <w:color w:val="943634" w:themeColor="accent2" w:themeShade="BF"/>
        </w:rPr>
        <w:t xml:space="preserve"> to this email</w:t>
      </w:r>
    </w:p>
    <w:p w:rsidR="00114174" w:rsidRPr="00820D59" w:rsidRDefault="00114174" w:rsidP="00114174">
      <w:pPr>
        <w:spacing w:after="0" w:line="240" w:lineRule="auto"/>
        <w:rPr>
          <w:sz w:val="24"/>
        </w:rPr>
      </w:pPr>
    </w:p>
    <w:p w:rsidR="008D5480" w:rsidRPr="00FE5917" w:rsidRDefault="0033416C">
      <w:pPr>
        <w:spacing w:after="0" w:line="240" w:lineRule="auto"/>
        <w:rPr>
          <w:color w:val="800000"/>
        </w:rPr>
      </w:pPr>
      <w:r w:rsidRPr="00FE5917">
        <w:rPr>
          <w:rFonts w:ascii="Arial Black" w:hAnsi="Arial Black"/>
          <w:color w:val="800000"/>
          <w:sz w:val="28"/>
        </w:rPr>
        <w:t xml:space="preserve">Save and close </w:t>
      </w:r>
      <w:r w:rsidRPr="00FE5917">
        <w:rPr>
          <w:noProof/>
          <w:color w:val="800000"/>
          <w:lang w:eastAsia="en-NZ"/>
        </w:rPr>
        <w:drawing>
          <wp:inline distT="0" distB="0" distL="0" distR="0" wp14:anchorId="01D207BB" wp14:editId="717F3EC9">
            <wp:extent cx="3285714" cy="247619"/>
            <wp:effectExtent l="19050" t="19050" r="10160" b="196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85714" cy="247619"/>
                    </a:xfrm>
                    <a:prstGeom prst="rect">
                      <a:avLst/>
                    </a:prstGeom>
                    <a:ln>
                      <a:solidFill>
                        <a:srgbClr val="6C3300"/>
                      </a:solidFill>
                    </a:ln>
                  </pic:spPr>
                </pic:pic>
              </a:graphicData>
            </a:graphic>
          </wp:inline>
        </w:drawing>
      </w:r>
      <w:r w:rsidR="008D5480" w:rsidRPr="00FE5917">
        <w:rPr>
          <w:color w:val="800000"/>
        </w:rPr>
        <w:br w:type="page"/>
      </w:r>
    </w:p>
    <w:p w:rsidR="00780A04" w:rsidRPr="00FE5917" w:rsidRDefault="0033416C" w:rsidP="00780A04">
      <w:pPr>
        <w:spacing w:after="0" w:line="240" w:lineRule="auto"/>
        <w:rPr>
          <w:sz w:val="32"/>
        </w:rPr>
      </w:pPr>
      <w:r w:rsidRPr="00FE5917">
        <w:rPr>
          <w:sz w:val="32"/>
        </w:rPr>
        <w:lastRenderedPageBreak/>
        <w:t xml:space="preserve">In </w:t>
      </w:r>
      <w:r w:rsidR="00780A04" w:rsidRPr="00FE5917">
        <w:rPr>
          <w:sz w:val="32"/>
        </w:rPr>
        <w:t xml:space="preserve">the form follow the instructions in </w:t>
      </w:r>
      <w:r w:rsidR="00780A04" w:rsidRPr="00FE5917">
        <w:rPr>
          <w:b/>
          <w:color w:val="50B048"/>
          <w:sz w:val="32"/>
        </w:rPr>
        <w:t>Green</w:t>
      </w:r>
      <w:r w:rsidR="00780A04" w:rsidRPr="00FE5917">
        <w:rPr>
          <w:color w:val="50B048"/>
          <w:sz w:val="32"/>
        </w:rPr>
        <w:t xml:space="preserve"> </w:t>
      </w:r>
      <w:r w:rsidR="00780A04" w:rsidRPr="00FE5917">
        <w:rPr>
          <w:sz w:val="32"/>
        </w:rPr>
        <w:t xml:space="preserve">and </w:t>
      </w:r>
      <w:r w:rsidR="00780A04" w:rsidRPr="00FE5917">
        <w:rPr>
          <w:b/>
          <w:color w:val="0070C0"/>
          <w:sz w:val="32"/>
        </w:rPr>
        <w:t>Blue</w:t>
      </w:r>
      <w:r w:rsidR="00780A04" w:rsidRPr="00FE5917">
        <w:rPr>
          <w:sz w:val="32"/>
        </w:rPr>
        <w:t>:</w:t>
      </w:r>
    </w:p>
    <w:p w:rsidR="00780A04" w:rsidRDefault="00780A04" w:rsidP="00780A04"/>
    <w:p w:rsidR="00733E8C" w:rsidRDefault="00733E8C" w:rsidP="00780A04"/>
    <w:p w:rsidR="00780A04" w:rsidRPr="000656F8" w:rsidRDefault="008D5480" w:rsidP="00780A04">
      <w:pPr>
        <w:tabs>
          <w:tab w:val="right" w:pos="9639"/>
        </w:tabs>
        <w:rPr>
          <w:b/>
          <w:color w:val="FFFFFF"/>
          <w:sz w:val="28"/>
          <w:szCs w:val="28"/>
          <w:highlight w:val="black"/>
        </w:rPr>
      </w:pPr>
      <w:r>
        <w:rPr>
          <w:b/>
          <w:color w:val="FFFFFF"/>
          <w:sz w:val="28"/>
          <w:szCs w:val="28"/>
          <w:highlight w:val="black"/>
        </w:rPr>
        <w:t>Task 13</w:t>
      </w:r>
      <w:r w:rsidR="00780A04">
        <w:rPr>
          <w:b/>
          <w:color w:val="FFFFFF"/>
          <w:sz w:val="28"/>
          <w:szCs w:val="28"/>
          <w:highlight w:val="black"/>
        </w:rPr>
        <w:t>:</w:t>
      </w:r>
      <w:r w:rsidR="00780A04">
        <w:rPr>
          <w:b/>
          <w:color w:val="FFFFFF"/>
          <w:sz w:val="28"/>
          <w:szCs w:val="28"/>
          <w:highlight w:val="black"/>
        </w:rPr>
        <w:tab/>
      </w:r>
    </w:p>
    <w:p w:rsidR="00780A04" w:rsidRDefault="00780A04" w:rsidP="00780A04">
      <w:pPr>
        <w:spacing w:after="0" w:line="240" w:lineRule="auto"/>
      </w:pPr>
    </w:p>
    <w:p w:rsidR="00780A04" w:rsidRDefault="00780A04" w:rsidP="00780A04">
      <w:pPr>
        <w:spacing w:after="0" w:line="240" w:lineRule="auto"/>
        <w:rPr>
          <w:sz w:val="24"/>
        </w:rPr>
      </w:pPr>
      <w:r w:rsidRPr="00820D59">
        <w:rPr>
          <w:sz w:val="24"/>
        </w:rPr>
        <w:t xml:space="preserve">You should have shared your Google Calendar on </w:t>
      </w:r>
      <w:r>
        <w:rPr>
          <w:sz w:val="24"/>
        </w:rPr>
        <w:t>three</w:t>
      </w:r>
      <w:r w:rsidRPr="00820D59">
        <w:rPr>
          <w:sz w:val="24"/>
        </w:rPr>
        <w:t xml:space="preserve"> occasions</w:t>
      </w:r>
      <w:r>
        <w:rPr>
          <w:sz w:val="24"/>
        </w:rPr>
        <w:t xml:space="preserve"> – the first occasion was for practise, the second and third tasks were for </w:t>
      </w:r>
      <w:proofErr w:type="gramStart"/>
      <w:r>
        <w:rPr>
          <w:sz w:val="24"/>
        </w:rPr>
        <w:t xml:space="preserve">assessment </w:t>
      </w:r>
      <w:proofErr w:type="gramEnd"/>
      <w:r>
        <w:rPr>
          <w:noProof/>
          <w:lang w:eastAsia="en-NZ"/>
        </w:rPr>
        <w:drawing>
          <wp:inline distT="0" distB="0" distL="0" distR="0" wp14:anchorId="073B9CE4" wp14:editId="14FE885C">
            <wp:extent cx="2243328" cy="331118"/>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72492" cy="335423"/>
                    </a:xfrm>
                    <a:prstGeom prst="rect">
                      <a:avLst/>
                    </a:prstGeom>
                  </pic:spPr>
                </pic:pic>
              </a:graphicData>
            </a:graphic>
          </wp:inline>
        </w:drawing>
      </w:r>
      <w:r>
        <w:rPr>
          <w:sz w:val="24"/>
        </w:rPr>
        <w:t>.</w:t>
      </w:r>
    </w:p>
    <w:p w:rsidR="00780A04" w:rsidRDefault="00780A04" w:rsidP="00780A04">
      <w:pPr>
        <w:spacing w:after="0" w:line="240" w:lineRule="auto"/>
      </w:pPr>
    </w:p>
    <w:p w:rsidR="0094460E" w:rsidRPr="003D6598" w:rsidRDefault="0094460E" w:rsidP="0094460E">
      <w:pPr>
        <w:pBdr>
          <w:top w:val="single" w:sz="4" w:space="1" w:color="auto"/>
          <w:left w:val="single" w:sz="4" w:space="4" w:color="auto"/>
          <w:bottom w:val="single" w:sz="4" w:space="1" w:color="auto"/>
          <w:right w:val="single" w:sz="4" w:space="4" w:color="auto"/>
        </w:pBdr>
        <w:spacing w:after="0" w:line="480" w:lineRule="auto"/>
        <w:jc w:val="both"/>
        <w:rPr>
          <w:color w:val="943634"/>
          <w:sz w:val="32"/>
          <w:bdr w:val="single" w:sz="4" w:space="0" w:color="auto"/>
        </w:rPr>
      </w:pPr>
      <w:r w:rsidRPr="003D6598">
        <w:rPr>
          <w:color w:val="943634"/>
        </w:rPr>
        <w:t xml:space="preserve">When you click in the box you will get: </w:t>
      </w:r>
      <w:r w:rsidRPr="003D6598">
        <w:rPr>
          <w:color w:val="943634"/>
          <w:sz w:val="32"/>
        </w:rPr>
        <w:sym w:font="Wingdings" w:char="F0FC"/>
      </w:r>
      <w:r w:rsidRPr="003D6598">
        <w:rPr>
          <w:color w:val="943634"/>
          <w:sz w:val="32"/>
        </w:rPr>
        <w:t xml:space="preserve"> for Yes</w:t>
      </w:r>
      <w:r w:rsidRPr="003D6598">
        <w:rPr>
          <w:color w:val="943634"/>
        </w:rPr>
        <w:t>,   if you don’t click in it you will get</w:t>
      </w:r>
      <w:r w:rsidRPr="003D6598">
        <w:rPr>
          <w:color w:val="943634"/>
          <w:sz w:val="32"/>
        </w:rPr>
        <w:t xml:space="preserve"> </w:t>
      </w:r>
      <w:r w:rsidRPr="003D6598">
        <w:rPr>
          <w:color w:val="943634"/>
          <w:sz w:val="32"/>
        </w:rPr>
        <w:sym w:font="Wingdings" w:char="F0A8"/>
      </w:r>
      <w:r w:rsidRPr="003D6598">
        <w:rPr>
          <w:color w:val="943634"/>
          <w:sz w:val="32"/>
        </w:rPr>
        <w:t xml:space="preserve"> for No</w:t>
      </w:r>
    </w:p>
    <w:p w:rsidR="0094460E" w:rsidRPr="00F6019D" w:rsidRDefault="0094460E" w:rsidP="00FE5917">
      <w:pPr>
        <w:spacing w:before="240" w:after="0" w:line="480" w:lineRule="auto"/>
        <w:rPr>
          <w:color w:val="50B048"/>
          <w:sz w:val="32"/>
        </w:rPr>
      </w:pPr>
      <w:r w:rsidRPr="00F6019D">
        <w:rPr>
          <w:color w:val="50B048"/>
          <w:sz w:val="32"/>
        </w:rPr>
        <w:t xml:space="preserve">I have </w:t>
      </w:r>
      <w:r>
        <w:rPr>
          <w:color w:val="50B048"/>
          <w:sz w:val="32"/>
        </w:rPr>
        <w:t>shared my Calendar</w:t>
      </w:r>
      <w:r w:rsidRPr="00F6019D">
        <w:rPr>
          <w:color w:val="50B048"/>
          <w:sz w:val="32"/>
        </w:rPr>
        <w:t xml:space="preserve"> to </w:t>
      </w:r>
      <w:hyperlink r:id="rId23" w:history="1">
        <w:r w:rsidRPr="00B333CB">
          <w:rPr>
            <w:rStyle w:val="Hyperlink"/>
            <w:sz w:val="32"/>
          </w:rPr>
          <w:t>nzcc.kiwi@gmail.co</w:t>
        </w:r>
        <w:r w:rsidR="007E743B">
          <w:rPr>
            <w:rStyle w:val="Hyperlink"/>
            <w:sz w:val="32"/>
          </w:rPr>
          <w:t>m</w:t>
        </w:r>
      </w:hyperlink>
      <w:r w:rsidRPr="00F6019D">
        <w:rPr>
          <w:color w:val="50B048"/>
          <w:sz w:val="32"/>
        </w:rPr>
        <w:tab/>
      </w:r>
      <w:sdt>
        <w:sdtPr>
          <w:rPr>
            <w:color w:val="50B048"/>
            <w:sz w:val="32"/>
          </w:rPr>
          <w:alias w:val="Sent"/>
          <w:tag w:val="Sent"/>
          <w:id w:val="391620985"/>
          <w14:checkbox>
            <w14:checked w14:val="0"/>
            <w14:checkedState w14:val="00FC" w14:font="Wingdings"/>
            <w14:uncheckedState w14:val="2610" w14:font="MS Gothic"/>
          </w14:checkbox>
        </w:sdtPr>
        <w:sdtEndPr/>
        <w:sdtContent>
          <w:r w:rsidRPr="00F6019D">
            <w:rPr>
              <w:rFonts w:ascii="MS Gothic" w:eastAsia="MS Gothic" w:hAnsi="MS Gothic" w:hint="eastAsia"/>
              <w:color w:val="50B048"/>
              <w:sz w:val="32"/>
            </w:rPr>
            <w:t>☐</w:t>
          </w:r>
        </w:sdtContent>
      </w:sdt>
      <w:r w:rsidRPr="00F6019D">
        <w:rPr>
          <w:color w:val="50B048"/>
          <w:sz w:val="32"/>
        </w:rPr>
        <w:t xml:space="preserve">      </w:t>
      </w:r>
      <w:r>
        <w:rPr>
          <w:noProof/>
          <w:lang w:eastAsia="en-NZ"/>
        </w:rPr>
        <w:drawing>
          <wp:inline distT="0" distB="0" distL="0" distR="0" wp14:anchorId="3E9D9E61" wp14:editId="3FD1C51B">
            <wp:extent cx="542857" cy="247619"/>
            <wp:effectExtent l="0" t="0" r="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94460E" w:rsidRPr="003D6598" w:rsidRDefault="0094460E" w:rsidP="0094460E">
      <w:pPr>
        <w:pBdr>
          <w:top w:val="single" w:sz="4" w:space="1" w:color="auto"/>
          <w:left w:val="single" w:sz="4" w:space="4" w:color="auto"/>
          <w:bottom w:val="single" w:sz="4" w:space="1" w:color="auto"/>
          <w:right w:val="single" w:sz="4" w:space="4" w:color="auto"/>
        </w:pBdr>
        <w:tabs>
          <w:tab w:val="left" w:pos="3969"/>
        </w:tabs>
        <w:jc w:val="both"/>
        <w:rPr>
          <w:color w:val="943634"/>
          <w:bdr w:val="single" w:sz="4" w:space="0" w:color="auto"/>
        </w:rPr>
      </w:pPr>
      <w:r w:rsidRPr="003D6598">
        <w:rPr>
          <w:color w:val="943634"/>
        </w:rPr>
        <w:t xml:space="preserve">When you click in the box, click on the down arrow </w:t>
      </w:r>
      <w:r w:rsidRPr="003D6598">
        <w:rPr>
          <w:noProof/>
          <w:color w:val="943634"/>
          <w:lang w:eastAsia="en-NZ"/>
        </w:rPr>
        <w:drawing>
          <wp:inline distT="0" distB="0" distL="0" distR="0" wp14:anchorId="6D837CCA" wp14:editId="6857455F">
            <wp:extent cx="304762" cy="314286"/>
            <wp:effectExtent l="0" t="0" r="63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4762" cy="314286"/>
                    </a:xfrm>
                    <a:prstGeom prst="rect">
                      <a:avLst/>
                    </a:prstGeom>
                  </pic:spPr>
                </pic:pic>
              </a:graphicData>
            </a:graphic>
          </wp:inline>
        </w:drawing>
      </w:r>
      <w:r w:rsidRPr="003D6598">
        <w:rPr>
          <w:color w:val="943634"/>
        </w:rPr>
        <w:t xml:space="preserve"> and change to correct month and day</w:t>
      </w:r>
      <w:r w:rsidRPr="003D6598">
        <w:rPr>
          <w:color w:val="943634"/>
        </w:rPr>
        <w:br/>
      </w:r>
      <w:r w:rsidRPr="003D6598">
        <w:rPr>
          <w:noProof/>
          <w:color w:val="943634"/>
          <w:lang w:eastAsia="en-NZ"/>
        </w:rPr>
        <w:drawing>
          <wp:inline distT="0" distB="0" distL="0" distR="0" wp14:anchorId="770D2E3E" wp14:editId="4FB3ED78">
            <wp:extent cx="1214378" cy="1048512"/>
            <wp:effectExtent l="0" t="0" r="508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23799" cy="1056646"/>
                    </a:xfrm>
                    <a:prstGeom prst="rect">
                      <a:avLst/>
                    </a:prstGeom>
                  </pic:spPr>
                </pic:pic>
              </a:graphicData>
            </a:graphic>
          </wp:inline>
        </w:drawing>
      </w:r>
    </w:p>
    <w:p w:rsidR="0094460E" w:rsidRPr="00B553AE" w:rsidRDefault="0094460E" w:rsidP="0094460E">
      <w:pPr>
        <w:tabs>
          <w:tab w:val="left" w:pos="3969"/>
        </w:tabs>
        <w:rPr>
          <w:color w:val="0070C0"/>
          <w:sz w:val="32"/>
        </w:rPr>
      </w:pPr>
      <w:r>
        <w:rPr>
          <w:color w:val="0070C0"/>
          <w:sz w:val="32"/>
        </w:rPr>
        <w:t>I shared my Calendar</w:t>
      </w:r>
      <w:r w:rsidRPr="00B553AE">
        <w:rPr>
          <w:color w:val="0070C0"/>
          <w:sz w:val="32"/>
        </w:rPr>
        <w:t xml:space="preserve"> on </w:t>
      </w:r>
      <w:r w:rsidRPr="00B553AE">
        <w:rPr>
          <w:color w:val="0070C0"/>
          <w:sz w:val="32"/>
        </w:rPr>
        <w:tab/>
      </w:r>
      <w:sdt>
        <w:sdtPr>
          <w:rPr>
            <w:color w:val="0070C0"/>
            <w:sz w:val="32"/>
          </w:rPr>
          <w:id w:val="-311568877"/>
          <w:placeholder>
            <w:docPart w:val="6D78E900DEA44B859753F8F08FB7B331"/>
          </w:placeholder>
          <w:showingPlcHdr/>
          <w:date>
            <w:dateFormat w:val="d/MM/yyyy"/>
            <w:lid w:val="en-NZ"/>
            <w:storeMappedDataAs w:val="dateTime"/>
            <w:calendar w:val="gregorian"/>
          </w:date>
        </w:sdtPr>
        <w:sdtEndPr/>
        <w:sdtContent>
          <w:r w:rsidRPr="00B553AE">
            <w:rPr>
              <w:rStyle w:val="PlaceholderText"/>
              <w:color w:val="0070C0"/>
              <w:sz w:val="32"/>
            </w:rPr>
            <w:t>Click or tap to enter a date.</w:t>
          </w:r>
        </w:sdtContent>
      </w:sdt>
      <w:r>
        <w:rPr>
          <w:color w:val="0070C0"/>
          <w:sz w:val="32"/>
        </w:rPr>
        <w:tab/>
      </w:r>
      <w:r>
        <w:rPr>
          <w:noProof/>
          <w:lang w:eastAsia="en-NZ"/>
        </w:rPr>
        <w:drawing>
          <wp:inline distT="0" distB="0" distL="0" distR="0" wp14:anchorId="44A9F2A1" wp14:editId="46CDE2C1">
            <wp:extent cx="542857" cy="247619"/>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2857" cy="247619"/>
                    </a:xfrm>
                    <a:prstGeom prst="rect">
                      <a:avLst/>
                    </a:prstGeom>
                  </pic:spPr>
                </pic:pic>
              </a:graphicData>
            </a:graphic>
          </wp:inline>
        </w:drawing>
      </w:r>
    </w:p>
    <w:p w:rsidR="0094460E" w:rsidRDefault="0094460E" w:rsidP="0094460E">
      <w:pPr>
        <w:spacing w:after="0" w:line="240" w:lineRule="auto"/>
      </w:pPr>
    </w:p>
    <w:p w:rsidR="0094460E" w:rsidRDefault="0094460E" w:rsidP="0094460E">
      <w:pPr>
        <w:spacing w:after="0" w:line="240" w:lineRule="auto"/>
      </w:pPr>
    </w:p>
    <w:p w:rsidR="0094460E" w:rsidRPr="003D6598" w:rsidRDefault="00FE5917" w:rsidP="0094460E">
      <w:pPr>
        <w:spacing w:after="0" w:line="240" w:lineRule="auto"/>
        <w:rPr>
          <w:color w:val="50B048"/>
          <w:sz w:val="36"/>
        </w:rPr>
      </w:pPr>
      <w:r>
        <w:rPr>
          <w:noProof/>
          <w:lang w:eastAsia="en-NZ"/>
        </w:rPr>
        <w:drawing>
          <wp:anchor distT="0" distB="0" distL="114300" distR="114300" simplePos="0" relativeHeight="251676672" behindDoc="0" locked="0" layoutInCell="1" allowOverlap="1">
            <wp:simplePos x="0" y="0"/>
            <wp:positionH relativeFrom="column">
              <wp:posOffset>4820920</wp:posOffset>
            </wp:positionH>
            <wp:positionV relativeFrom="paragraph">
              <wp:posOffset>169418</wp:posOffset>
            </wp:positionV>
            <wp:extent cx="542290" cy="24701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2290" cy="247015"/>
                    </a:xfrm>
                    <a:prstGeom prst="rect">
                      <a:avLst/>
                    </a:prstGeom>
                  </pic:spPr>
                </pic:pic>
              </a:graphicData>
            </a:graphic>
          </wp:anchor>
        </w:drawing>
      </w:r>
      <w:r w:rsidR="0094460E" w:rsidRPr="003D6598">
        <w:rPr>
          <w:color w:val="50B048"/>
          <w:sz w:val="32"/>
        </w:rPr>
        <w:t xml:space="preserve">I used the following device to share my calendar </w:t>
      </w:r>
    </w:p>
    <w:p w:rsidR="0094460E" w:rsidRDefault="00105E0C" w:rsidP="0094460E">
      <w:pPr>
        <w:spacing w:after="0" w:line="240" w:lineRule="auto"/>
        <w:jc w:val="center"/>
        <w:rPr>
          <w:color w:val="50B048"/>
          <w:sz w:val="32"/>
        </w:rPr>
      </w:pPr>
      <w:sdt>
        <w:sdtPr>
          <w:rPr>
            <w:color w:val="50B048"/>
            <w:sz w:val="40"/>
          </w:rPr>
          <w:id w:val="97069467"/>
          <w:placeholder>
            <w:docPart w:val="C60B72F4ED1542C7885EB3E3717F19C9"/>
          </w:placeholder>
          <w:showingPlcHdr/>
        </w:sdtPr>
        <w:sdtEndPr/>
        <w:sdtContent>
          <w:r w:rsidR="0094460E" w:rsidRPr="00FE5917">
            <w:rPr>
              <w:rStyle w:val="PlaceholderText"/>
              <w:color w:val="00B050"/>
              <w:sz w:val="28"/>
            </w:rPr>
            <w:t>Click or tap here to enter text.</w:t>
          </w:r>
        </w:sdtContent>
      </w:sdt>
    </w:p>
    <w:p w:rsidR="0094460E" w:rsidRDefault="0094460E" w:rsidP="0094460E">
      <w:pPr>
        <w:spacing w:after="0" w:line="240" w:lineRule="auto"/>
      </w:pPr>
    </w:p>
    <w:p w:rsidR="0094460E" w:rsidRDefault="0094460E" w:rsidP="0094460E">
      <w:pPr>
        <w:spacing w:after="0" w:line="240" w:lineRule="auto"/>
      </w:pPr>
    </w:p>
    <w:p w:rsidR="0094460E" w:rsidRPr="002D47F3" w:rsidRDefault="0094460E" w:rsidP="0094460E">
      <w:pPr>
        <w:tabs>
          <w:tab w:val="left" w:pos="8080"/>
        </w:tabs>
        <w:spacing w:after="0"/>
        <w:rPr>
          <w:color w:val="0070C0"/>
          <w:sz w:val="32"/>
        </w:rPr>
      </w:pPr>
      <w:r>
        <w:rPr>
          <w:noProof/>
          <w:lang w:eastAsia="en-NZ"/>
        </w:rPr>
        <w:drawing>
          <wp:anchor distT="0" distB="0" distL="114300" distR="114300" simplePos="0" relativeHeight="251671552" behindDoc="0" locked="0" layoutInCell="1" allowOverlap="1" wp14:anchorId="6380DEE7" wp14:editId="61F4271F">
            <wp:simplePos x="0" y="0"/>
            <wp:positionH relativeFrom="column">
              <wp:posOffset>5593334</wp:posOffset>
            </wp:positionH>
            <wp:positionV relativeFrom="paragraph">
              <wp:posOffset>304165</wp:posOffset>
            </wp:positionV>
            <wp:extent cx="542290" cy="247015"/>
            <wp:effectExtent l="0" t="0" r="0" b="6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2290" cy="247015"/>
                    </a:xfrm>
                    <a:prstGeom prst="rect">
                      <a:avLst/>
                    </a:prstGeom>
                  </pic:spPr>
                </pic:pic>
              </a:graphicData>
            </a:graphic>
          </wp:anchor>
        </w:drawing>
      </w:r>
      <w:r w:rsidRPr="002D47F3">
        <w:rPr>
          <w:color w:val="0070C0"/>
          <w:sz w:val="32"/>
        </w:rPr>
        <w:t xml:space="preserve">I have exported my Calendar and emailed </w:t>
      </w:r>
      <w:proofErr w:type="gramStart"/>
      <w:r w:rsidRPr="002D47F3">
        <w:rPr>
          <w:color w:val="0070C0"/>
          <w:sz w:val="32"/>
        </w:rPr>
        <w:t xml:space="preserve">to  </w:t>
      </w:r>
      <w:proofErr w:type="gramEnd"/>
      <w:hyperlink r:id="rId24" w:history="1">
        <w:r w:rsidRPr="002D47F3">
          <w:rPr>
            <w:rStyle w:val="Hyperlink"/>
            <w:color w:val="0070C0"/>
            <w:sz w:val="32"/>
          </w:rPr>
          <w:t>nzcc2@eit.ac.nz</w:t>
        </w:r>
      </w:hyperlink>
      <w:r w:rsidRPr="002D47F3">
        <w:rPr>
          <w:color w:val="0070C0"/>
          <w:sz w:val="32"/>
        </w:rPr>
        <w:br/>
        <w:t xml:space="preserve">with the Subject line:  </w:t>
      </w:r>
      <w:r w:rsidRPr="002D47F3">
        <w:rPr>
          <w:b/>
          <w:color w:val="0070C0"/>
          <w:sz w:val="32"/>
        </w:rPr>
        <w:t>Google Calendar Exports</w:t>
      </w:r>
      <w:r w:rsidRPr="002D47F3">
        <w:rPr>
          <w:color w:val="0070C0"/>
          <w:sz w:val="32"/>
        </w:rPr>
        <w:tab/>
      </w:r>
      <w:sdt>
        <w:sdtPr>
          <w:rPr>
            <w:color w:val="0070C0"/>
            <w:sz w:val="32"/>
          </w:rPr>
          <w:alias w:val="Sent"/>
          <w:tag w:val="Sent"/>
          <w:id w:val="2077543680"/>
          <w14:checkbox>
            <w14:checked w14:val="0"/>
            <w14:checkedState w14:val="00FC" w14:font="Wingdings"/>
            <w14:uncheckedState w14:val="2610" w14:font="MS Gothic"/>
          </w14:checkbox>
        </w:sdtPr>
        <w:sdtEndPr/>
        <w:sdtContent>
          <w:r w:rsidRPr="002D47F3">
            <w:rPr>
              <w:rFonts w:ascii="MS Gothic" w:eastAsia="MS Gothic" w:hAnsi="MS Gothic" w:hint="eastAsia"/>
              <w:color w:val="0070C0"/>
              <w:sz w:val="32"/>
            </w:rPr>
            <w:t>☐</w:t>
          </w:r>
        </w:sdtContent>
      </w:sdt>
      <w:r w:rsidRPr="002D47F3">
        <w:rPr>
          <w:color w:val="0070C0"/>
          <w:sz w:val="32"/>
        </w:rPr>
        <w:t xml:space="preserve"> </w:t>
      </w:r>
    </w:p>
    <w:p w:rsidR="0094460E" w:rsidRDefault="0094460E" w:rsidP="0094460E">
      <w:pPr>
        <w:spacing w:after="0" w:line="240" w:lineRule="auto"/>
      </w:pPr>
      <w:r>
        <w:rPr>
          <w:noProof/>
          <w:lang w:eastAsia="en-NZ"/>
        </w:rPr>
        <mc:AlternateContent>
          <mc:Choice Requires="wps">
            <w:drawing>
              <wp:anchor distT="0" distB="0" distL="114300" distR="114300" simplePos="0" relativeHeight="251672576" behindDoc="0" locked="0" layoutInCell="1" allowOverlap="1" wp14:anchorId="6E8DBCFB" wp14:editId="4E97D887">
                <wp:simplePos x="0" y="0"/>
                <wp:positionH relativeFrom="column">
                  <wp:posOffset>-29210</wp:posOffset>
                </wp:positionH>
                <wp:positionV relativeFrom="paragraph">
                  <wp:posOffset>95377</wp:posOffset>
                </wp:positionV>
                <wp:extent cx="1828800" cy="1828800"/>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4460E" w:rsidRPr="003D6598" w:rsidRDefault="0094460E" w:rsidP="0094460E">
                            <w:pPr>
                              <w:spacing w:after="0" w:line="240" w:lineRule="auto"/>
                              <w:jc w:val="cente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D6598">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w:t>
                            </w:r>
                            <w: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or email will not be marked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E8DBCFB" id="Text Box 19" o:spid="_x0000_s1029" type="#_x0000_t202" style="position:absolute;margin-left:-2.3pt;margin-top:7.5pt;width:2in;height:2in;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" filled="f" stroked="f">
                <v:textbox style="mso-fit-shape-to-text:t">
                  <w:txbxContent>
                    <w:p w:rsidR="0094460E" w:rsidRPr="003D6598" w:rsidRDefault="0094460E" w:rsidP="0094460E">
                      <w:pPr>
                        <w:spacing w:after="0" w:line="240" w:lineRule="auto"/>
                        <w:jc w:val="cente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D6598">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Note:  Subject line must be keyed correctly</w:t>
                      </w:r>
                      <w:r>
                        <w:rPr>
                          <w:rFonts w:ascii="Arial Black" w:hAnsi="Arial Black"/>
                          <w:b/>
                          <w:color w:val="943634" w:themeColor="accent2" w:themeShade="BF"/>
                          <w:sz w:val="36"/>
                          <w:szCs w:val="72"/>
                          <w14:glow w14:rad="101600">
                            <w14:schemeClr w14:val="accent5">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or email will not be marked</w:t>
                      </w:r>
                    </w:p>
                  </w:txbxContent>
                </v:textbox>
                <w10:wrap type="square"/>
              </v:shape>
            </w:pict>
          </mc:Fallback>
        </mc:AlternateContent>
      </w:r>
    </w:p>
    <w:p w:rsidR="00233D01" w:rsidRPr="009B3B48" w:rsidRDefault="00233D01">
      <w:pPr>
        <w:spacing w:line="240" w:lineRule="auto"/>
        <w:rPr>
          <w:b/>
          <w:color w:val="943634" w:themeColor="accent2" w:themeShade="BF"/>
        </w:rPr>
      </w:pPr>
      <w:r w:rsidRPr="009B3B48">
        <w:rPr>
          <w:b/>
          <w:color w:val="943634" w:themeColor="accent2" w:themeShade="BF"/>
        </w:rPr>
        <w:t xml:space="preserve">Note:  </w:t>
      </w:r>
      <w:hyperlink r:id="rId25" w:history="1">
        <w:r w:rsidRPr="009B3B48">
          <w:rPr>
            <w:rStyle w:val="Hyperlink"/>
            <w:b/>
            <w:color w:val="943634" w:themeColor="accent2" w:themeShade="BF"/>
          </w:rPr>
          <w:t>nzcc2@eit.ac.nz</w:t>
        </w:r>
      </w:hyperlink>
      <w:r w:rsidRPr="009B3B48">
        <w:rPr>
          <w:b/>
          <w:color w:val="943634" w:themeColor="accent2" w:themeShade="BF"/>
        </w:rPr>
        <w:t xml:space="preserve"> will NOT </w:t>
      </w:r>
      <w:r>
        <w:rPr>
          <w:b/>
          <w:color w:val="943634" w:themeColor="accent2" w:themeShade="BF"/>
        </w:rPr>
        <w:t>have replied</w:t>
      </w:r>
      <w:r w:rsidRPr="009B3B48">
        <w:rPr>
          <w:b/>
          <w:color w:val="943634" w:themeColor="accent2" w:themeShade="BF"/>
        </w:rPr>
        <w:t xml:space="preserve"> to this email</w:t>
      </w:r>
    </w:p>
    <w:p w:rsidR="00FE5917" w:rsidRDefault="00FE5917" w:rsidP="00780A04">
      <w:pPr>
        <w:spacing w:after="0" w:line="240" w:lineRule="auto"/>
      </w:pPr>
    </w:p>
    <w:p w:rsidR="000E2CAD" w:rsidRPr="00FE5917" w:rsidRDefault="00780A04" w:rsidP="00780A04">
      <w:pPr>
        <w:spacing w:after="0" w:line="240" w:lineRule="auto"/>
        <w:rPr>
          <w:rFonts w:ascii="Arial Black" w:hAnsi="Arial Black"/>
          <w:color w:val="800000"/>
          <w:sz w:val="28"/>
        </w:rPr>
      </w:pPr>
      <w:r w:rsidRPr="00FE5917">
        <w:rPr>
          <w:rFonts w:ascii="Arial Black" w:hAnsi="Arial Black"/>
          <w:color w:val="800000"/>
          <w:sz w:val="28"/>
        </w:rPr>
        <w:t xml:space="preserve">Save and close </w:t>
      </w:r>
      <w:r w:rsidRPr="00FE5917">
        <w:rPr>
          <w:noProof/>
          <w:color w:val="800000"/>
          <w:lang w:eastAsia="en-NZ"/>
        </w:rPr>
        <w:drawing>
          <wp:inline distT="0" distB="0" distL="0" distR="0" wp14:anchorId="7CAE3FC4" wp14:editId="43D147A7">
            <wp:extent cx="3285714" cy="247619"/>
            <wp:effectExtent l="19050" t="19050" r="10160" b="196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85714" cy="247619"/>
                    </a:xfrm>
                    <a:prstGeom prst="rect">
                      <a:avLst/>
                    </a:prstGeom>
                    <a:ln>
                      <a:solidFill>
                        <a:srgbClr val="6C3300"/>
                      </a:solidFill>
                    </a:ln>
                  </pic:spPr>
                </pic:pic>
              </a:graphicData>
            </a:graphic>
          </wp:inline>
        </w:drawing>
      </w:r>
    </w:p>
    <w:p w:rsidR="000E2CAD" w:rsidRDefault="000E2CAD" w:rsidP="00780A04">
      <w:pPr>
        <w:spacing w:after="0" w:line="240" w:lineRule="auto"/>
      </w:pPr>
    </w:p>
    <w:p w:rsidR="0047500F" w:rsidRDefault="0047500F">
      <w:pPr>
        <w:spacing w:after="0" w:line="240" w:lineRule="auto"/>
      </w:pPr>
      <w:r>
        <w:br w:type="page"/>
      </w:r>
    </w:p>
    <w:p w:rsidR="0047500F" w:rsidRDefault="0047500F" w:rsidP="0047500F">
      <w:pPr>
        <w:spacing w:line="240" w:lineRule="auto"/>
        <w:rPr>
          <w:b/>
          <w:bCs/>
          <w:sz w:val="24"/>
        </w:rPr>
      </w:pPr>
      <w:r>
        <w:rPr>
          <w:noProof/>
          <w:lang w:eastAsia="en-NZ"/>
        </w:rPr>
        <w:lastRenderedPageBreak/>
        <w:drawing>
          <wp:anchor distT="0" distB="0" distL="114300" distR="114300" simplePos="0" relativeHeight="251678720" behindDoc="0" locked="0" layoutInCell="1" allowOverlap="1">
            <wp:simplePos x="0" y="0"/>
            <wp:positionH relativeFrom="column">
              <wp:posOffset>4461733</wp:posOffset>
            </wp:positionH>
            <wp:positionV relativeFrom="paragraph">
              <wp:posOffset>275</wp:posOffset>
            </wp:positionV>
            <wp:extent cx="1549868" cy="1607006"/>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1549868" cy="1607006"/>
                    </a:xfrm>
                    <a:prstGeom prst="teardrop">
                      <a:avLst/>
                    </a:prstGeom>
                  </pic:spPr>
                </pic:pic>
              </a:graphicData>
            </a:graphic>
          </wp:anchor>
        </w:drawing>
      </w:r>
    </w:p>
    <w:p w:rsidR="0047500F" w:rsidRDefault="0047500F" w:rsidP="0047500F">
      <w:pPr>
        <w:spacing w:line="240" w:lineRule="auto"/>
        <w:rPr>
          <w:b/>
          <w:bCs/>
          <w:sz w:val="24"/>
        </w:rPr>
      </w:pPr>
    </w:p>
    <w:p w:rsidR="0047500F" w:rsidRDefault="0047500F" w:rsidP="0047500F">
      <w:pPr>
        <w:spacing w:line="240" w:lineRule="auto"/>
        <w:rPr>
          <w:b/>
          <w:bCs/>
          <w:sz w:val="24"/>
        </w:rPr>
      </w:pPr>
    </w:p>
    <w:p w:rsidR="0047500F" w:rsidRDefault="0047500F" w:rsidP="0047500F">
      <w:pPr>
        <w:spacing w:line="240" w:lineRule="auto"/>
        <w:rPr>
          <w:b/>
          <w:bCs/>
          <w:sz w:val="24"/>
        </w:rPr>
      </w:pPr>
      <w:r>
        <w:rPr>
          <w:b/>
          <w:bCs/>
          <w:sz w:val="24"/>
        </w:rPr>
        <w:t>While learning to be a Digital Citizen you have communicated using Digital tools.</w:t>
      </w:r>
    </w:p>
    <w:p w:rsidR="000B2EA0" w:rsidRDefault="0047500F" w:rsidP="000B2EA0">
      <w:pPr>
        <w:spacing w:line="240" w:lineRule="auto"/>
        <w:rPr>
          <w:b/>
          <w:bCs/>
          <w:sz w:val="24"/>
        </w:rPr>
      </w:pPr>
      <w:r>
        <w:rPr>
          <w:b/>
          <w:bCs/>
          <w:sz w:val="24"/>
        </w:rPr>
        <w:t>Tick the different tools you have used to do this:</w:t>
      </w:r>
      <w:r w:rsidR="000B2EA0" w:rsidRPr="000B2EA0">
        <w:rPr>
          <w:b/>
          <w:bCs/>
          <w:sz w:val="24"/>
        </w:rPr>
        <w:t xml:space="preserve"> </w:t>
      </w:r>
    </w:p>
    <w:p w:rsidR="0047500F" w:rsidRDefault="0047500F" w:rsidP="0047500F">
      <w:pPr>
        <w:spacing w:line="240" w:lineRule="auto"/>
        <w:rPr>
          <w:b/>
          <w:bCs/>
          <w:sz w:val="24"/>
        </w:rPr>
      </w:pPr>
    </w:p>
    <w:tbl>
      <w:tblPr>
        <w:tblW w:w="5000" w:type="pct"/>
        <w:tblCellMar>
          <w:left w:w="0" w:type="dxa"/>
          <w:right w:w="0" w:type="dxa"/>
        </w:tblCellMar>
        <w:tblLook w:val="0000" w:firstRow="0" w:lastRow="0" w:firstColumn="0" w:lastColumn="0" w:noHBand="0" w:noVBand="0"/>
      </w:tblPr>
      <w:tblGrid>
        <w:gridCol w:w="3256"/>
        <w:gridCol w:w="6372"/>
      </w:tblGrid>
      <w:tr w:rsidR="0047500F" w:rsidRPr="00F03177" w:rsidTr="00493696">
        <w:trPr>
          <w:trHeight w:hRule="exact" w:val="562"/>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sidRPr="00F03177">
              <w:rPr>
                <w:rFonts w:asciiTheme="minorHAnsi" w:hAnsiTheme="minorHAnsi" w:cstheme="minorHAnsi"/>
              </w:rPr>
              <w:t>Text Messaging</w:t>
            </w:r>
          </w:p>
        </w:tc>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105E0C"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sdt>
              <w:sdtPr>
                <w:rPr>
                  <w:rFonts w:asciiTheme="minorHAnsi" w:hAnsiTheme="minorHAnsi" w:cstheme="minorHAnsi"/>
                  <w:sz w:val="24"/>
                  <w:szCs w:val="24"/>
                </w:rPr>
                <w:id w:val="-989407117"/>
                <w14:checkbox>
                  <w14:checked w14:val="0"/>
                  <w14:checkedState w14:val="00FC" w14:font="Wingdings"/>
                  <w14:uncheckedState w14:val="2610" w14:font="MS Gothic"/>
                </w14:checkbox>
              </w:sdtPr>
              <w:sdtEndPr/>
              <w:sdtContent>
                <w:r w:rsidR="0047500F" w:rsidRPr="006C0D6C">
                  <w:rPr>
                    <w:rFonts w:ascii="Segoe UI Symbol" w:eastAsia="MS Gothic" w:hAnsi="Segoe UI Symbol" w:cs="Segoe UI Symbol"/>
                    <w:sz w:val="24"/>
                    <w:szCs w:val="24"/>
                  </w:rPr>
                  <w:t>☐</w:t>
                </w:r>
              </w:sdtContent>
            </w:sdt>
            <w:r w:rsidR="0047500F" w:rsidRPr="006C0D6C">
              <w:rPr>
                <w:rFonts w:asciiTheme="minorHAnsi" w:hAnsiTheme="minorHAnsi" w:cstheme="minorHAnsi"/>
                <w:sz w:val="24"/>
                <w:szCs w:val="24"/>
              </w:rPr>
              <w:t xml:space="preserve">  click if you have used this</w:t>
            </w:r>
          </w:p>
        </w:tc>
      </w:tr>
      <w:tr w:rsidR="0047500F" w:rsidRPr="00F03177" w:rsidTr="00493696">
        <w:trPr>
          <w:trHeight w:hRule="exact" w:val="569"/>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sidRPr="00F03177">
              <w:rPr>
                <w:rFonts w:asciiTheme="minorHAnsi" w:hAnsiTheme="minorHAnsi" w:cstheme="minorHAnsi"/>
              </w:rPr>
              <w:t>Instant Messaging</w:t>
            </w:r>
          </w:p>
        </w:tc>
        <w:sdt>
          <w:sdtPr>
            <w:rPr>
              <w:rFonts w:asciiTheme="minorHAnsi" w:hAnsiTheme="minorHAnsi" w:cstheme="minorHAnsi"/>
              <w:sz w:val="24"/>
              <w:szCs w:val="24"/>
            </w:rPr>
            <w:id w:val="1303042072"/>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62"/>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6" w:after="0" w:line="240" w:lineRule="auto"/>
              <w:ind w:left="100"/>
              <w:rPr>
                <w:rFonts w:asciiTheme="minorHAnsi" w:hAnsiTheme="minorHAnsi" w:cstheme="minorHAnsi"/>
                <w:sz w:val="24"/>
                <w:szCs w:val="24"/>
              </w:rPr>
            </w:pPr>
            <w:r w:rsidRPr="00F03177">
              <w:rPr>
                <w:rFonts w:asciiTheme="minorHAnsi" w:hAnsiTheme="minorHAnsi" w:cstheme="minorHAnsi"/>
              </w:rPr>
              <w:t>Email</w:t>
            </w:r>
          </w:p>
        </w:tc>
        <w:sdt>
          <w:sdtPr>
            <w:rPr>
              <w:rFonts w:asciiTheme="minorHAnsi" w:hAnsiTheme="minorHAnsi" w:cstheme="minorHAnsi"/>
              <w:sz w:val="24"/>
              <w:szCs w:val="24"/>
            </w:rPr>
            <w:id w:val="-2044358213"/>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71"/>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8" w:after="0" w:line="240" w:lineRule="auto"/>
              <w:ind w:left="100"/>
              <w:rPr>
                <w:rFonts w:asciiTheme="minorHAnsi" w:hAnsiTheme="minorHAnsi" w:cstheme="minorHAnsi"/>
                <w:sz w:val="24"/>
                <w:szCs w:val="24"/>
              </w:rPr>
            </w:pPr>
            <w:r w:rsidRPr="00F03177">
              <w:rPr>
                <w:rFonts w:asciiTheme="minorHAnsi" w:hAnsiTheme="minorHAnsi" w:cstheme="minorHAnsi"/>
              </w:rPr>
              <w:t>Video Conferencing</w:t>
            </w:r>
          </w:p>
        </w:tc>
        <w:sdt>
          <w:sdtPr>
            <w:rPr>
              <w:rFonts w:asciiTheme="minorHAnsi" w:hAnsiTheme="minorHAnsi" w:cstheme="minorHAnsi"/>
              <w:sz w:val="24"/>
              <w:szCs w:val="24"/>
            </w:rPr>
            <w:id w:val="308525739"/>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2"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81"/>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8" w:after="0" w:line="240" w:lineRule="auto"/>
              <w:ind w:left="100"/>
              <w:rPr>
                <w:rFonts w:asciiTheme="minorHAnsi" w:hAnsiTheme="minorHAnsi" w:cstheme="minorHAnsi"/>
                <w:sz w:val="24"/>
                <w:szCs w:val="24"/>
              </w:rPr>
            </w:pPr>
            <w:r w:rsidRPr="00F03177">
              <w:rPr>
                <w:rFonts w:asciiTheme="minorHAnsi" w:hAnsiTheme="minorHAnsi" w:cstheme="minorHAnsi"/>
              </w:rPr>
              <w:t>Social Media</w:t>
            </w:r>
          </w:p>
        </w:tc>
        <w:sdt>
          <w:sdtPr>
            <w:rPr>
              <w:rFonts w:asciiTheme="minorHAnsi" w:hAnsiTheme="minorHAnsi" w:cstheme="minorHAnsi"/>
              <w:sz w:val="24"/>
              <w:szCs w:val="24"/>
            </w:rPr>
            <w:id w:val="-1939825608"/>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2"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59"/>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sidRPr="00F03177">
              <w:rPr>
                <w:rFonts w:asciiTheme="minorHAnsi" w:hAnsiTheme="minorHAnsi" w:cstheme="minorHAnsi"/>
              </w:rPr>
              <w:t>Contribution to a Forum</w:t>
            </w:r>
          </w:p>
        </w:tc>
        <w:sdt>
          <w:sdtPr>
            <w:rPr>
              <w:rFonts w:asciiTheme="minorHAnsi" w:hAnsiTheme="minorHAnsi" w:cstheme="minorHAnsi"/>
              <w:sz w:val="24"/>
              <w:szCs w:val="24"/>
            </w:rPr>
            <w:id w:val="1583109995"/>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66"/>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sidRPr="00F03177">
              <w:rPr>
                <w:rFonts w:asciiTheme="minorHAnsi" w:hAnsiTheme="minorHAnsi" w:cstheme="minorHAnsi"/>
              </w:rPr>
              <w:t>Contribution to a Blog</w:t>
            </w:r>
          </w:p>
        </w:tc>
        <w:sdt>
          <w:sdtPr>
            <w:rPr>
              <w:rFonts w:asciiTheme="minorHAnsi" w:hAnsiTheme="minorHAnsi" w:cstheme="minorHAnsi"/>
              <w:sz w:val="24"/>
              <w:szCs w:val="24"/>
            </w:rPr>
            <w:id w:val="126352793"/>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62"/>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Pr>
                <w:rFonts w:asciiTheme="minorHAnsi" w:hAnsiTheme="minorHAnsi" w:cstheme="minorHAnsi"/>
              </w:rPr>
              <w:t>Other (specif</w:t>
            </w:r>
            <w:r w:rsidRPr="00F03177">
              <w:rPr>
                <w:rFonts w:asciiTheme="minorHAnsi" w:hAnsiTheme="minorHAnsi" w:cstheme="minorHAnsi"/>
              </w:rPr>
              <w:t>y)</w:t>
            </w:r>
          </w:p>
        </w:tc>
        <w:sdt>
          <w:sdtPr>
            <w:rPr>
              <w:rFonts w:asciiTheme="minorHAnsi" w:hAnsiTheme="minorHAnsi" w:cstheme="minorHAnsi"/>
              <w:sz w:val="24"/>
              <w:szCs w:val="24"/>
            </w:rPr>
            <w:id w:val="-1989549242"/>
            <w:placeholder>
              <w:docPart w:val="48F4D35E238A4C988A60C8FC09C674FA"/>
            </w:placeholder>
          </w:sdtPr>
          <w:sdtEndPr/>
          <w:sdtContent>
            <w:sdt>
              <w:sdtPr>
                <w:rPr>
                  <w:rFonts w:asciiTheme="minorHAnsi" w:hAnsiTheme="minorHAnsi" w:cstheme="minorHAnsi"/>
                  <w:sz w:val="24"/>
                  <w:szCs w:val="24"/>
                </w:rPr>
                <w:id w:val="1299185643"/>
                <w:placeholder>
                  <w:docPart w:val="48F4D35E238A4C988A60C8FC09C674FA"/>
                </w:placeholder>
                <w:showingPlcHdr/>
                <w:text w:multiLine="1"/>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Style w:val="PlaceholderText"/>
                        <w:rFonts w:asciiTheme="minorHAnsi" w:hAnsiTheme="minorHAnsi" w:cstheme="minorHAnsi"/>
                      </w:rPr>
                      <w:t>Click or tap here to enter text.</w:t>
                    </w:r>
                  </w:p>
                </w:tc>
              </w:sdtContent>
            </w:sdt>
          </w:sdtContent>
        </w:sdt>
      </w:tr>
    </w:tbl>
    <w:p w:rsidR="0047500F" w:rsidRDefault="0047500F" w:rsidP="00565072">
      <w:pPr>
        <w:spacing w:after="0" w:line="240" w:lineRule="auto"/>
      </w:pPr>
    </w:p>
    <w:p w:rsidR="0047500F" w:rsidRDefault="0047500F" w:rsidP="00565072">
      <w:pPr>
        <w:spacing w:after="0" w:line="240" w:lineRule="auto"/>
      </w:pPr>
    </w:p>
    <w:p w:rsidR="0047500F" w:rsidRDefault="0047500F" w:rsidP="00565072">
      <w:pPr>
        <w:spacing w:after="0" w:line="240" w:lineRule="auto"/>
      </w:pPr>
    </w:p>
    <w:p w:rsidR="0047500F" w:rsidRDefault="0047500F" w:rsidP="0047500F">
      <w:pPr>
        <w:spacing w:line="240" w:lineRule="auto"/>
        <w:rPr>
          <w:b/>
          <w:bCs/>
          <w:sz w:val="24"/>
        </w:rPr>
      </w:pPr>
      <w:r>
        <w:rPr>
          <w:b/>
          <w:bCs/>
          <w:sz w:val="24"/>
        </w:rPr>
        <w:t>While learning to be a Digital Citizen you have communicated using Digital devices.</w:t>
      </w:r>
    </w:p>
    <w:p w:rsidR="0047500F" w:rsidRDefault="0047500F" w:rsidP="0047500F">
      <w:pPr>
        <w:spacing w:line="240" w:lineRule="auto"/>
        <w:rPr>
          <w:b/>
          <w:bCs/>
          <w:sz w:val="24"/>
        </w:rPr>
      </w:pPr>
      <w:r>
        <w:rPr>
          <w:b/>
          <w:bCs/>
          <w:sz w:val="24"/>
        </w:rPr>
        <w:t>Tick the different devices you have used to do this:</w:t>
      </w:r>
    </w:p>
    <w:p w:rsidR="000B2EA0" w:rsidRDefault="000B2EA0" w:rsidP="0047500F">
      <w:pPr>
        <w:spacing w:line="240" w:lineRule="auto"/>
        <w:rPr>
          <w:b/>
          <w:bCs/>
          <w:sz w:val="24"/>
        </w:rPr>
      </w:pPr>
    </w:p>
    <w:tbl>
      <w:tblPr>
        <w:tblW w:w="5000" w:type="pct"/>
        <w:tblCellMar>
          <w:left w:w="0" w:type="dxa"/>
          <w:right w:w="0" w:type="dxa"/>
        </w:tblCellMar>
        <w:tblLook w:val="0000" w:firstRow="0" w:lastRow="0" w:firstColumn="0" w:lastColumn="0" w:noHBand="0" w:noVBand="0"/>
      </w:tblPr>
      <w:tblGrid>
        <w:gridCol w:w="3256"/>
        <w:gridCol w:w="6372"/>
      </w:tblGrid>
      <w:tr w:rsidR="0047500F" w:rsidRPr="00F03177" w:rsidTr="00493696">
        <w:trPr>
          <w:trHeight w:hRule="exact" w:val="562"/>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7500F">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Pr>
                <w:rFonts w:asciiTheme="minorHAnsi" w:hAnsiTheme="minorHAnsi" w:cstheme="minorHAnsi"/>
              </w:rPr>
              <w:t>Personal Computer</w:t>
            </w:r>
          </w:p>
        </w:tc>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105E0C"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sdt>
              <w:sdtPr>
                <w:rPr>
                  <w:rFonts w:asciiTheme="minorHAnsi" w:hAnsiTheme="minorHAnsi" w:cstheme="minorHAnsi"/>
                  <w:sz w:val="24"/>
                  <w:szCs w:val="24"/>
                </w:rPr>
                <w:id w:val="-369234536"/>
                <w14:checkbox>
                  <w14:checked w14:val="0"/>
                  <w14:checkedState w14:val="00FC" w14:font="Wingdings"/>
                  <w14:uncheckedState w14:val="2610" w14:font="MS Gothic"/>
                </w14:checkbox>
              </w:sdtPr>
              <w:sdtEndPr/>
              <w:sdtContent>
                <w:r w:rsidR="0047500F" w:rsidRPr="006C0D6C">
                  <w:rPr>
                    <w:rFonts w:ascii="Segoe UI Symbol" w:eastAsia="MS Gothic" w:hAnsi="Segoe UI Symbol" w:cs="Segoe UI Symbol"/>
                    <w:sz w:val="24"/>
                    <w:szCs w:val="24"/>
                  </w:rPr>
                  <w:t>☐</w:t>
                </w:r>
              </w:sdtContent>
            </w:sdt>
            <w:r w:rsidR="0047500F" w:rsidRPr="006C0D6C">
              <w:rPr>
                <w:rFonts w:asciiTheme="minorHAnsi" w:hAnsiTheme="minorHAnsi" w:cstheme="minorHAnsi"/>
                <w:sz w:val="24"/>
                <w:szCs w:val="24"/>
              </w:rPr>
              <w:t xml:space="preserve">  click if you have used this</w:t>
            </w:r>
          </w:p>
        </w:tc>
      </w:tr>
      <w:tr w:rsidR="0047500F" w:rsidRPr="00F03177" w:rsidTr="00493696">
        <w:trPr>
          <w:trHeight w:hRule="exact" w:val="569"/>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Pr>
                <w:rFonts w:asciiTheme="minorHAnsi" w:hAnsiTheme="minorHAnsi" w:cstheme="minorHAnsi"/>
              </w:rPr>
              <w:t>Laptop</w:t>
            </w:r>
          </w:p>
        </w:tc>
        <w:sdt>
          <w:sdtPr>
            <w:rPr>
              <w:rFonts w:asciiTheme="minorHAnsi" w:hAnsiTheme="minorHAnsi" w:cstheme="minorHAnsi"/>
              <w:sz w:val="24"/>
              <w:szCs w:val="24"/>
            </w:rPr>
            <w:id w:val="1407642446"/>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62"/>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6" w:after="0" w:line="240" w:lineRule="auto"/>
              <w:ind w:left="100"/>
              <w:rPr>
                <w:rFonts w:asciiTheme="minorHAnsi" w:hAnsiTheme="minorHAnsi" w:cstheme="minorHAnsi"/>
                <w:sz w:val="24"/>
                <w:szCs w:val="24"/>
              </w:rPr>
            </w:pPr>
            <w:r>
              <w:rPr>
                <w:rFonts w:asciiTheme="minorHAnsi" w:hAnsiTheme="minorHAnsi" w:cstheme="minorHAnsi"/>
              </w:rPr>
              <w:t>Tablet Android</w:t>
            </w:r>
          </w:p>
        </w:tc>
        <w:sdt>
          <w:sdtPr>
            <w:rPr>
              <w:rFonts w:asciiTheme="minorHAnsi" w:hAnsiTheme="minorHAnsi" w:cstheme="minorHAnsi"/>
              <w:sz w:val="24"/>
              <w:szCs w:val="24"/>
            </w:rPr>
            <w:id w:val="1883901767"/>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71"/>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8" w:after="0" w:line="240" w:lineRule="auto"/>
              <w:ind w:left="100"/>
              <w:rPr>
                <w:rFonts w:asciiTheme="minorHAnsi" w:hAnsiTheme="minorHAnsi" w:cstheme="minorHAnsi"/>
                <w:sz w:val="24"/>
                <w:szCs w:val="24"/>
              </w:rPr>
            </w:pPr>
            <w:r>
              <w:rPr>
                <w:rFonts w:asciiTheme="minorHAnsi" w:hAnsiTheme="minorHAnsi" w:cstheme="minorHAnsi"/>
              </w:rPr>
              <w:t>Tablet iPad</w:t>
            </w:r>
          </w:p>
        </w:tc>
        <w:sdt>
          <w:sdtPr>
            <w:rPr>
              <w:rFonts w:asciiTheme="minorHAnsi" w:hAnsiTheme="minorHAnsi" w:cstheme="minorHAnsi"/>
              <w:sz w:val="24"/>
              <w:szCs w:val="24"/>
            </w:rPr>
            <w:id w:val="1923370547"/>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2"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81"/>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8" w:after="0" w:line="240" w:lineRule="auto"/>
              <w:ind w:left="100"/>
              <w:rPr>
                <w:rFonts w:asciiTheme="minorHAnsi" w:hAnsiTheme="minorHAnsi" w:cstheme="minorHAnsi"/>
                <w:sz w:val="24"/>
                <w:szCs w:val="24"/>
              </w:rPr>
            </w:pPr>
            <w:r>
              <w:rPr>
                <w:rFonts w:asciiTheme="minorHAnsi" w:hAnsiTheme="minorHAnsi" w:cstheme="minorHAnsi"/>
              </w:rPr>
              <w:t>Phone Android</w:t>
            </w:r>
          </w:p>
        </w:tc>
        <w:sdt>
          <w:sdtPr>
            <w:rPr>
              <w:rFonts w:asciiTheme="minorHAnsi" w:hAnsiTheme="minorHAnsi" w:cstheme="minorHAnsi"/>
              <w:sz w:val="24"/>
              <w:szCs w:val="24"/>
            </w:rPr>
            <w:id w:val="1452829365"/>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2"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59"/>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Pr>
                <w:rFonts w:asciiTheme="minorHAnsi" w:hAnsiTheme="minorHAnsi" w:cstheme="minorHAnsi"/>
              </w:rPr>
              <w:t>Phone iPhone</w:t>
            </w:r>
          </w:p>
        </w:tc>
        <w:sdt>
          <w:sdtPr>
            <w:rPr>
              <w:rFonts w:asciiTheme="minorHAnsi" w:hAnsiTheme="minorHAnsi" w:cstheme="minorHAnsi"/>
              <w:sz w:val="24"/>
              <w:szCs w:val="24"/>
            </w:rPr>
            <w:id w:val="-97411459"/>
            <w14:checkbox>
              <w14:checked w14:val="0"/>
              <w14:checkedState w14:val="00FC" w14:font="Wingdings"/>
              <w14:uncheckedState w14:val="2610" w14:font="MS Gothic"/>
            </w14:checkbox>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Fonts w:ascii="Segoe UI Symbol" w:eastAsia="MS Gothic" w:hAnsi="Segoe UI Symbol" w:cs="Segoe UI Symbol"/>
                    <w:sz w:val="24"/>
                    <w:szCs w:val="24"/>
                  </w:rPr>
                  <w:t>☐</w:t>
                </w:r>
              </w:p>
            </w:tc>
          </w:sdtContent>
        </w:sdt>
      </w:tr>
      <w:tr w:rsidR="0047500F" w:rsidRPr="00F03177" w:rsidTr="00493696">
        <w:trPr>
          <w:trHeight w:hRule="exact" w:val="562"/>
        </w:trPr>
        <w:tc>
          <w:tcPr>
            <w:tcW w:w="1691"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165" w:after="0" w:line="240" w:lineRule="auto"/>
              <w:ind w:left="100"/>
              <w:rPr>
                <w:rFonts w:asciiTheme="minorHAnsi" w:hAnsiTheme="minorHAnsi" w:cstheme="minorHAnsi"/>
                <w:sz w:val="24"/>
                <w:szCs w:val="24"/>
              </w:rPr>
            </w:pPr>
            <w:r>
              <w:rPr>
                <w:rFonts w:asciiTheme="minorHAnsi" w:hAnsiTheme="minorHAnsi" w:cstheme="minorHAnsi"/>
              </w:rPr>
              <w:t>Other (specif</w:t>
            </w:r>
            <w:r w:rsidRPr="00F03177">
              <w:rPr>
                <w:rFonts w:asciiTheme="minorHAnsi" w:hAnsiTheme="minorHAnsi" w:cstheme="minorHAnsi"/>
              </w:rPr>
              <w:t>y)</w:t>
            </w:r>
          </w:p>
        </w:tc>
        <w:sdt>
          <w:sdtPr>
            <w:rPr>
              <w:rFonts w:asciiTheme="minorHAnsi" w:hAnsiTheme="minorHAnsi" w:cstheme="minorHAnsi"/>
              <w:sz w:val="24"/>
              <w:szCs w:val="24"/>
            </w:rPr>
            <w:id w:val="1429475451"/>
            <w:placeholder>
              <w:docPart w:val="B53BEA91DA10427DB676575E6D6597C8"/>
            </w:placeholder>
          </w:sdtPr>
          <w:sdtEndPr/>
          <w:sdtContent>
            <w:sdt>
              <w:sdtPr>
                <w:rPr>
                  <w:rFonts w:asciiTheme="minorHAnsi" w:hAnsiTheme="minorHAnsi" w:cstheme="minorHAnsi"/>
                  <w:sz w:val="24"/>
                  <w:szCs w:val="24"/>
                </w:rPr>
                <w:id w:val="-1753430392"/>
                <w:placeholder>
                  <w:docPart w:val="B53BEA91DA10427DB676575E6D6597C8"/>
                </w:placeholder>
                <w:showingPlcHdr/>
                <w:text w:multiLine="1"/>
              </w:sdtPr>
              <w:sdtEndPr/>
              <w:sdtContent>
                <w:tc>
                  <w:tcPr>
                    <w:tcW w:w="3309" w:type="pct"/>
                    <w:tcBorders>
                      <w:top w:val="single" w:sz="4" w:space="0" w:color="000000"/>
                      <w:left w:val="single" w:sz="4" w:space="0" w:color="000000"/>
                      <w:bottom w:val="single" w:sz="4" w:space="0" w:color="000000"/>
                      <w:right w:val="single" w:sz="4" w:space="0" w:color="000000"/>
                    </w:tcBorders>
                  </w:tcPr>
                  <w:p w:rsidR="0047500F" w:rsidRPr="00F03177" w:rsidRDefault="0047500F" w:rsidP="00493696">
                    <w:pPr>
                      <w:kinsoku w:val="0"/>
                      <w:overflowPunct w:val="0"/>
                      <w:autoSpaceDE w:val="0"/>
                      <w:autoSpaceDN w:val="0"/>
                      <w:adjustRightInd w:val="0"/>
                      <w:spacing w:before="70" w:after="0" w:line="240" w:lineRule="auto"/>
                      <w:ind w:right="5"/>
                      <w:jc w:val="center"/>
                      <w:rPr>
                        <w:rFonts w:asciiTheme="minorHAnsi" w:hAnsiTheme="minorHAnsi" w:cstheme="minorHAnsi"/>
                        <w:sz w:val="24"/>
                        <w:szCs w:val="24"/>
                      </w:rPr>
                    </w:pPr>
                    <w:r w:rsidRPr="006C0D6C">
                      <w:rPr>
                        <w:rStyle w:val="PlaceholderText"/>
                        <w:rFonts w:asciiTheme="minorHAnsi" w:hAnsiTheme="minorHAnsi" w:cstheme="minorHAnsi"/>
                      </w:rPr>
                      <w:t>Click or tap here to enter text.</w:t>
                    </w:r>
                  </w:p>
                </w:tc>
              </w:sdtContent>
            </w:sdt>
          </w:sdtContent>
        </w:sdt>
      </w:tr>
    </w:tbl>
    <w:p w:rsidR="00565072" w:rsidRDefault="00565072" w:rsidP="00565072">
      <w:pPr>
        <w:spacing w:after="0" w:line="240" w:lineRule="auto"/>
        <w:rPr>
          <w:sz w:val="21"/>
        </w:rPr>
      </w:pPr>
      <w:r>
        <w:br w:type="page"/>
      </w:r>
    </w:p>
    <w:p w:rsidR="00CF5645" w:rsidRDefault="00CF5645">
      <w:pPr>
        <w:spacing w:after="0" w:line="240" w:lineRule="auto"/>
      </w:pPr>
    </w:p>
    <w:p w:rsidR="00681ABD" w:rsidRDefault="00681ABD" w:rsidP="00681ABD"/>
    <w:p w:rsidR="00CF5645" w:rsidRDefault="00CF5645" w:rsidP="00681ABD"/>
    <w:p w:rsidR="00681ABD" w:rsidRPr="00733E8C" w:rsidRDefault="00681ABD" w:rsidP="00681ABD">
      <w:pPr>
        <w:pStyle w:val="Heading4"/>
        <w:rPr>
          <w:sz w:val="36"/>
        </w:rPr>
      </w:pPr>
      <w:r w:rsidRPr="00733E8C">
        <w:rPr>
          <w:sz w:val="36"/>
        </w:rPr>
        <w:t xml:space="preserve">At completion of </w:t>
      </w:r>
      <w:r w:rsidR="00733E8C" w:rsidRPr="00733E8C">
        <w:rPr>
          <w:sz w:val="36"/>
        </w:rPr>
        <w:t>assessment portfolio</w:t>
      </w:r>
      <w:r w:rsidRPr="00733E8C">
        <w:rPr>
          <w:sz w:val="36"/>
        </w:rPr>
        <w:t xml:space="preserve"> document:</w:t>
      </w:r>
    </w:p>
    <w:p w:rsidR="00681ABD" w:rsidRPr="00681ABD" w:rsidRDefault="00681ABD" w:rsidP="00681ABD"/>
    <w:p w:rsidR="009B0999" w:rsidRDefault="009B0999" w:rsidP="009B0999"/>
    <w:p w:rsidR="000E2CAD" w:rsidRPr="00733E8C" w:rsidRDefault="000E2CAD" w:rsidP="00733E8C">
      <w:pPr>
        <w:numPr>
          <w:ilvl w:val="0"/>
          <w:numId w:val="13"/>
        </w:numPr>
        <w:spacing w:line="360" w:lineRule="auto"/>
        <w:ind w:right="225"/>
        <w:rPr>
          <w:sz w:val="32"/>
          <w:szCs w:val="32"/>
        </w:rPr>
      </w:pPr>
      <w:r w:rsidRPr="00733E8C">
        <w:rPr>
          <w:sz w:val="32"/>
          <w:szCs w:val="32"/>
        </w:rPr>
        <w:t>Internet Communication Assessment Portfolio Form 2.docx</w:t>
      </w:r>
      <w:r w:rsidR="004C2F9D" w:rsidRPr="00733E8C">
        <w:rPr>
          <w:sz w:val="32"/>
          <w:szCs w:val="32"/>
        </w:rPr>
        <w:t xml:space="preserve"> </w:t>
      </w:r>
      <w:r w:rsidR="009B0999" w:rsidRPr="00733E8C">
        <w:rPr>
          <w:sz w:val="32"/>
          <w:szCs w:val="32"/>
        </w:rPr>
        <w:t xml:space="preserve">must be emailed in to </w:t>
      </w:r>
      <w:hyperlink r:id="rId27" w:history="1">
        <w:r w:rsidRPr="00733E8C">
          <w:rPr>
            <w:rStyle w:val="Hyperlink"/>
            <w:sz w:val="32"/>
            <w:szCs w:val="32"/>
          </w:rPr>
          <w:t>nzcc2@eit.ac.nz</w:t>
        </w:r>
      </w:hyperlink>
      <w:r w:rsidR="009B0999" w:rsidRPr="00733E8C">
        <w:rPr>
          <w:sz w:val="32"/>
          <w:szCs w:val="32"/>
        </w:rPr>
        <w:t xml:space="preserve"> for marking</w:t>
      </w:r>
      <w:r w:rsidR="00CF5645" w:rsidRPr="00733E8C">
        <w:rPr>
          <w:sz w:val="32"/>
          <w:szCs w:val="32"/>
        </w:rPr>
        <w:br/>
      </w:r>
      <w:r w:rsidR="009B0999" w:rsidRPr="00733E8C">
        <w:rPr>
          <w:sz w:val="32"/>
          <w:szCs w:val="32"/>
        </w:rPr>
        <w:t xml:space="preserve">Subject line </w:t>
      </w:r>
      <w:r w:rsidRPr="00733E8C">
        <w:rPr>
          <w:b/>
          <w:sz w:val="32"/>
          <w:szCs w:val="32"/>
        </w:rPr>
        <w:t>Internet Communication Portfolio Form 2</w:t>
      </w:r>
    </w:p>
    <w:p w:rsidR="009B0999" w:rsidRDefault="00065128" w:rsidP="00733E8C">
      <w:pPr>
        <w:numPr>
          <w:ilvl w:val="0"/>
          <w:numId w:val="13"/>
        </w:numPr>
        <w:spacing w:line="360" w:lineRule="auto"/>
        <w:ind w:right="225"/>
        <w:rPr>
          <w:sz w:val="32"/>
          <w:szCs w:val="32"/>
        </w:rPr>
      </w:pPr>
      <w:r w:rsidRPr="00733E8C">
        <w:rPr>
          <w:sz w:val="32"/>
          <w:szCs w:val="32"/>
        </w:rPr>
        <w:t>Message to be as shown below including your full name.</w:t>
      </w:r>
    </w:p>
    <w:p w:rsidR="00733E8C" w:rsidRDefault="00733E8C" w:rsidP="00733E8C">
      <w:pPr>
        <w:rPr>
          <w:szCs w:val="32"/>
        </w:rPr>
      </w:pPr>
      <w:r w:rsidRPr="00844CC6">
        <w:rPr>
          <w:noProof/>
          <w:lang w:eastAsia="en-NZ"/>
        </w:rPr>
        <mc:AlternateContent>
          <mc:Choice Requires="wps">
            <w:drawing>
              <wp:anchor distT="0" distB="0" distL="114300" distR="114300" simplePos="0" relativeHeight="251663360" behindDoc="1" locked="0" layoutInCell="1" allowOverlap="1" wp14:anchorId="407D3095" wp14:editId="1DBD9115">
                <wp:simplePos x="0" y="0"/>
                <wp:positionH relativeFrom="column">
                  <wp:posOffset>-14605</wp:posOffset>
                </wp:positionH>
                <wp:positionV relativeFrom="paragraph">
                  <wp:posOffset>179160</wp:posOffset>
                </wp:positionV>
                <wp:extent cx="6121400" cy="3249827"/>
                <wp:effectExtent l="0" t="0" r="12700" b="27305"/>
                <wp:wrapNone/>
                <wp:docPr id="13" name="Rectangle 13"/>
                <wp:cNvGraphicFramePr/>
                <a:graphic xmlns:a="http://schemas.openxmlformats.org/drawingml/2006/main">
                  <a:graphicData uri="http://schemas.microsoft.com/office/word/2010/wordprocessingShape">
                    <wps:wsp>
                      <wps:cNvSpPr/>
                      <wps:spPr>
                        <a:xfrm>
                          <a:off x="0" y="0"/>
                          <a:ext cx="6121400" cy="3249827"/>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EBAF8F" id="Rectangle 13" o:spid="_x0000_s1026" style="position:absolute;margin-left:-1.15pt;margin-top:14.1pt;width:482pt;height:255.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" fillcolor="#0070c0" strokecolor="#243f60 [1604]" strokeweight="2pt"/>
            </w:pict>
          </mc:Fallback>
        </mc:AlternateContent>
      </w:r>
    </w:p>
    <w:p w:rsidR="00733E8C" w:rsidRDefault="0033416C" w:rsidP="00733E8C">
      <w:pPr>
        <w:spacing w:line="360" w:lineRule="auto"/>
        <w:ind w:right="225"/>
        <w:rPr>
          <w:sz w:val="32"/>
          <w:szCs w:val="32"/>
        </w:rPr>
      </w:pPr>
      <w:r>
        <w:rPr>
          <w:noProof/>
          <w:lang w:eastAsia="en-NZ"/>
        </w:rPr>
        <w:drawing>
          <wp:anchor distT="0" distB="0" distL="114300" distR="114300" simplePos="0" relativeHeight="251674624" behindDoc="0" locked="0" layoutInCell="1" allowOverlap="1" wp14:anchorId="00C84214" wp14:editId="1D9BA28E">
            <wp:simplePos x="0" y="0"/>
            <wp:positionH relativeFrom="column">
              <wp:posOffset>272796</wp:posOffset>
            </wp:positionH>
            <wp:positionV relativeFrom="paragraph">
              <wp:posOffset>179451</wp:posOffset>
            </wp:positionV>
            <wp:extent cx="5522849" cy="2474976"/>
            <wp:effectExtent l="19050" t="0" r="20955" b="725805"/>
            <wp:wrapNone/>
            <wp:docPr id="2772" name="Picture 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5531707" cy="247894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rsidR="00733E8C" w:rsidRDefault="00733E8C" w:rsidP="00733E8C">
      <w:pPr>
        <w:spacing w:line="360" w:lineRule="auto"/>
        <w:ind w:right="225"/>
        <w:rPr>
          <w:sz w:val="32"/>
          <w:szCs w:val="32"/>
        </w:rPr>
      </w:pPr>
    </w:p>
    <w:p w:rsidR="00733E8C" w:rsidRDefault="00733E8C" w:rsidP="00733E8C">
      <w:pPr>
        <w:spacing w:line="360" w:lineRule="auto"/>
        <w:ind w:right="225"/>
        <w:rPr>
          <w:sz w:val="32"/>
          <w:szCs w:val="32"/>
        </w:rPr>
      </w:pPr>
    </w:p>
    <w:p w:rsidR="00733E8C" w:rsidRDefault="00733E8C" w:rsidP="00733E8C">
      <w:pPr>
        <w:spacing w:line="360" w:lineRule="auto"/>
        <w:ind w:right="225"/>
        <w:rPr>
          <w:sz w:val="32"/>
          <w:szCs w:val="32"/>
        </w:rPr>
      </w:pPr>
    </w:p>
    <w:p w:rsidR="00733E8C" w:rsidRDefault="00733E8C" w:rsidP="00733E8C">
      <w:pPr>
        <w:spacing w:line="360" w:lineRule="auto"/>
        <w:ind w:right="225"/>
        <w:rPr>
          <w:sz w:val="32"/>
          <w:szCs w:val="32"/>
        </w:rPr>
      </w:pPr>
    </w:p>
    <w:p w:rsidR="00733E8C" w:rsidRDefault="00733E8C" w:rsidP="00733E8C">
      <w:pPr>
        <w:spacing w:line="360" w:lineRule="auto"/>
        <w:ind w:right="225"/>
        <w:rPr>
          <w:sz w:val="32"/>
          <w:szCs w:val="32"/>
        </w:rPr>
      </w:pPr>
    </w:p>
    <w:p w:rsidR="00733E8C" w:rsidRPr="00733E8C" w:rsidRDefault="00733E8C" w:rsidP="00733E8C">
      <w:pPr>
        <w:spacing w:line="360" w:lineRule="auto"/>
        <w:ind w:right="225"/>
        <w:rPr>
          <w:sz w:val="32"/>
          <w:szCs w:val="32"/>
        </w:rPr>
      </w:pPr>
    </w:p>
    <w:p w:rsidR="009B0999" w:rsidRDefault="009B0999" w:rsidP="009B0999">
      <w:pPr>
        <w:ind w:left="426" w:right="225"/>
        <w:jc w:val="center"/>
      </w:pPr>
    </w:p>
    <w:p w:rsidR="009B0999" w:rsidRDefault="009B0999" w:rsidP="009B0999">
      <w:pPr>
        <w:ind w:left="426" w:right="225"/>
      </w:pPr>
    </w:p>
    <w:p w:rsidR="009B0999" w:rsidRDefault="009B0999" w:rsidP="009B0999">
      <w:pPr>
        <w:ind w:left="426" w:right="225"/>
      </w:pPr>
    </w:p>
    <w:p w:rsidR="009B0999" w:rsidRPr="00233D01" w:rsidRDefault="009B0999" w:rsidP="00733E8C">
      <w:pPr>
        <w:numPr>
          <w:ilvl w:val="0"/>
          <w:numId w:val="13"/>
        </w:numPr>
        <w:spacing w:line="360" w:lineRule="auto"/>
        <w:ind w:right="225"/>
        <w:rPr>
          <w:b/>
          <w:sz w:val="32"/>
          <w:szCs w:val="32"/>
        </w:rPr>
      </w:pPr>
      <w:r w:rsidRPr="00233D01">
        <w:rPr>
          <w:b/>
          <w:sz w:val="32"/>
          <w:szCs w:val="32"/>
        </w:rPr>
        <w:t xml:space="preserve">Any feedback will be emailed to you from </w:t>
      </w:r>
      <w:hyperlink r:id="rId29" w:history="1">
        <w:r w:rsidR="00733E8C" w:rsidRPr="00233D01">
          <w:rPr>
            <w:rStyle w:val="Hyperlink"/>
            <w:b/>
            <w:sz w:val="32"/>
            <w:szCs w:val="32"/>
          </w:rPr>
          <w:t>nzcc2@eit.ac.nz</w:t>
        </w:r>
      </w:hyperlink>
      <w:r w:rsidRPr="00233D01">
        <w:rPr>
          <w:b/>
          <w:sz w:val="32"/>
          <w:szCs w:val="32"/>
        </w:rPr>
        <w:t xml:space="preserve">   </w:t>
      </w:r>
    </w:p>
    <w:p w:rsidR="006911D5" w:rsidRPr="00233D01" w:rsidRDefault="009B0999" w:rsidP="00733E8C">
      <w:pPr>
        <w:numPr>
          <w:ilvl w:val="0"/>
          <w:numId w:val="13"/>
        </w:numPr>
        <w:spacing w:line="360" w:lineRule="auto"/>
        <w:ind w:right="225"/>
        <w:rPr>
          <w:b/>
          <w:sz w:val="32"/>
          <w:szCs w:val="32"/>
        </w:rPr>
      </w:pPr>
      <w:r w:rsidRPr="00233D01">
        <w:rPr>
          <w:b/>
          <w:sz w:val="32"/>
          <w:szCs w:val="32"/>
        </w:rPr>
        <w:t xml:space="preserve">Your Assessment Decision will be emailed to you from </w:t>
      </w:r>
      <w:hyperlink r:id="rId30" w:history="1">
        <w:r w:rsidR="00733E8C" w:rsidRPr="00233D01">
          <w:rPr>
            <w:rStyle w:val="Hyperlink"/>
            <w:b/>
            <w:sz w:val="32"/>
            <w:szCs w:val="32"/>
          </w:rPr>
          <w:t>nzcc2@eit.ac.nz</w:t>
        </w:r>
      </w:hyperlink>
      <w:r w:rsidRPr="00233D01">
        <w:rPr>
          <w:b/>
          <w:sz w:val="32"/>
          <w:szCs w:val="32"/>
        </w:rPr>
        <w:t xml:space="preserve"> </w:t>
      </w:r>
    </w:p>
    <w:sectPr w:rsidR="006911D5" w:rsidRPr="00233D01" w:rsidSect="00F45912">
      <w:footerReference w:type="default" r:id="rId31"/>
      <w:footerReference w:type="first" r:id="rId32"/>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8B3" w:rsidRDefault="001C48B3">
      <w:r>
        <w:separator/>
      </w:r>
    </w:p>
  </w:endnote>
  <w:endnote w:type="continuationSeparator" w:id="0">
    <w:p w:rsidR="001C48B3" w:rsidRDefault="001C4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D64" w:rsidRDefault="007E1FFE" w:rsidP="00F45912">
    <w:pPr>
      <w:pStyle w:val="Footer"/>
      <w:tabs>
        <w:tab w:val="clear" w:pos="4513"/>
        <w:tab w:val="clear" w:pos="9026"/>
        <w:tab w:val="right" w:pos="9639"/>
      </w:tabs>
    </w:pPr>
    <w:fldSimple w:instr=" FILENAME  ">
      <w:r w:rsidR="00233D01">
        <w:rPr>
          <w:noProof/>
        </w:rPr>
        <w:t>Internet Communication Assessment Portfolio Form 2.docx</w:t>
      </w:r>
    </w:fldSimple>
    <w:r w:rsidR="001D0D64">
      <w:tab/>
      <w:t xml:space="preserve">Page </w:t>
    </w:r>
    <w:r w:rsidR="001D0D64">
      <w:rPr>
        <w:rStyle w:val="PageNumber"/>
      </w:rPr>
      <w:fldChar w:fldCharType="begin"/>
    </w:r>
    <w:r w:rsidR="001D0D64">
      <w:rPr>
        <w:rStyle w:val="PageNumber"/>
      </w:rPr>
      <w:instrText xml:space="preserve"> PAGE </w:instrText>
    </w:r>
    <w:r w:rsidR="001D0D64">
      <w:rPr>
        <w:rStyle w:val="PageNumber"/>
      </w:rPr>
      <w:fldChar w:fldCharType="separate"/>
    </w:r>
    <w:r w:rsidR="00105E0C">
      <w:rPr>
        <w:rStyle w:val="PageNumber"/>
        <w:noProof/>
      </w:rPr>
      <w:t>10</w:t>
    </w:r>
    <w:r w:rsidR="001D0D64">
      <w:rPr>
        <w:rStyle w:val="PageNumber"/>
      </w:rPr>
      <w:fldChar w:fldCharType="end"/>
    </w:r>
    <w:r w:rsidR="001D0D64">
      <w:rPr>
        <w:rStyle w:val="PageNumber"/>
      </w:rPr>
      <w:t xml:space="preserve"> of </w:t>
    </w:r>
    <w:r w:rsidR="001D0D64">
      <w:rPr>
        <w:rStyle w:val="PageNumber"/>
      </w:rPr>
      <w:fldChar w:fldCharType="begin"/>
    </w:r>
    <w:r w:rsidR="001D0D64">
      <w:rPr>
        <w:rStyle w:val="PageNumber"/>
      </w:rPr>
      <w:instrText xml:space="preserve"> NUMPAGES </w:instrText>
    </w:r>
    <w:r w:rsidR="001D0D64">
      <w:rPr>
        <w:rStyle w:val="PageNumber"/>
      </w:rPr>
      <w:fldChar w:fldCharType="separate"/>
    </w:r>
    <w:r w:rsidR="00105E0C">
      <w:rPr>
        <w:rStyle w:val="PageNumber"/>
        <w:noProof/>
      </w:rPr>
      <w:t>10</w:t>
    </w:r>
    <w:r w:rsidR="001D0D64">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D64" w:rsidRPr="00195423" w:rsidRDefault="001D0D64">
    <w:pPr>
      <w:pStyle w:val="Footer"/>
      <w:rPr>
        <w:szCs w:val="22"/>
      </w:rPr>
    </w:pPr>
    <w:r w:rsidRPr="005B7BC2">
      <w:rPr>
        <w:szCs w:val="22"/>
      </w:rPr>
      <w:t>Assessment Supervisor Name: ………………………………</w:t>
    </w:r>
    <w:r>
      <w:rPr>
        <w:szCs w:val="22"/>
      </w:rPr>
      <w:t>……………………….Signature: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8B3" w:rsidRDefault="001C48B3">
      <w:r>
        <w:separator/>
      </w:r>
    </w:p>
  </w:footnote>
  <w:footnote w:type="continuationSeparator" w:id="0">
    <w:p w:rsidR="001C48B3" w:rsidRDefault="001C48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11.5pt" o:bullet="t">
        <v:imagedata r:id="rId1" o:title="mso193"/>
      </v:shape>
    </w:pict>
  </w:numPicBullet>
  <w:abstractNum w:abstractNumId="0" w15:restartNumberingAfterBreak="0">
    <w:nsid w:val="055F4F37"/>
    <w:multiLevelType w:val="multilevel"/>
    <w:tmpl w:val="0444EF00"/>
    <w:lvl w:ilvl="0">
      <w:start w:val="1"/>
      <w:numFmt w:val="lowerLetter"/>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F8235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8E5642"/>
    <w:multiLevelType w:val="hybridMultilevel"/>
    <w:tmpl w:val="D604E00C"/>
    <w:lvl w:ilvl="0" w:tplc="EDCAE67C">
      <w:start w:val="1"/>
      <w:numFmt w:val="bullet"/>
      <w:lvlText w:val="•"/>
      <w:lvlJc w:val="left"/>
      <w:pPr>
        <w:tabs>
          <w:tab w:val="num" w:pos="720"/>
        </w:tabs>
        <w:ind w:left="720" w:hanging="360"/>
      </w:pPr>
      <w:rPr>
        <w:rFonts w:ascii="Verdana" w:hAnsi="Verdana" w:hint="default"/>
      </w:rPr>
    </w:lvl>
    <w:lvl w:ilvl="1" w:tplc="E872FA84" w:tentative="1">
      <w:start w:val="1"/>
      <w:numFmt w:val="bullet"/>
      <w:lvlText w:val="•"/>
      <w:lvlJc w:val="left"/>
      <w:pPr>
        <w:tabs>
          <w:tab w:val="num" w:pos="1440"/>
        </w:tabs>
        <w:ind w:left="1440" w:hanging="360"/>
      </w:pPr>
      <w:rPr>
        <w:rFonts w:ascii="Verdana" w:hAnsi="Verdana" w:hint="default"/>
      </w:rPr>
    </w:lvl>
    <w:lvl w:ilvl="2" w:tplc="4A0865A0" w:tentative="1">
      <w:start w:val="1"/>
      <w:numFmt w:val="bullet"/>
      <w:lvlText w:val="•"/>
      <w:lvlJc w:val="left"/>
      <w:pPr>
        <w:tabs>
          <w:tab w:val="num" w:pos="2160"/>
        </w:tabs>
        <w:ind w:left="2160" w:hanging="360"/>
      </w:pPr>
      <w:rPr>
        <w:rFonts w:ascii="Verdana" w:hAnsi="Verdana" w:hint="default"/>
      </w:rPr>
    </w:lvl>
    <w:lvl w:ilvl="3" w:tplc="0B62F3EC" w:tentative="1">
      <w:start w:val="1"/>
      <w:numFmt w:val="bullet"/>
      <w:lvlText w:val="•"/>
      <w:lvlJc w:val="left"/>
      <w:pPr>
        <w:tabs>
          <w:tab w:val="num" w:pos="2880"/>
        </w:tabs>
        <w:ind w:left="2880" w:hanging="360"/>
      </w:pPr>
      <w:rPr>
        <w:rFonts w:ascii="Verdana" w:hAnsi="Verdana" w:hint="default"/>
      </w:rPr>
    </w:lvl>
    <w:lvl w:ilvl="4" w:tplc="4822A97C" w:tentative="1">
      <w:start w:val="1"/>
      <w:numFmt w:val="bullet"/>
      <w:lvlText w:val="•"/>
      <w:lvlJc w:val="left"/>
      <w:pPr>
        <w:tabs>
          <w:tab w:val="num" w:pos="3600"/>
        </w:tabs>
        <w:ind w:left="3600" w:hanging="360"/>
      </w:pPr>
      <w:rPr>
        <w:rFonts w:ascii="Verdana" w:hAnsi="Verdana" w:hint="default"/>
      </w:rPr>
    </w:lvl>
    <w:lvl w:ilvl="5" w:tplc="898C3B08" w:tentative="1">
      <w:start w:val="1"/>
      <w:numFmt w:val="bullet"/>
      <w:lvlText w:val="•"/>
      <w:lvlJc w:val="left"/>
      <w:pPr>
        <w:tabs>
          <w:tab w:val="num" w:pos="4320"/>
        </w:tabs>
        <w:ind w:left="4320" w:hanging="360"/>
      </w:pPr>
      <w:rPr>
        <w:rFonts w:ascii="Verdana" w:hAnsi="Verdana" w:hint="default"/>
      </w:rPr>
    </w:lvl>
    <w:lvl w:ilvl="6" w:tplc="078CD094" w:tentative="1">
      <w:start w:val="1"/>
      <w:numFmt w:val="bullet"/>
      <w:lvlText w:val="•"/>
      <w:lvlJc w:val="left"/>
      <w:pPr>
        <w:tabs>
          <w:tab w:val="num" w:pos="5040"/>
        </w:tabs>
        <w:ind w:left="5040" w:hanging="360"/>
      </w:pPr>
      <w:rPr>
        <w:rFonts w:ascii="Verdana" w:hAnsi="Verdana" w:hint="default"/>
      </w:rPr>
    </w:lvl>
    <w:lvl w:ilvl="7" w:tplc="5ADCFE44" w:tentative="1">
      <w:start w:val="1"/>
      <w:numFmt w:val="bullet"/>
      <w:lvlText w:val="•"/>
      <w:lvlJc w:val="left"/>
      <w:pPr>
        <w:tabs>
          <w:tab w:val="num" w:pos="5760"/>
        </w:tabs>
        <w:ind w:left="5760" w:hanging="360"/>
      </w:pPr>
      <w:rPr>
        <w:rFonts w:ascii="Verdana" w:hAnsi="Verdana" w:hint="default"/>
      </w:rPr>
    </w:lvl>
    <w:lvl w:ilvl="8" w:tplc="33EA1A7C" w:tentative="1">
      <w:start w:val="1"/>
      <w:numFmt w:val="bullet"/>
      <w:lvlText w:val="•"/>
      <w:lvlJc w:val="left"/>
      <w:pPr>
        <w:tabs>
          <w:tab w:val="num" w:pos="6480"/>
        </w:tabs>
        <w:ind w:left="6480" w:hanging="360"/>
      </w:pPr>
      <w:rPr>
        <w:rFonts w:ascii="Verdana" w:hAnsi="Verdana" w:hint="default"/>
      </w:rPr>
    </w:lvl>
  </w:abstractNum>
  <w:abstractNum w:abstractNumId="3" w15:restartNumberingAfterBreak="0">
    <w:nsid w:val="119B0B63"/>
    <w:multiLevelType w:val="multilevel"/>
    <w:tmpl w:val="8BF0ECF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E554D04"/>
    <w:multiLevelType w:val="hybridMultilevel"/>
    <w:tmpl w:val="FEDCDEF8"/>
    <w:lvl w:ilvl="0" w:tplc="08923804">
      <w:start w:val="1"/>
      <w:numFmt w:val="lowerLetter"/>
      <w:lvlText w:val="%1)"/>
      <w:lvlJc w:val="left"/>
      <w:pPr>
        <w:tabs>
          <w:tab w:val="num" w:pos="720"/>
        </w:tabs>
        <w:ind w:left="720" w:hanging="360"/>
      </w:pPr>
      <w:rPr>
        <w:rFonts w:hint="default"/>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3153769F"/>
    <w:multiLevelType w:val="hybridMultilevel"/>
    <w:tmpl w:val="79924182"/>
    <w:lvl w:ilvl="0" w:tplc="0409000F">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2836A4E"/>
    <w:multiLevelType w:val="hybridMultilevel"/>
    <w:tmpl w:val="1D14CB36"/>
    <w:lvl w:ilvl="0" w:tplc="8564B260">
      <w:start w:val="1"/>
      <w:numFmt w:val="bullet"/>
      <w:lvlText w:val="•"/>
      <w:lvlJc w:val="left"/>
      <w:pPr>
        <w:tabs>
          <w:tab w:val="num" w:pos="720"/>
        </w:tabs>
        <w:ind w:left="720" w:hanging="360"/>
      </w:pPr>
      <w:rPr>
        <w:rFonts w:ascii="Times New Roman" w:hAnsi="Times New Roman" w:hint="default"/>
      </w:rPr>
    </w:lvl>
    <w:lvl w:ilvl="1" w:tplc="794CD29A" w:tentative="1">
      <w:start w:val="1"/>
      <w:numFmt w:val="bullet"/>
      <w:lvlText w:val="•"/>
      <w:lvlJc w:val="left"/>
      <w:pPr>
        <w:tabs>
          <w:tab w:val="num" w:pos="1440"/>
        </w:tabs>
        <w:ind w:left="1440" w:hanging="360"/>
      </w:pPr>
      <w:rPr>
        <w:rFonts w:ascii="Times New Roman" w:hAnsi="Times New Roman" w:hint="default"/>
      </w:rPr>
    </w:lvl>
    <w:lvl w:ilvl="2" w:tplc="D66A2110" w:tentative="1">
      <w:start w:val="1"/>
      <w:numFmt w:val="bullet"/>
      <w:lvlText w:val="•"/>
      <w:lvlJc w:val="left"/>
      <w:pPr>
        <w:tabs>
          <w:tab w:val="num" w:pos="2160"/>
        </w:tabs>
        <w:ind w:left="2160" w:hanging="360"/>
      </w:pPr>
      <w:rPr>
        <w:rFonts w:ascii="Times New Roman" w:hAnsi="Times New Roman" w:hint="default"/>
      </w:rPr>
    </w:lvl>
    <w:lvl w:ilvl="3" w:tplc="E44CEEBC" w:tentative="1">
      <w:start w:val="1"/>
      <w:numFmt w:val="bullet"/>
      <w:lvlText w:val="•"/>
      <w:lvlJc w:val="left"/>
      <w:pPr>
        <w:tabs>
          <w:tab w:val="num" w:pos="2880"/>
        </w:tabs>
        <w:ind w:left="2880" w:hanging="360"/>
      </w:pPr>
      <w:rPr>
        <w:rFonts w:ascii="Times New Roman" w:hAnsi="Times New Roman" w:hint="default"/>
      </w:rPr>
    </w:lvl>
    <w:lvl w:ilvl="4" w:tplc="51BAB818" w:tentative="1">
      <w:start w:val="1"/>
      <w:numFmt w:val="bullet"/>
      <w:lvlText w:val="•"/>
      <w:lvlJc w:val="left"/>
      <w:pPr>
        <w:tabs>
          <w:tab w:val="num" w:pos="3600"/>
        </w:tabs>
        <w:ind w:left="3600" w:hanging="360"/>
      </w:pPr>
      <w:rPr>
        <w:rFonts w:ascii="Times New Roman" w:hAnsi="Times New Roman" w:hint="default"/>
      </w:rPr>
    </w:lvl>
    <w:lvl w:ilvl="5" w:tplc="0332D8FA" w:tentative="1">
      <w:start w:val="1"/>
      <w:numFmt w:val="bullet"/>
      <w:lvlText w:val="•"/>
      <w:lvlJc w:val="left"/>
      <w:pPr>
        <w:tabs>
          <w:tab w:val="num" w:pos="4320"/>
        </w:tabs>
        <w:ind w:left="4320" w:hanging="360"/>
      </w:pPr>
      <w:rPr>
        <w:rFonts w:ascii="Times New Roman" w:hAnsi="Times New Roman" w:hint="default"/>
      </w:rPr>
    </w:lvl>
    <w:lvl w:ilvl="6" w:tplc="ABFEC1A0" w:tentative="1">
      <w:start w:val="1"/>
      <w:numFmt w:val="bullet"/>
      <w:lvlText w:val="•"/>
      <w:lvlJc w:val="left"/>
      <w:pPr>
        <w:tabs>
          <w:tab w:val="num" w:pos="5040"/>
        </w:tabs>
        <w:ind w:left="5040" w:hanging="360"/>
      </w:pPr>
      <w:rPr>
        <w:rFonts w:ascii="Times New Roman" w:hAnsi="Times New Roman" w:hint="default"/>
      </w:rPr>
    </w:lvl>
    <w:lvl w:ilvl="7" w:tplc="AB2C48E6" w:tentative="1">
      <w:start w:val="1"/>
      <w:numFmt w:val="bullet"/>
      <w:lvlText w:val="•"/>
      <w:lvlJc w:val="left"/>
      <w:pPr>
        <w:tabs>
          <w:tab w:val="num" w:pos="5760"/>
        </w:tabs>
        <w:ind w:left="5760" w:hanging="360"/>
      </w:pPr>
      <w:rPr>
        <w:rFonts w:ascii="Times New Roman" w:hAnsi="Times New Roman" w:hint="default"/>
      </w:rPr>
    </w:lvl>
    <w:lvl w:ilvl="8" w:tplc="EEE0959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49E120F"/>
    <w:multiLevelType w:val="hybridMultilevel"/>
    <w:tmpl w:val="199AB2F0"/>
    <w:lvl w:ilvl="0" w:tplc="66006C30">
      <w:start w:val="1"/>
      <w:numFmt w:val="bullet"/>
      <w:lvlText w:val=""/>
      <w:lvlPicBulletId w:val="0"/>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114810"/>
    <w:multiLevelType w:val="multilevel"/>
    <w:tmpl w:val="159EAF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3B62DF1"/>
    <w:multiLevelType w:val="hybridMultilevel"/>
    <w:tmpl w:val="7742A940"/>
    <w:lvl w:ilvl="0" w:tplc="04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5C056BDF"/>
    <w:multiLevelType w:val="multilevel"/>
    <w:tmpl w:val="39B8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C70DF3"/>
    <w:multiLevelType w:val="hybridMultilevel"/>
    <w:tmpl w:val="C9B0FF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4AB5140"/>
    <w:multiLevelType w:val="hybridMultilevel"/>
    <w:tmpl w:val="A5D4672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67FF6268"/>
    <w:multiLevelType w:val="hybridMultilevel"/>
    <w:tmpl w:val="05DE98B0"/>
    <w:lvl w:ilvl="0" w:tplc="3878AF6A">
      <w:start w:val="1"/>
      <w:numFmt w:val="bullet"/>
      <w:lvlText w:val="•"/>
      <w:lvlJc w:val="left"/>
      <w:pPr>
        <w:tabs>
          <w:tab w:val="num" w:pos="720"/>
        </w:tabs>
        <w:ind w:left="720" w:hanging="360"/>
      </w:pPr>
      <w:rPr>
        <w:rFonts w:ascii="Verdana" w:hAnsi="Verdana" w:hint="default"/>
      </w:rPr>
    </w:lvl>
    <w:lvl w:ilvl="1" w:tplc="27E288FC" w:tentative="1">
      <w:start w:val="1"/>
      <w:numFmt w:val="bullet"/>
      <w:lvlText w:val="•"/>
      <w:lvlJc w:val="left"/>
      <w:pPr>
        <w:tabs>
          <w:tab w:val="num" w:pos="1440"/>
        </w:tabs>
        <w:ind w:left="1440" w:hanging="360"/>
      </w:pPr>
      <w:rPr>
        <w:rFonts w:ascii="Verdana" w:hAnsi="Verdana" w:hint="default"/>
      </w:rPr>
    </w:lvl>
    <w:lvl w:ilvl="2" w:tplc="CEA04852" w:tentative="1">
      <w:start w:val="1"/>
      <w:numFmt w:val="bullet"/>
      <w:lvlText w:val="•"/>
      <w:lvlJc w:val="left"/>
      <w:pPr>
        <w:tabs>
          <w:tab w:val="num" w:pos="2160"/>
        </w:tabs>
        <w:ind w:left="2160" w:hanging="360"/>
      </w:pPr>
      <w:rPr>
        <w:rFonts w:ascii="Verdana" w:hAnsi="Verdana" w:hint="default"/>
      </w:rPr>
    </w:lvl>
    <w:lvl w:ilvl="3" w:tplc="E8824530" w:tentative="1">
      <w:start w:val="1"/>
      <w:numFmt w:val="bullet"/>
      <w:lvlText w:val="•"/>
      <w:lvlJc w:val="left"/>
      <w:pPr>
        <w:tabs>
          <w:tab w:val="num" w:pos="2880"/>
        </w:tabs>
        <w:ind w:left="2880" w:hanging="360"/>
      </w:pPr>
      <w:rPr>
        <w:rFonts w:ascii="Verdana" w:hAnsi="Verdana" w:hint="default"/>
      </w:rPr>
    </w:lvl>
    <w:lvl w:ilvl="4" w:tplc="A4942E2C" w:tentative="1">
      <w:start w:val="1"/>
      <w:numFmt w:val="bullet"/>
      <w:lvlText w:val="•"/>
      <w:lvlJc w:val="left"/>
      <w:pPr>
        <w:tabs>
          <w:tab w:val="num" w:pos="3600"/>
        </w:tabs>
        <w:ind w:left="3600" w:hanging="360"/>
      </w:pPr>
      <w:rPr>
        <w:rFonts w:ascii="Verdana" w:hAnsi="Verdana" w:hint="default"/>
      </w:rPr>
    </w:lvl>
    <w:lvl w:ilvl="5" w:tplc="CD640722" w:tentative="1">
      <w:start w:val="1"/>
      <w:numFmt w:val="bullet"/>
      <w:lvlText w:val="•"/>
      <w:lvlJc w:val="left"/>
      <w:pPr>
        <w:tabs>
          <w:tab w:val="num" w:pos="4320"/>
        </w:tabs>
        <w:ind w:left="4320" w:hanging="360"/>
      </w:pPr>
      <w:rPr>
        <w:rFonts w:ascii="Verdana" w:hAnsi="Verdana" w:hint="default"/>
      </w:rPr>
    </w:lvl>
    <w:lvl w:ilvl="6" w:tplc="EF60F31C" w:tentative="1">
      <w:start w:val="1"/>
      <w:numFmt w:val="bullet"/>
      <w:lvlText w:val="•"/>
      <w:lvlJc w:val="left"/>
      <w:pPr>
        <w:tabs>
          <w:tab w:val="num" w:pos="5040"/>
        </w:tabs>
        <w:ind w:left="5040" w:hanging="360"/>
      </w:pPr>
      <w:rPr>
        <w:rFonts w:ascii="Verdana" w:hAnsi="Verdana" w:hint="default"/>
      </w:rPr>
    </w:lvl>
    <w:lvl w:ilvl="7" w:tplc="4356B2D4" w:tentative="1">
      <w:start w:val="1"/>
      <w:numFmt w:val="bullet"/>
      <w:lvlText w:val="•"/>
      <w:lvlJc w:val="left"/>
      <w:pPr>
        <w:tabs>
          <w:tab w:val="num" w:pos="5760"/>
        </w:tabs>
        <w:ind w:left="5760" w:hanging="360"/>
      </w:pPr>
      <w:rPr>
        <w:rFonts w:ascii="Verdana" w:hAnsi="Verdana" w:hint="default"/>
      </w:rPr>
    </w:lvl>
    <w:lvl w:ilvl="8" w:tplc="F5FE99B6" w:tentative="1">
      <w:start w:val="1"/>
      <w:numFmt w:val="bullet"/>
      <w:lvlText w:val="•"/>
      <w:lvlJc w:val="left"/>
      <w:pPr>
        <w:tabs>
          <w:tab w:val="num" w:pos="6480"/>
        </w:tabs>
        <w:ind w:left="6480" w:hanging="360"/>
      </w:pPr>
      <w:rPr>
        <w:rFonts w:ascii="Verdana" w:hAnsi="Verdana" w:hint="default"/>
      </w:rPr>
    </w:lvl>
  </w:abstractNum>
  <w:abstractNum w:abstractNumId="14" w15:restartNumberingAfterBreak="0">
    <w:nsid w:val="69FE7404"/>
    <w:multiLevelType w:val="hybridMultilevel"/>
    <w:tmpl w:val="159EAF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8"/>
  </w:num>
  <w:num w:numId="4">
    <w:abstractNumId w:val="9"/>
  </w:num>
  <w:num w:numId="5">
    <w:abstractNumId w:val="10"/>
  </w:num>
  <w:num w:numId="6">
    <w:abstractNumId w:val="2"/>
  </w:num>
  <w:num w:numId="7">
    <w:abstractNumId w:val="13"/>
  </w:num>
  <w:num w:numId="8">
    <w:abstractNumId w:val="4"/>
  </w:num>
  <w:num w:numId="9">
    <w:abstractNumId w:val="3"/>
  </w:num>
  <w:num w:numId="10">
    <w:abstractNumId w:val="5"/>
  </w:num>
  <w:num w:numId="11">
    <w:abstractNumId w:val="0"/>
  </w:num>
  <w:num w:numId="12">
    <w:abstractNumId w:val="12"/>
  </w:num>
  <w:num w:numId="13">
    <w:abstractNumId w:val="7"/>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ifbXHWQMWpJGwyBis2+Fx+Zt+mUwSSytgqUvEGbF4KVnVXIJ3EA9D6axhuBECAcEJzN2bzU7ZFugtg+6Npmzw==" w:salt="iVCdudGcqiqZdDt+PsIvNg=="/>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F7B"/>
    <w:rsid w:val="000116B9"/>
    <w:rsid w:val="00022226"/>
    <w:rsid w:val="00063646"/>
    <w:rsid w:val="00065128"/>
    <w:rsid w:val="0006769C"/>
    <w:rsid w:val="0007400C"/>
    <w:rsid w:val="00074049"/>
    <w:rsid w:val="0008560C"/>
    <w:rsid w:val="000A303D"/>
    <w:rsid w:val="000A5E0F"/>
    <w:rsid w:val="000A7070"/>
    <w:rsid w:val="000B2EA0"/>
    <w:rsid w:val="000C444B"/>
    <w:rsid w:val="000D5F98"/>
    <w:rsid w:val="000E2CAD"/>
    <w:rsid w:val="00100F22"/>
    <w:rsid w:val="0010113E"/>
    <w:rsid w:val="001018E1"/>
    <w:rsid w:val="00105E0C"/>
    <w:rsid w:val="00114174"/>
    <w:rsid w:val="00116AC0"/>
    <w:rsid w:val="00124864"/>
    <w:rsid w:val="001321FB"/>
    <w:rsid w:val="00133981"/>
    <w:rsid w:val="00140833"/>
    <w:rsid w:val="00141567"/>
    <w:rsid w:val="00153FF0"/>
    <w:rsid w:val="0017329B"/>
    <w:rsid w:val="0018402E"/>
    <w:rsid w:val="00195423"/>
    <w:rsid w:val="001C3339"/>
    <w:rsid w:val="001C48B3"/>
    <w:rsid w:val="001D0424"/>
    <w:rsid w:val="001D0D64"/>
    <w:rsid w:val="001D0EB9"/>
    <w:rsid w:val="001D58FE"/>
    <w:rsid w:val="001E0A67"/>
    <w:rsid w:val="001F19DA"/>
    <w:rsid w:val="00206279"/>
    <w:rsid w:val="00211179"/>
    <w:rsid w:val="0022320B"/>
    <w:rsid w:val="00233D01"/>
    <w:rsid w:val="00237621"/>
    <w:rsid w:val="0026221F"/>
    <w:rsid w:val="00262AF8"/>
    <w:rsid w:val="00273C2A"/>
    <w:rsid w:val="00274162"/>
    <w:rsid w:val="0028496C"/>
    <w:rsid w:val="002B700C"/>
    <w:rsid w:val="002B7772"/>
    <w:rsid w:val="002C022F"/>
    <w:rsid w:val="002C063F"/>
    <w:rsid w:val="002D1035"/>
    <w:rsid w:val="002D47F3"/>
    <w:rsid w:val="002D5BDE"/>
    <w:rsid w:val="002E196D"/>
    <w:rsid w:val="002E54E0"/>
    <w:rsid w:val="002F004B"/>
    <w:rsid w:val="002F1725"/>
    <w:rsid w:val="002F2763"/>
    <w:rsid w:val="0030290E"/>
    <w:rsid w:val="00321146"/>
    <w:rsid w:val="00322519"/>
    <w:rsid w:val="00324387"/>
    <w:rsid w:val="00325A87"/>
    <w:rsid w:val="00326753"/>
    <w:rsid w:val="0033416C"/>
    <w:rsid w:val="00334501"/>
    <w:rsid w:val="0034095E"/>
    <w:rsid w:val="00346A10"/>
    <w:rsid w:val="00352E55"/>
    <w:rsid w:val="00362A74"/>
    <w:rsid w:val="00397702"/>
    <w:rsid w:val="003A081E"/>
    <w:rsid w:val="003A7293"/>
    <w:rsid w:val="003C1DC3"/>
    <w:rsid w:val="003C3A7E"/>
    <w:rsid w:val="003C59EC"/>
    <w:rsid w:val="003D59D9"/>
    <w:rsid w:val="003D5CBB"/>
    <w:rsid w:val="003D6598"/>
    <w:rsid w:val="00401164"/>
    <w:rsid w:val="0041730B"/>
    <w:rsid w:val="00420754"/>
    <w:rsid w:val="00431828"/>
    <w:rsid w:val="004349E2"/>
    <w:rsid w:val="00441CD6"/>
    <w:rsid w:val="0045120B"/>
    <w:rsid w:val="00461A5A"/>
    <w:rsid w:val="00470424"/>
    <w:rsid w:val="00470DAC"/>
    <w:rsid w:val="0047500F"/>
    <w:rsid w:val="00480816"/>
    <w:rsid w:val="0049266D"/>
    <w:rsid w:val="004A5D51"/>
    <w:rsid w:val="004B2F7B"/>
    <w:rsid w:val="004B5FB6"/>
    <w:rsid w:val="004C2F9D"/>
    <w:rsid w:val="004E129A"/>
    <w:rsid w:val="00501A8F"/>
    <w:rsid w:val="00503927"/>
    <w:rsid w:val="00503F7B"/>
    <w:rsid w:val="00514426"/>
    <w:rsid w:val="00524414"/>
    <w:rsid w:val="00560513"/>
    <w:rsid w:val="00565072"/>
    <w:rsid w:val="00566420"/>
    <w:rsid w:val="005947B9"/>
    <w:rsid w:val="0059633F"/>
    <w:rsid w:val="005A7953"/>
    <w:rsid w:val="005A7D62"/>
    <w:rsid w:val="005E33D1"/>
    <w:rsid w:val="005E3977"/>
    <w:rsid w:val="0061566A"/>
    <w:rsid w:val="006446DC"/>
    <w:rsid w:val="00651366"/>
    <w:rsid w:val="00676048"/>
    <w:rsid w:val="0068106B"/>
    <w:rsid w:val="00681ABD"/>
    <w:rsid w:val="006908B7"/>
    <w:rsid w:val="006911D5"/>
    <w:rsid w:val="0069174A"/>
    <w:rsid w:val="006A0DEA"/>
    <w:rsid w:val="006C1676"/>
    <w:rsid w:val="006C31D6"/>
    <w:rsid w:val="006D101A"/>
    <w:rsid w:val="006D5EEA"/>
    <w:rsid w:val="006F53B6"/>
    <w:rsid w:val="00704FB1"/>
    <w:rsid w:val="00717049"/>
    <w:rsid w:val="00727359"/>
    <w:rsid w:val="00733E8C"/>
    <w:rsid w:val="00737A2F"/>
    <w:rsid w:val="00740603"/>
    <w:rsid w:val="007417C5"/>
    <w:rsid w:val="00757DFD"/>
    <w:rsid w:val="00762FB4"/>
    <w:rsid w:val="00780A04"/>
    <w:rsid w:val="00795261"/>
    <w:rsid w:val="00796EDB"/>
    <w:rsid w:val="007C7029"/>
    <w:rsid w:val="007D68FA"/>
    <w:rsid w:val="007E1FFE"/>
    <w:rsid w:val="007E26E5"/>
    <w:rsid w:val="007E743B"/>
    <w:rsid w:val="007F0029"/>
    <w:rsid w:val="007F5DA3"/>
    <w:rsid w:val="0080517E"/>
    <w:rsid w:val="00820D59"/>
    <w:rsid w:val="00823438"/>
    <w:rsid w:val="00830761"/>
    <w:rsid w:val="00831E4F"/>
    <w:rsid w:val="008350B5"/>
    <w:rsid w:val="008417A8"/>
    <w:rsid w:val="008558B1"/>
    <w:rsid w:val="00857AE4"/>
    <w:rsid w:val="008676BC"/>
    <w:rsid w:val="00872F2F"/>
    <w:rsid w:val="00873387"/>
    <w:rsid w:val="00873C7E"/>
    <w:rsid w:val="00877E22"/>
    <w:rsid w:val="00890E0C"/>
    <w:rsid w:val="008944C9"/>
    <w:rsid w:val="008960BE"/>
    <w:rsid w:val="008A0527"/>
    <w:rsid w:val="008A6025"/>
    <w:rsid w:val="008B011F"/>
    <w:rsid w:val="008B024A"/>
    <w:rsid w:val="008B5DE0"/>
    <w:rsid w:val="008D1361"/>
    <w:rsid w:val="008D5480"/>
    <w:rsid w:val="008F1FCE"/>
    <w:rsid w:val="009143F8"/>
    <w:rsid w:val="00925B81"/>
    <w:rsid w:val="009374E5"/>
    <w:rsid w:val="0094460A"/>
    <w:rsid w:val="0094460E"/>
    <w:rsid w:val="00945608"/>
    <w:rsid w:val="009552D2"/>
    <w:rsid w:val="00977BC9"/>
    <w:rsid w:val="00981C6A"/>
    <w:rsid w:val="00990C76"/>
    <w:rsid w:val="009A2DA7"/>
    <w:rsid w:val="009B0999"/>
    <w:rsid w:val="009B458E"/>
    <w:rsid w:val="009C3802"/>
    <w:rsid w:val="009C63C3"/>
    <w:rsid w:val="009D193E"/>
    <w:rsid w:val="009F375E"/>
    <w:rsid w:val="00A05161"/>
    <w:rsid w:val="00A126DC"/>
    <w:rsid w:val="00A3006E"/>
    <w:rsid w:val="00A30B78"/>
    <w:rsid w:val="00A35D4D"/>
    <w:rsid w:val="00A37DA2"/>
    <w:rsid w:val="00A40124"/>
    <w:rsid w:val="00A43E2C"/>
    <w:rsid w:val="00A624AA"/>
    <w:rsid w:val="00A73D17"/>
    <w:rsid w:val="00A7735C"/>
    <w:rsid w:val="00A816CA"/>
    <w:rsid w:val="00A82A0C"/>
    <w:rsid w:val="00A82E18"/>
    <w:rsid w:val="00AB5952"/>
    <w:rsid w:val="00AB688F"/>
    <w:rsid w:val="00AB72B7"/>
    <w:rsid w:val="00AC5C16"/>
    <w:rsid w:val="00AE0254"/>
    <w:rsid w:val="00AF4728"/>
    <w:rsid w:val="00B01636"/>
    <w:rsid w:val="00B14DED"/>
    <w:rsid w:val="00B2248B"/>
    <w:rsid w:val="00B226B6"/>
    <w:rsid w:val="00B337FF"/>
    <w:rsid w:val="00B341B3"/>
    <w:rsid w:val="00B454B9"/>
    <w:rsid w:val="00B52732"/>
    <w:rsid w:val="00B553AE"/>
    <w:rsid w:val="00B56710"/>
    <w:rsid w:val="00B64C79"/>
    <w:rsid w:val="00B7156A"/>
    <w:rsid w:val="00B730F0"/>
    <w:rsid w:val="00BA1B92"/>
    <w:rsid w:val="00BA574A"/>
    <w:rsid w:val="00BB50FC"/>
    <w:rsid w:val="00BB609C"/>
    <w:rsid w:val="00BB7336"/>
    <w:rsid w:val="00BC7776"/>
    <w:rsid w:val="00BD037A"/>
    <w:rsid w:val="00BD5402"/>
    <w:rsid w:val="00BE1955"/>
    <w:rsid w:val="00BF01BD"/>
    <w:rsid w:val="00BF7498"/>
    <w:rsid w:val="00C30E8C"/>
    <w:rsid w:val="00C448D0"/>
    <w:rsid w:val="00C50FEB"/>
    <w:rsid w:val="00C72EF4"/>
    <w:rsid w:val="00CA30A8"/>
    <w:rsid w:val="00CB11A3"/>
    <w:rsid w:val="00CD1191"/>
    <w:rsid w:val="00CE19B6"/>
    <w:rsid w:val="00CF183A"/>
    <w:rsid w:val="00CF5645"/>
    <w:rsid w:val="00D12D93"/>
    <w:rsid w:val="00D337CF"/>
    <w:rsid w:val="00D6267A"/>
    <w:rsid w:val="00D65C8A"/>
    <w:rsid w:val="00D740F8"/>
    <w:rsid w:val="00D83F55"/>
    <w:rsid w:val="00DA132E"/>
    <w:rsid w:val="00DA26A3"/>
    <w:rsid w:val="00DA337A"/>
    <w:rsid w:val="00DA3B6E"/>
    <w:rsid w:val="00DA754F"/>
    <w:rsid w:val="00DC73C9"/>
    <w:rsid w:val="00DD6B62"/>
    <w:rsid w:val="00DE1D1B"/>
    <w:rsid w:val="00DE6C62"/>
    <w:rsid w:val="00DF1320"/>
    <w:rsid w:val="00E21597"/>
    <w:rsid w:val="00E242D7"/>
    <w:rsid w:val="00E2787B"/>
    <w:rsid w:val="00E30F6C"/>
    <w:rsid w:val="00E3100B"/>
    <w:rsid w:val="00E460ED"/>
    <w:rsid w:val="00E60252"/>
    <w:rsid w:val="00E61F6D"/>
    <w:rsid w:val="00E76823"/>
    <w:rsid w:val="00E8614C"/>
    <w:rsid w:val="00E8788A"/>
    <w:rsid w:val="00E90AAE"/>
    <w:rsid w:val="00E93167"/>
    <w:rsid w:val="00EB0955"/>
    <w:rsid w:val="00EE2A55"/>
    <w:rsid w:val="00EE59F1"/>
    <w:rsid w:val="00F05891"/>
    <w:rsid w:val="00F2335E"/>
    <w:rsid w:val="00F36377"/>
    <w:rsid w:val="00F363F4"/>
    <w:rsid w:val="00F42DF7"/>
    <w:rsid w:val="00F45912"/>
    <w:rsid w:val="00F4754C"/>
    <w:rsid w:val="00F52F74"/>
    <w:rsid w:val="00F5678B"/>
    <w:rsid w:val="00F6019D"/>
    <w:rsid w:val="00F6775E"/>
    <w:rsid w:val="00F82F62"/>
    <w:rsid w:val="00FB263F"/>
    <w:rsid w:val="00FB3E44"/>
    <w:rsid w:val="00FB5AD3"/>
    <w:rsid w:val="00FD5BC2"/>
    <w:rsid w:val="00FD64E5"/>
    <w:rsid w:val="00FE5917"/>
    <w:rsid w:val="00FE63EB"/>
    <w:rsid w:val="00FF3FA9"/>
    <w:rsid w:val="00FF7CA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4D18669-5C91-428D-AE84-F2290FAF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62"/>
    <w:pPr>
      <w:spacing w:after="120" w:line="276" w:lineRule="auto"/>
    </w:pPr>
    <w:rPr>
      <w:rFonts w:ascii="Calibri" w:eastAsia="SimSun" w:hAnsi="Calibri"/>
      <w:sz w:val="22"/>
      <w:lang w:eastAsia="zh-CN"/>
    </w:rPr>
  </w:style>
  <w:style w:type="paragraph" w:styleId="Heading1">
    <w:name w:val="heading 1"/>
    <w:basedOn w:val="Normal"/>
    <w:next w:val="Normal"/>
    <w:link w:val="Heading1Char"/>
    <w:qFormat/>
    <w:rsid w:val="00274162"/>
    <w:pPr>
      <w:pBdr>
        <w:bottom w:val="double" w:sz="6" w:space="1" w:color="auto"/>
      </w:pBdr>
      <w:spacing w:before="60"/>
      <w:outlineLvl w:val="0"/>
    </w:pPr>
    <w:rPr>
      <w:b/>
      <w:sz w:val="32"/>
    </w:rPr>
  </w:style>
  <w:style w:type="paragraph" w:styleId="Heading2">
    <w:name w:val="heading 2"/>
    <w:next w:val="Normal"/>
    <w:link w:val="Heading2Char"/>
    <w:qFormat/>
    <w:rsid w:val="00274162"/>
    <w:pPr>
      <w:shd w:val="clear" w:color="auto" w:fill="000000"/>
      <w:spacing w:before="120"/>
      <w:outlineLvl w:val="1"/>
    </w:pPr>
    <w:rPr>
      <w:rFonts w:ascii="Maiandra GD" w:eastAsia="SimSun" w:hAnsi="Maiandra GD"/>
      <w:b/>
      <w:sz w:val="28"/>
      <w:lang w:val="en-GB" w:eastAsia="en-US"/>
    </w:rPr>
  </w:style>
  <w:style w:type="paragraph" w:styleId="Heading3">
    <w:name w:val="heading 3"/>
    <w:basedOn w:val="Normal"/>
    <w:next w:val="Normal"/>
    <w:link w:val="Heading3Char"/>
    <w:qFormat/>
    <w:rsid w:val="00274162"/>
    <w:pPr>
      <w:keepNext/>
      <w:spacing w:before="240" w:after="60" w:line="240" w:lineRule="auto"/>
      <w:outlineLvl w:val="2"/>
    </w:pPr>
    <w:rPr>
      <w:rFonts w:ascii="Arial" w:eastAsia="Times New Roman" w:hAnsi="Arial" w:cs="Arial"/>
      <w:b/>
      <w:bCs/>
      <w:noProof/>
      <w:sz w:val="26"/>
      <w:szCs w:val="26"/>
    </w:rPr>
  </w:style>
  <w:style w:type="paragraph" w:styleId="Heading4">
    <w:name w:val="heading 4"/>
    <w:basedOn w:val="Heading2"/>
    <w:next w:val="Normal"/>
    <w:link w:val="Heading4Char"/>
    <w:qFormat/>
    <w:rsid w:val="00274162"/>
    <w:pPr>
      <w:keepNext/>
      <w:spacing w:before="240" w:after="60"/>
      <w:outlineLvl w:val="3"/>
    </w:pPr>
    <w:rPr>
      <w:rFonts w:ascii="Kristen ITC" w:hAnsi="Kristen ITC"/>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100F22"/>
    <w:rPr>
      <w:b/>
      <w:bCs/>
    </w:rPr>
  </w:style>
  <w:style w:type="paragraph" w:styleId="NormalWeb">
    <w:name w:val="Normal (Web)"/>
    <w:basedOn w:val="Normal"/>
    <w:rsid w:val="005E33D1"/>
    <w:pPr>
      <w:spacing w:before="100" w:beforeAutospacing="1" w:after="100" w:afterAutospacing="1"/>
    </w:pPr>
    <w:rPr>
      <w:lang w:val="en-US"/>
    </w:rPr>
  </w:style>
  <w:style w:type="character" w:styleId="Hyperlink">
    <w:name w:val="Hyperlink"/>
    <w:uiPriority w:val="99"/>
    <w:rsid w:val="005E33D1"/>
    <w:rPr>
      <w:color w:val="0000FF"/>
      <w:u w:val="single"/>
    </w:rPr>
  </w:style>
  <w:style w:type="table" w:styleId="TableGrid">
    <w:name w:val="Table Grid"/>
    <w:basedOn w:val="TableNormal"/>
    <w:rsid w:val="00914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374E5"/>
    <w:rPr>
      <w:rFonts w:ascii="Tahoma" w:hAnsi="Tahoma" w:cs="Tahoma"/>
      <w:sz w:val="16"/>
      <w:szCs w:val="16"/>
    </w:rPr>
  </w:style>
  <w:style w:type="paragraph" w:styleId="Header">
    <w:name w:val="header"/>
    <w:basedOn w:val="Normal"/>
    <w:link w:val="HeaderChar"/>
    <w:uiPriority w:val="99"/>
    <w:unhideWhenUsed/>
    <w:rsid w:val="00274162"/>
    <w:pPr>
      <w:tabs>
        <w:tab w:val="center" w:pos="4513"/>
        <w:tab w:val="right" w:pos="9026"/>
      </w:tabs>
      <w:spacing w:after="0" w:line="240" w:lineRule="auto"/>
    </w:pPr>
  </w:style>
  <w:style w:type="paragraph" w:styleId="Footer">
    <w:name w:val="footer"/>
    <w:basedOn w:val="Normal"/>
    <w:link w:val="FooterChar"/>
    <w:uiPriority w:val="99"/>
    <w:unhideWhenUsed/>
    <w:rsid w:val="00274162"/>
    <w:pPr>
      <w:tabs>
        <w:tab w:val="center" w:pos="4513"/>
        <w:tab w:val="right" w:pos="9026"/>
      </w:tabs>
      <w:spacing w:after="0" w:line="240" w:lineRule="auto"/>
    </w:pPr>
  </w:style>
  <w:style w:type="character" w:styleId="PageNumber">
    <w:name w:val="page number"/>
    <w:basedOn w:val="DefaultParagraphFont"/>
    <w:rsid w:val="009F375E"/>
  </w:style>
  <w:style w:type="paragraph" w:styleId="NoSpacing">
    <w:name w:val="No Spacing"/>
    <w:uiPriority w:val="1"/>
    <w:qFormat/>
    <w:rsid w:val="00DA754F"/>
    <w:rPr>
      <w:rFonts w:ascii="Franklin Gothic Book" w:hAnsi="Franklin Gothic Book"/>
      <w:sz w:val="24"/>
      <w:szCs w:val="24"/>
      <w:lang w:val="en-AU" w:eastAsia="en-US"/>
    </w:rPr>
  </w:style>
  <w:style w:type="paragraph" w:customStyle="1" w:styleId="Default">
    <w:name w:val="Default"/>
    <w:rsid w:val="006911D5"/>
    <w:pPr>
      <w:widowControl w:val="0"/>
      <w:autoSpaceDE w:val="0"/>
      <w:autoSpaceDN w:val="0"/>
      <w:adjustRightInd w:val="0"/>
    </w:pPr>
    <w:rPr>
      <w:rFonts w:ascii="Trebuchet MS" w:hAnsi="Trebuchet MS" w:cs="Trebuchet MS"/>
      <w:color w:val="000000"/>
      <w:sz w:val="24"/>
      <w:szCs w:val="24"/>
      <w:lang w:val="en-AU" w:eastAsia="en-AU"/>
    </w:rPr>
  </w:style>
  <w:style w:type="paragraph" w:customStyle="1" w:styleId="smallline">
    <w:name w:val="smallline"/>
    <w:basedOn w:val="Normal"/>
    <w:next w:val="Normal"/>
    <w:link w:val="smalllineChar"/>
    <w:qFormat/>
    <w:rsid w:val="00274162"/>
    <w:pPr>
      <w:spacing w:line="120" w:lineRule="exact"/>
    </w:pPr>
    <w:rPr>
      <w:sz w:val="21"/>
    </w:rPr>
  </w:style>
  <w:style w:type="character" w:customStyle="1" w:styleId="smalllineChar">
    <w:name w:val="smallline Char"/>
    <w:link w:val="smallline"/>
    <w:locked/>
    <w:rsid w:val="00274162"/>
    <w:rPr>
      <w:rFonts w:ascii="Calibri" w:eastAsia="SimSun" w:hAnsi="Calibri"/>
      <w:sz w:val="21"/>
      <w:lang w:eastAsia="zh-CN"/>
    </w:rPr>
  </w:style>
  <w:style w:type="character" w:customStyle="1" w:styleId="Heading2Char">
    <w:name w:val="Heading 2 Char"/>
    <w:link w:val="Heading2"/>
    <w:rsid w:val="00274162"/>
    <w:rPr>
      <w:rFonts w:ascii="Maiandra GD" w:eastAsia="SimSun" w:hAnsi="Maiandra GD"/>
      <w:b/>
      <w:sz w:val="28"/>
      <w:shd w:val="clear" w:color="auto" w:fill="000000"/>
      <w:lang w:val="en-GB" w:eastAsia="en-US"/>
    </w:rPr>
  </w:style>
  <w:style w:type="character" w:customStyle="1" w:styleId="FooterChar">
    <w:name w:val="Footer Char"/>
    <w:link w:val="Footer"/>
    <w:uiPriority w:val="99"/>
    <w:rsid w:val="00274162"/>
    <w:rPr>
      <w:rFonts w:ascii="Calibri" w:eastAsia="SimSun" w:hAnsi="Calibri"/>
      <w:sz w:val="22"/>
      <w:lang w:eastAsia="zh-CN"/>
    </w:rPr>
  </w:style>
  <w:style w:type="character" w:customStyle="1" w:styleId="HeaderChar">
    <w:name w:val="Header Char"/>
    <w:link w:val="Header"/>
    <w:uiPriority w:val="99"/>
    <w:rsid w:val="00274162"/>
    <w:rPr>
      <w:rFonts w:ascii="Calibri" w:eastAsia="SimSun" w:hAnsi="Calibri"/>
      <w:sz w:val="22"/>
      <w:lang w:eastAsia="zh-CN"/>
    </w:rPr>
  </w:style>
  <w:style w:type="character" w:customStyle="1" w:styleId="Heading1Char">
    <w:name w:val="Heading 1 Char"/>
    <w:link w:val="Heading1"/>
    <w:rsid w:val="00274162"/>
    <w:rPr>
      <w:rFonts w:ascii="Calibri" w:eastAsia="SimSun" w:hAnsi="Calibri"/>
      <w:b/>
      <w:sz w:val="32"/>
      <w:lang w:eastAsia="zh-CN"/>
    </w:rPr>
  </w:style>
  <w:style w:type="character" w:customStyle="1" w:styleId="Heading3Char">
    <w:name w:val="Heading 3 Char"/>
    <w:link w:val="Heading3"/>
    <w:rsid w:val="00274162"/>
    <w:rPr>
      <w:rFonts w:ascii="Arial" w:hAnsi="Arial" w:cs="Arial"/>
      <w:b/>
      <w:bCs/>
      <w:noProof/>
      <w:sz w:val="26"/>
      <w:szCs w:val="26"/>
      <w:lang w:eastAsia="zh-CN"/>
    </w:rPr>
  </w:style>
  <w:style w:type="character" w:customStyle="1" w:styleId="Heading4Char">
    <w:name w:val="Heading 4 Char"/>
    <w:link w:val="Heading4"/>
    <w:rsid w:val="00274162"/>
    <w:rPr>
      <w:rFonts w:ascii="Kristen ITC" w:eastAsia="SimSun" w:hAnsi="Kristen ITC"/>
      <w:b/>
      <w:bCs/>
      <w:sz w:val="22"/>
      <w:szCs w:val="28"/>
      <w:shd w:val="clear" w:color="auto" w:fill="000000"/>
      <w:lang w:val="en-GB" w:eastAsia="en-US"/>
    </w:rPr>
  </w:style>
  <w:style w:type="paragraph" w:customStyle="1" w:styleId="why">
    <w:name w:val="why"/>
    <w:basedOn w:val="Normal"/>
    <w:link w:val="whyChar"/>
    <w:qFormat/>
    <w:rsid w:val="00274162"/>
    <w:rPr>
      <w:rFonts w:ascii="Comic Sans MS" w:hAnsi="Comic Sans MS"/>
      <w:color w:val="000080"/>
      <w:sz w:val="19"/>
    </w:rPr>
  </w:style>
  <w:style w:type="character" w:customStyle="1" w:styleId="whyChar">
    <w:name w:val="why Char"/>
    <w:link w:val="why"/>
    <w:rsid w:val="00274162"/>
    <w:rPr>
      <w:rFonts w:ascii="Comic Sans MS" w:eastAsia="SimSun" w:hAnsi="Comic Sans MS"/>
      <w:color w:val="000080"/>
      <w:sz w:val="19"/>
      <w:lang w:eastAsia="zh-CN"/>
    </w:rPr>
  </w:style>
  <w:style w:type="character" w:styleId="PlaceholderText">
    <w:name w:val="Placeholder Text"/>
    <w:basedOn w:val="DefaultParagraphFont"/>
    <w:uiPriority w:val="99"/>
    <w:semiHidden/>
    <w:rsid w:val="00AC5C16"/>
    <w:rPr>
      <w:color w:val="808080"/>
    </w:rPr>
  </w:style>
  <w:style w:type="paragraph" w:styleId="ListParagraph">
    <w:name w:val="List Paragraph"/>
    <w:basedOn w:val="Normal"/>
    <w:uiPriority w:val="34"/>
    <w:qFormat/>
    <w:rsid w:val="000A303D"/>
    <w:pPr>
      <w:spacing w:after="0" w:line="269" w:lineRule="auto"/>
      <w:ind w:left="720"/>
    </w:pPr>
    <w:rPr>
      <w:rFonts w:eastAsia="Times New Roman"/>
      <w:szCs w:val="22"/>
      <w:lang w:eastAsia="en-US"/>
    </w:rPr>
  </w:style>
  <w:style w:type="character" w:customStyle="1" w:styleId="whyChar1">
    <w:name w:val="why Char1"/>
    <w:rsid w:val="00262AF8"/>
    <w:rPr>
      <w:rFonts w:ascii="Comic Sans MS" w:hAnsi="Comic Sans MS"/>
      <w:color w:val="003300"/>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13957">
      <w:bodyDiv w:val="1"/>
      <w:marLeft w:val="0"/>
      <w:marRight w:val="0"/>
      <w:marTop w:val="0"/>
      <w:marBottom w:val="0"/>
      <w:divBdr>
        <w:top w:val="none" w:sz="0" w:space="0" w:color="auto"/>
        <w:left w:val="none" w:sz="0" w:space="0" w:color="auto"/>
        <w:bottom w:val="none" w:sz="0" w:space="0" w:color="auto"/>
        <w:right w:val="none" w:sz="0" w:space="0" w:color="auto"/>
      </w:divBdr>
      <w:divsChild>
        <w:div w:id="1778787317">
          <w:marLeft w:val="547"/>
          <w:marRight w:val="0"/>
          <w:marTop w:val="96"/>
          <w:marBottom w:val="0"/>
          <w:divBdr>
            <w:top w:val="none" w:sz="0" w:space="0" w:color="auto"/>
            <w:left w:val="none" w:sz="0" w:space="0" w:color="auto"/>
            <w:bottom w:val="none" w:sz="0" w:space="0" w:color="auto"/>
            <w:right w:val="none" w:sz="0" w:space="0" w:color="auto"/>
          </w:divBdr>
        </w:div>
      </w:divsChild>
    </w:div>
    <w:div w:id="461848622">
      <w:bodyDiv w:val="1"/>
      <w:marLeft w:val="0"/>
      <w:marRight w:val="0"/>
      <w:marTop w:val="0"/>
      <w:marBottom w:val="0"/>
      <w:divBdr>
        <w:top w:val="none" w:sz="0" w:space="0" w:color="auto"/>
        <w:left w:val="none" w:sz="0" w:space="0" w:color="auto"/>
        <w:bottom w:val="none" w:sz="0" w:space="0" w:color="auto"/>
        <w:right w:val="none" w:sz="0" w:space="0" w:color="auto"/>
      </w:divBdr>
      <w:divsChild>
        <w:div w:id="1749110120">
          <w:marLeft w:val="0"/>
          <w:marRight w:val="0"/>
          <w:marTop w:val="0"/>
          <w:marBottom w:val="0"/>
          <w:divBdr>
            <w:top w:val="none" w:sz="0" w:space="0" w:color="auto"/>
            <w:left w:val="none" w:sz="0" w:space="0" w:color="auto"/>
            <w:bottom w:val="none" w:sz="0" w:space="0" w:color="auto"/>
            <w:right w:val="none" w:sz="0" w:space="0" w:color="auto"/>
          </w:divBdr>
        </w:div>
      </w:divsChild>
    </w:div>
    <w:div w:id="1503428413">
      <w:bodyDiv w:val="1"/>
      <w:marLeft w:val="0"/>
      <w:marRight w:val="0"/>
      <w:marTop w:val="0"/>
      <w:marBottom w:val="0"/>
      <w:divBdr>
        <w:top w:val="none" w:sz="0" w:space="0" w:color="auto"/>
        <w:left w:val="none" w:sz="0" w:space="0" w:color="auto"/>
        <w:bottom w:val="none" w:sz="0" w:space="0" w:color="auto"/>
        <w:right w:val="none" w:sz="0" w:space="0" w:color="auto"/>
      </w:divBdr>
    </w:div>
    <w:div w:id="1884947224">
      <w:bodyDiv w:val="1"/>
      <w:marLeft w:val="0"/>
      <w:marRight w:val="0"/>
      <w:marTop w:val="0"/>
      <w:marBottom w:val="0"/>
      <w:divBdr>
        <w:top w:val="none" w:sz="0" w:space="0" w:color="auto"/>
        <w:left w:val="none" w:sz="0" w:space="0" w:color="auto"/>
        <w:bottom w:val="none" w:sz="0" w:space="0" w:color="auto"/>
        <w:right w:val="none" w:sz="0" w:space="0" w:color="auto"/>
      </w:divBdr>
    </w:div>
    <w:div w:id="1985311056">
      <w:bodyDiv w:val="1"/>
      <w:marLeft w:val="0"/>
      <w:marRight w:val="0"/>
      <w:marTop w:val="0"/>
      <w:marBottom w:val="0"/>
      <w:divBdr>
        <w:top w:val="none" w:sz="0" w:space="0" w:color="auto"/>
        <w:left w:val="none" w:sz="0" w:space="0" w:color="auto"/>
        <w:bottom w:val="none" w:sz="0" w:space="0" w:color="auto"/>
        <w:right w:val="none" w:sz="0" w:space="0" w:color="auto"/>
      </w:divBdr>
      <w:divsChild>
        <w:div w:id="1905483202">
          <w:marLeft w:val="0"/>
          <w:marRight w:val="0"/>
          <w:marTop w:val="0"/>
          <w:marBottom w:val="0"/>
          <w:divBdr>
            <w:top w:val="none" w:sz="0" w:space="0" w:color="auto"/>
            <w:left w:val="none" w:sz="0" w:space="0" w:color="auto"/>
            <w:bottom w:val="none" w:sz="0" w:space="0" w:color="auto"/>
            <w:right w:val="none" w:sz="0" w:space="0" w:color="auto"/>
          </w:divBdr>
          <w:divsChild>
            <w:div w:id="1033848412">
              <w:marLeft w:val="0"/>
              <w:marRight w:val="0"/>
              <w:marTop w:val="0"/>
              <w:marBottom w:val="0"/>
              <w:divBdr>
                <w:top w:val="none" w:sz="0" w:space="0" w:color="auto"/>
                <w:left w:val="none" w:sz="0" w:space="0" w:color="auto"/>
                <w:bottom w:val="none" w:sz="0" w:space="0" w:color="auto"/>
                <w:right w:val="none" w:sz="0" w:space="0" w:color="auto"/>
              </w:divBdr>
            </w:div>
            <w:div w:id="124603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068824">
      <w:bodyDiv w:val="1"/>
      <w:marLeft w:val="0"/>
      <w:marRight w:val="0"/>
      <w:marTop w:val="0"/>
      <w:marBottom w:val="0"/>
      <w:divBdr>
        <w:top w:val="none" w:sz="0" w:space="0" w:color="auto"/>
        <w:left w:val="none" w:sz="0" w:space="0" w:color="auto"/>
        <w:bottom w:val="none" w:sz="0" w:space="0" w:color="auto"/>
        <w:right w:val="none" w:sz="0" w:space="0" w:color="auto"/>
      </w:divBdr>
      <w:divsChild>
        <w:div w:id="1102262031">
          <w:marLeft w:val="0"/>
          <w:marRight w:val="0"/>
          <w:marTop w:val="0"/>
          <w:marBottom w:val="0"/>
          <w:divBdr>
            <w:top w:val="none" w:sz="0" w:space="0" w:color="auto"/>
            <w:left w:val="none" w:sz="0" w:space="0" w:color="auto"/>
            <w:bottom w:val="none" w:sz="0" w:space="0" w:color="auto"/>
            <w:right w:val="none" w:sz="0" w:space="0" w:color="auto"/>
          </w:divBdr>
          <w:divsChild>
            <w:div w:id="1096442743">
              <w:marLeft w:val="0"/>
              <w:marRight w:val="0"/>
              <w:marTop w:val="0"/>
              <w:marBottom w:val="0"/>
              <w:divBdr>
                <w:top w:val="none" w:sz="0" w:space="0" w:color="auto"/>
                <w:left w:val="none" w:sz="0" w:space="0" w:color="auto"/>
                <w:bottom w:val="none" w:sz="0" w:space="0" w:color="auto"/>
                <w:right w:val="none" w:sz="0" w:space="0" w:color="auto"/>
              </w:divBdr>
            </w:div>
            <w:div w:id="179683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zcc2@eit.ac.nz" TargetMode="External"/><Relationship Id="rId13" Type="http://schemas.openxmlformats.org/officeDocument/2006/relationships/image" Target="media/image5.png"/><Relationship Id="rId18" Type="http://schemas.openxmlformats.org/officeDocument/2006/relationships/hyperlink" Target="mailto:nzcc2@eit.ac.nz" TargetMode="External"/><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glossaryDocument" Target="glossary/document.xml"/><Relationship Id="rId7" Type="http://schemas.openxmlformats.org/officeDocument/2006/relationships/hyperlink" Target="mailto:nzcc2@eit.ac.nz" TargetMode="External"/><Relationship Id="rId12" Type="http://schemas.openxmlformats.org/officeDocument/2006/relationships/hyperlink" Target="mailto:nzcc.kiwi@gmail.com" TargetMode="External"/><Relationship Id="rId17" Type="http://schemas.openxmlformats.org/officeDocument/2006/relationships/image" Target="media/image8.png"/><Relationship Id="rId25" Type="http://schemas.openxmlformats.org/officeDocument/2006/relationships/hyperlink" Target="mailto:nzcc2@eit.ac.nz"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nzcc2@eit.ac.nz" TargetMode="External"/><Relationship Id="rId20" Type="http://schemas.openxmlformats.org/officeDocument/2006/relationships/image" Target="media/image9.png"/><Relationship Id="rId29" Type="http://schemas.openxmlformats.org/officeDocument/2006/relationships/hyperlink" Target="mailto:nzcc2@eit.ac.n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mailto:nzcc2@eit.ac.nz"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mailto:nzcc.kiwi@gmail.co.nz" TargetMode="External"/><Relationship Id="rId28"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hyperlink" Target="mailto:nzcc2@eit.ac.nz"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mailto:nzcc2@eit.ac.nz" TargetMode="External"/><Relationship Id="rId27" Type="http://schemas.openxmlformats.org/officeDocument/2006/relationships/hyperlink" Target="mailto:nzcc2@eit.ac.nz" TargetMode="External"/><Relationship Id="rId30" Type="http://schemas.openxmlformats.org/officeDocument/2006/relationships/hyperlink" Target="mailto:nzcc2@eit.ac.nz" TargetMode="Externa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57F237D3DD4BF594184F6856067B5E"/>
        <w:category>
          <w:name w:val="General"/>
          <w:gallery w:val="placeholder"/>
        </w:category>
        <w:types>
          <w:type w:val="bbPlcHdr"/>
        </w:types>
        <w:behaviors>
          <w:behavior w:val="content"/>
        </w:behaviors>
        <w:guid w:val="{D9DF2B19-61D6-4AF5-A421-6CD37C825DF2}"/>
      </w:docPartPr>
      <w:docPartBody>
        <w:p w:rsidR="00614A1F" w:rsidRDefault="00AE6F18" w:rsidP="00AE6F18">
          <w:pPr>
            <w:pStyle w:val="1B57F237D3DD4BF594184F6856067B5E1"/>
          </w:pPr>
          <w:r w:rsidRPr="00E331AF">
            <w:rPr>
              <w:rStyle w:val="PlaceholderText"/>
            </w:rPr>
            <w:t>Click here to enter text.</w:t>
          </w:r>
        </w:p>
      </w:docPartBody>
    </w:docPart>
    <w:docPart>
      <w:docPartPr>
        <w:name w:val="5B03338ABD264FE3B78B7FFBC2743F0F"/>
        <w:category>
          <w:name w:val="General"/>
          <w:gallery w:val="placeholder"/>
        </w:category>
        <w:types>
          <w:type w:val="bbPlcHdr"/>
        </w:types>
        <w:behaviors>
          <w:behavior w:val="content"/>
        </w:behaviors>
        <w:guid w:val="{E4F2A686-A858-481E-A530-E4C2196F80DC}"/>
      </w:docPartPr>
      <w:docPartBody>
        <w:p w:rsidR="00614A1F" w:rsidRDefault="00AE6F18" w:rsidP="00AE6F18">
          <w:pPr>
            <w:pStyle w:val="5B03338ABD264FE3B78B7FFBC2743F0F1"/>
          </w:pPr>
          <w:r w:rsidRPr="00E331AF">
            <w:rPr>
              <w:rStyle w:val="PlaceholderText"/>
            </w:rPr>
            <w:t>Click here to enter text.</w:t>
          </w:r>
        </w:p>
      </w:docPartBody>
    </w:docPart>
    <w:docPart>
      <w:docPartPr>
        <w:name w:val="D7F59F47077E44179C995CE308D6FF46"/>
        <w:category>
          <w:name w:val="General"/>
          <w:gallery w:val="placeholder"/>
        </w:category>
        <w:types>
          <w:type w:val="bbPlcHdr"/>
        </w:types>
        <w:behaviors>
          <w:behavior w:val="content"/>
        </w:behaviors>
        <w:guid w:val="{36720CF9-FC1A-4103-AE05-F435383AE4ED}"/>
      </w:docPartPr>
      <w:docPartBody>
        <w:p w:rsidR="003538E2" w:rsidRDefault="00AE6F18" w:rsidP="00AE6F18">
          <w:pPr>
            <w:pStyle w:val="D7F59F47077E44179C995CE308D6FF461"/>
          </w:pPr>
          <w:r w:rsidRPr="00E331AF">
            <w:rPr>
              <w:rStyle w:val="PlaceholderText"/>
            </w:rPr>
            <w:t>Click here to enter text.</w:t>
          </w:r>
        </w:p>
      </w:docPartBody>
    </w:docPart>
    <w:docPart>
      <w:docPartPr>
        <w:name w:val="5803B54AE0CD444CBF7B6B101B0BF6DB"/>
        <w:category>
          <w:name w:val="General"/>
          <w:gallery w:val="placeholder"/>
        </w:category>
        <w:types>
          <w:type w:val="bbPlcHdr"/>
        </w:types>
        <w:behaviors>
          <w:behavior w:val="content"/>
        </w:behaviors>
        <w:guid w:val="{B9723074-3B1D-4044-B6C2-512E11172BDC}"/>
      </w:docPartPr>
      <w:docPartBody>
        <w:p w:rsidR="004D3BE4" w:rsidRDefault="00AE6F18" w:rsidP="00AE6F18">
          <w:pPr>
            <w:pStyle w:val="5803B54AE0CD444CBF7B6B101B0BF6DB"/>
          </w:pPr>
          <w:r w:rsidRPr="0091619A">
            <w:rPr>
              <w:rStyle w:val="PlaceholderText"/>
            </w:rPr>
            <w:t>Choose an item.</w:t>
          </w:r>
        </w:p>
      </w:docPartBody>
    </w:docPart>
    <w:docPart>
      <w:docPartPr>
        <w:name w:val="AC76FAD91D1148A89E9F8C9BA278E5CF"/>
        <w:category>
          <w:name w:val="General"/>
          <w:gallery w:val="placeholder"/>
        </w:category>
        <w:types>
          <w:type w:val="bbPlcHdr"/>
        </w:types>
        <w:behaviors>
          <w:behavior w:val="content"/>
        </w:behaviors>
        <w:guid w:val="{D9304037-93D3-4B27-917F-C024172A3F1E}"/>
      </w:docPartPr>
      <w:docPartBody>
        <w:p w:rsidR="004D3BE4" w:rsidRDefault="00AE6F18" w:rsidP="00AE6F18">
          <w:pPr>
            <w:pStyle w:val="AC76FAD91D1148A89E9F8C9BA278E5CF"/>
          </w:pPr>
          <w:r w:rsidRPr="00B333CB">
            <w:rPr>
              <w:rStyle w:val="PlaceholderText"/>
            </w:rPr>
            <w:t>Click or tap to enter a date.</w:t>
          </w:r>
        </w:p>
      </w:docPartBody>
    </w:docPart>
    <w:docPart>
      <w:docPartPr>
        <w:name w:val="8C71605257AE4BA9A921C88F4E21F944"/>
        <w:category>
          <w:name w:val="General"/>
          <w:gallery w:val="placeholder"/>
        </w:category>
        <w:types>
          <w:type w:val="bbPlcHdr"/>
        </w:types>
        <w:behaviors>
          <w:behavior w:val="content"/>
        </w:behaviors>
        <w:guid w:val="{B52F3584-D5F8-487C-8372-40258FDF16CF}"/>
      </w:docPartPr>
      <w:docPartBody>
        <w:p w:rsidR="004D3BE4" w:rsidRDefault="00AE6F18" w:rsidP="00AE6F18">
          <w:pPr>
            <w:pStyle w:val="8C71605257AE4BA9A921C88F4E21F944"/>
          </w:pPr>
          <w:r w:rsidRPr="00E331AF">
            <w:rPr>
              <w:rStyle w:val="PlaceholderText"/>
            </w:rPr>
            <w:t>Click here to enter text.</w:t>
          </w:r>
        </w:p>
      </w:docPartBody>
    </w:docPart>
    <w:docPart>
      <w:docPartPr>
        <w:name w:val="F63CE319B658451CA4ACE285E18928F7"/>
        <w:category>
          <w:name w:val="General"/>
          <w:gallery w:val="placeholder"/>
        </w:category>
        <w:types>
          <w:type w:val="bbPlcHdr"/>
        </w:types>
        <w:behaviors>
          <w:behavior w:val="content"/>
        </w:behaviors>
        <w:guid w:val="{2E29517E-BEEC-496F-9170-87C1834E1794}"/>
      </w:docPartPr>
      <w:docPartBody>
        <w:p w:rsidR="004D3BE4" w:rsidRDefault="00AE6F18" w:rsidP="00AE6F18">
          <w:pPr>
            <w:pStyle w:val="F63CE319B658451CA4ACE285E18928F7"/>
          </w:pPr>
          <w:r w:rsidRPr="002B700C">
            <w:rPr>
              <w:rStyle w:val="PlaceholderText"/>
              <w:rFonts w:ascii="Verdana" w:hAnsi="Verdana"/>
              <w:color w:val="333333"/>
              <w:sz w:val="20"/>
            </w:rPr>
            <w:t>Click here to enter text.</w:t>
          </w:r>
        </w:p>
      </w:docPartBody>
    </w:docPart>
    <w:docPart>
      <w:docPartPr>
        <w:name w:val="8034B6E1F1914C54B367C0524AF09011"/>
        <w:category>
          <w:name w:val="General"/>
          <w:gallery w:val="placeholder"/>
        </w:category>
        <w:types>
          <w:type w:val="bbPlcHdr"/>
        </w:types>
        <w:behaviors>
          <w:behavior w:val="content"/>
        </w:behaviors>
        <w:guid w:val="{D6D00ABF-C261-4F79-8A12-1272D9D31921}"/>
      </w:docPartPr>
      <w:docPartBody>
        <w:p w:rsidR="00BC50F9" w:rsidRDefault="00A22716" w:rsidP="00A22716">
          <w:pPr>
            <w:pStyle w:val="8034B6E1F1914C54B367C0524AF09011"/>
          </w:pPr>
          <w:r w:rsidRPr="00B333CB">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7D1CF456-177E-468E-AAE8-D2FC3F31A2A8}"/>
      </w:docPartPr>
      <w:docPartBody>
        <w:p w:rsidR="00055F73" w:rsidRDefault="00D11BB5">
          <w:r w:rsidRPr="003235E3">
            <w:rPr>
              <w:rStyle w:val="PlaceholderText"/>
            </w:rPr>
            <w:t>Click or tap here to enter text.</w:t>
          </w:r>
        </w:p>
      </w:docPartBody>
    </w:docPart>
    <w:docPart>
      <w:docPartPr>
        <w:name w:val="A31F297E631C41F98B8415D9B387B64F"/>
        <w:category>
          <w:name w:val="General"/>
          <w:gallery w:val="placeholder"/>
        </w:category>
        <w:types>
          <w:type w:val="bbPlcHdr"/>
        </w:types>
        <w:behaviors>
          <w:behavior w:val="content"/>
        </w:behaviors>
        <w:guid w:val="{14786C45-71FA-4FA4-BA52-0ACDB6AE8A0C}"/>
      </w:docPartPr>
      <w:docPartBody>
        <w:p w:rsidR="00F75257" w:rsidRDefault="00855FD3" w:rsidP="00855FD3">
          <w:pPr>
            <w:pStyle w:val="A31F297E631C41F98B8415D9B387B64F"/>
          </w:pPr>
          <w:r w:rsidRPr="00E331AF">
            <w:rPr>
              <w:rStyle w:val="PlaceholderText"/>
            </w:rPr>
            <w:t>Click here to enter text.</w:t>
          </w:r>
        </w:p>
      </w:docPartBody>
    </w:docPart>
    <w:docPart>
      <w:docPartPr>
        <w:name w:val="424B036E57114330923FE698DAF973F8"/>
        <w:category>
          <w:name w:val="General"/>
          <w:gallery w:val="placeholder"/>
        </w:category>
        <w:types>
          <w:type w:val="bbPlcHdr"/>
        </w:types>
        <w:behaviors>
          <w:behavior w:val="content"/>
        </w:behaviors>
        <w:guid w:val="{3195E39F-7367-466A-8514-FF39B9EB1B39}"/>
      </w:docPartPr>
      <w:docPartBody>
        <w:p w:rsidR="00F75257" w:rsidRDefault="00855FD3" w:rsidP="00855FD3">
          <w:pPr>
            <w:pStyle w:val="424B036E57114330923FE698DAF973F8"/>
          </w:pPr>
          <w:r w:rsidRPr="002B700C">
            <w:rPr>
              <w:rStyle w:val="PlaceholderText"/>
              <w:rFonts w:ascii="Verdana" w:hAnsi="Verdana"/>
              <w:color w:val="333333"/>
              <w:sz w:val="20"/>
            </w:rPr>
            <w:t>Click here to enter text.</w:t>
          </w:r>
        </w:p>
      </w:docPartBody>
    </w:docPart>
    <w:docPart>
      <w:docPartPr>
        <w:name w:val="6D78E900DEA44B859753F8F08FB7B331"/>
        <w:category>
          <w:name w:val="General"/>
          <w:gallery w:val="placeholder"/>
        </w:category>
        <w:types>
          <w:type w:val="bbPlcHdr"/>
        </w:types>
        <w:behaviors>
          <w:behavior w:val="content"/>
        </w:behaviors>
        <w:guid w:val="{CBA913B9-F3B7-43B1-8AFF-6E9FD42FCBE6}"/>
      </w:docPartPr>
      <w:docPartBody>
        <w:p w:rsidR="00F75257" w:rsidRDefault="00855FD3" w:rsidP="00855FD3">
          <w:pPr>
            <w:pStyle w:val="6D78E900DEA44B859753F8F08FB7B331"/>
          </w:pPr>
          <w:r w:rsidRPr="00B333CB">
            <w:rPr>
              <w:rStyle w:val="PlaceholderText"/>
            </w:rPr>
            <w:t>Click or tap to enter a date.</w:t>
          </w:r>
        </w:p>
      </w:docPartBody>
    </w:docPart>
    <w:docPart>
      <w:docPartPr>
        <w:name w:val="C60B72F4ED1542C7885EB3E3717F19C9"/>
        <w:category>
          <w:name w:val="General"/>
          <w:gallery w:val="placeholder"/>
        </w:category>
        <w:types>
          <w:type w:val="bbPlcHdr"/>
        </w:types>
        <w:behaviors>
          <w:behavior w:val="content"/>
        </w:behaviors>
        <w:guid w:val="{D7B61AB7-CB28-43B4-BFFA-C5BF44FB187C}"/>
      </w:docPartPr>
      <w:docPartBody>
        <w:p w:rsidR="00F75257" w:rsidRDefault="00855FD3" w:rsidP="00855FD3">
          <w:pPr>
            <w:pStyle w:val="C60B72F4ED1542C7885EB3E3717F19C9"/>
          </w:pPr>
          <w:r w:rsidRPr="003235E3">
            <w:rPr>
              <w:rStyle w:val="PlaceholderText"/>
            </w:rPr>
            <w:t>Click or tap here to enter text.</w:t>
          </w:r>
        </w:p>
      </w:docPartBody>
    </w:docPart>
    <w:docPart>
      <w:docPartPr>
        <w:name w:val="BDEEB5D059CD4ED5B3DFC24B87FF9900"/>
        <w:category>
          <w:name w:val="General"/>
          <w:gallery w:val="placeholder"/>
        </w:category>
        <w:types>
          <w:type w:val="bbPlcHdr"/>
        </w:types>
        <w:behaviors>
          <w:behavior w:val="content"/>
        </w:behaviors>
        <w:guid w:val="{A99E8062-54DA-4F19-A2F2-522204526011}"/>
      </w:docPartPr>
      <w:docPartBody>
        <w:p w:rsidR="00A568F1" w:rsidRDefault="00F75257" w:rsidP="00F75257">
          <w:pPr>
            <w:pStyle w:val="BDEEB5D059CD4ED5B3DFC24B87FF9900"/>
          </w:pPr>
          <w:r w:rsidRPr="002B700C">
            <w:rPr>
              <w:rStyle w:val="PlaceholderText"/>
              <w:rFonts w:ascii="Verdana" w:hAnsi="Verdana"/>
              <w:color w:val="333333"/>
              <w:sz w:val="20"/>
            </w:rPr>
            <w:t>Click here to enter text.</w:t>
          </w:r>
        </w:p>
      </w:docPartBody>
    </w:docPart>
    <w:docPart>
      <w:docPartPr>
        <w:name w:val="D82B5930CFF847F683C68F48E6D7B218"/>
        <w:category>
          <w:name w:val="General"/>
          <w:gallery w:val="placeholder"/>
        </w:category>
        <w:types>
          <w:type w:val="bbPlcHdr"/>
        </w:types>
        <w:behaviors>
          <w:behavior w:val="content"/>
        </w:behaviors>
        <w:guid w:val="{E82C5DCE-EB58-4257-969D-E9977B4FC2E8}"/>
      </w:docPartPr>
      <w:docPartBody>
        <w:p w:rsidR="00E66FA9" w:rsidRDefault="00A568F1" w:rsidP="00A568F1">
          <w:pPr>
            <w:pStyle w:val="D82B5930CFF847F683C68F48E6D7B218"/>
          </w:pPr>
          <w:r w:rsidRPr="003235E3">
            <w:rPr>
              <w:rStyle w:val="PlaceholderText"/>
            </w:rPr>
            <w:t>Click or tap here to enter text.</w:t>
          </w:r>
        </w:p>
      </w:docPartBody>
    </w:docPart>
    <w:docPart>
      <w:docPartPr>
        <w:name w:val="0424AEAC5C1E4D43AF43CDBDDC9B56CF"/>
        <w:category>
          <w:name w:val="General"/>
          <w:gallery w:val="placeholder"/>
        </w:category>
        <w:types>
          <w:type w:val="bbPlcHdr"/>
        </w:types>
        <w:behaviors>
          <w:behavior w:val="content"/>
        </w:behaviors>
        <w:guid w:val="{3063B4F3-FD63-46C4-922D-EA94EC5CF3BF}"/>
      </w:docPartPr>
      <w:docPartBody>
        <w:p w:rsidR="00E66FA9" w:rsidRDefault="00A568F1" w:rsidP="00A568F1">
          <w:pPr>
            <w:pStyle w:val="0424AEAC5C1E4D43AF43CDBDDC9B56CF"/>
          </w:pPr>
          <w:r w:rsidRPr="003235E3">
            <w:rPr>
              <w:rStyle w:val="PlaceholderText"/>
            </w:rPr>
            <w:t>Click or tap here to enter text.</w:t>
          </w:r>
        </w:p>
      </w:docPartBody>
    </w:docPart>
    <w:docPart>
      <w:docPartPr>
        <w:name w:val="9510CB3B22AA402EB4056A1C98B00F2B"/>
        <w:category>
          <w:name w:val="General"/>
          <w:gallery w:val="placeholder"/>
        </w:category>
        <w:types>
          <w:type w:val="bbPlcHdr"/>
        </w:types>
        <w:behaviors>
          <w:behavior w:val="content"/>
        </w:behaviors>
        <w:guid w:val="{3C6834FA-73EA-4812-9468-BF74DEA897D8}"/>
      </w:docPartPr>
      <w:docPartBody>
        <w:p w:rsidR="00E66FA9" w:rsidRDefault="00A568F1" w:rsidP="00A568F1">
          <w:pPr>
            <w:pStyle w:val="9510CB3B22AA402EB4056A1C98B00F2B"/>
          </w:pPr>
          <w:r w:rsidRPr="003235E3">
            <w:rPr>
              <w:rStyle w:val="PlaceholderText"/>
            </w:rPr>
            <w:t>Click or tap here to enter text.</w:t>
          </w:r>
        </w:p>
      </w:docPartBody>
    </w:docPart>
    <w:docPart>
      <w:docPartPr>
        <w:name w:val="48F4D35E238A4C988A60C8FC09C674FA"/>
        <w:category>
          <w:name w:val="General"/>
          <w:gallery w:val="placeholder"/>
        </w:category>
        <w:types>
          <w:type w:val="bbPlcHdr"/>
        </w:types>
        <w:behaviors>
          <w:behavior w:val="content"/>
        </w:behaviors>
        <w:guid w:val="{61EBD58E-71F5-45CF-9D57-CB267143440E}"/>
      </w:docPartPr>
      <w:docPartBody>
        <w:p w:rsidR="0012687C" w:rsidRDefault="00E66FA9" w:rsidP="00E66FA9">
          <w:pPr>
            <w:pStyle w:val="48F4D35E238A4C988A60C8FC09C674FA"/>
          </w:pPr>
          <w:r w:rsidRPr="003235E3">
            <w:rPr>
              <w:rStyle w:val="PlaceholderText"/>
            </w:rPr>
            <w:t>Click or tap here to enter text.</w:t>
          </w:r>
        </w:p>
      </w:docPartBody>
    </w:docPart>
    <w:docPart>
      <w:docPartPr>
        <w:name w:val="B53BEA91DA10427DB676575E6D6597C8"/>
        <w:category>
          <w:name w:val="General"/>
          <w:gallery w:val="placeholder"/>
        </w:category>
        <w:types>
          <w:type w:val="bbPlcHdr"/>
        </w:types>
        <w:behaviors>
          <w:behavior w:val="content"/>
        </w:behaviors>
        <w:guid w:val="{855F58E3-6ADE-476B-8CBC-7253E9732751}"/>
      </w:docPartPr>
      <w:docPartBody>
        <w:p w:rsidR="0012687C" w:rsidRDefault="00E66FA9" w:rsidP="00E66FA9">
          <w:pPr>
            <w:pStyle w:val="B53BEA91DA10427DB676575E6D6597C8"/>
          </w:pPr>
          <w:r w:rsidRPr="003235E3">
            <w:rPr>
              <w:rStyle w:val="PlaceholderText"/>
            </w:rPr>
            <w:t>Click or tap here to enter text.</w:t>
          </w:r>
        </w:p>
      </w:docPartBody>
    </w:docPart>
    <w:docPart>
      <w:docPartPr>
        <w:name w:val="1A6D5F16EFA04F309D8E5BA520A67DA3"/>
        <w:category>
          <w:name w:val="General"/>
          <w:gallery w:val="placeholder"/>
        </w:category>
        <w:types>
          <w:type w:val="bbPlcHdr"/>
        </w:types>
        <w:behaviors>
          <w:behavior w:val="content"/>
        </w:behaviors>
        <w:guid w:val="{34DA1BE1-F0E4-49D6-83CB-C687AACEFF91}"/>
      </w:docPartPr>
      <w:docPartBody>
        <w:p w:rsidR="00000000" w:rsidRDefault="00E76A26" w:rsidP="00E76A26">
          <w:pPr>
            <w:pStyle w:val="1A6D5F16EFA04F309D8E5BA520A67DA3"/>
          </w:pPr>
          <w:r w:rsidRPr="003235E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649"/>
    <w:rsid w:val="00026F6D"/>
    <w:rsid w:val="00055F73"/>
    <w:rsid w:val="0012687C"/>
    <w:rsid w:val="00131649"/>
    <w:rsid w:val="003538E2"/>
    <w:rsid w:val="00395C8E"/>
    <w:rsid w:val="004D3BE4"/>
    <w:rsid w:val="005B4C18"/>
    <w:rsid w:val="005D0115"/>
    <w:rsid w:val="005F12CC"/>
    <w:rsid w:val="00614A1F"/>
    <w:rsid w:val="006D0956"/>
    <w:rsid w:val="00855FD3"/>
    <w:rsid w:val="008E1768"/>
    <w:rsid w:val="009F10F1"/>
    <w:rsid w:val="00A22716"/>
    <w:rsid w:val="00A568F1"/>
    <w:rsid w:val="00A83394"/>
    <w:rsid w:val="00AE6F18"/>
    <w:rsid w:val="00BC50F9"/>
    <w:rsid w:val="00C54552"/>
    <w:rsid w:val="00D11BB5"/>
    <w:rsid w:val="00E66FA9"/>
    <w:rsid w:val="00E76A26"/>
    <w:rsid w:val="00F7525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6A26"/>
    <w:rPr>
      <w:color w:val="808080"/>
    </w:rPr>
  </w:style>
  <w:style w:type="paragraph" w:customStyle="1" w:styleId="F9FED2BB60FE49ED9A52112D9EB0918E">
    <w:name w:val="F9FED2BB60FE49ED9A52112D9EB0918E"/>
    <w:rsid w:val="005D0115"/>
  </w:style>
  <w:style w:type="paragraph" w:customStyle="1" w:styleId="E96707AA25AE4F60BC9318D5066F0442">
    <w:name w:val="E96707AA25AE4F60BC9318D5066F0442"/>
    <w:rsid w:val="005D0115"/>
  </w:style>
  <w:style w:type="paragraph" w:customStyle="1" w:styleId="F6B17E7586B843B886D26C4F2021E893">
    <w:name w:val="F6B17E7586B843B886D26C4F2021E893"/>
    <w:rsid w:val="005D0115"/>
  </w:style>
  <w:style w:type="paragraph" w:customStyle="1" w:styleId="3703E8F710D441C8A2B3948FB99BF05C">
    <w:name w:val="3703E8F710D441C8A2B3948FB99BF05C"/>
    <w:rsid w:val="005D0115"/>
  </w:style>
  <w:style w:type="paragraph" w:customStyle="1" w:styleId="FA0363D9A1FD41108622CD293D86DAD4">
    <w:name w:val="FA0363D9A1FD41108622CD293D86DAD4"/>
    <w:rsid w:val="005D0115"/>
  </w:style>
  <w:style w:type="paragraph" w:customStyle="1" w:styleId="621174D295AD4DC4AEA65B7F9349BB0E">
    <w:name w:val="621174D295AD4DC4AEA65B7F9349BB0E"/>
    <w:rsid w:val="005D0115"/>
  </w:style>
  <w:style w:type="paragraph" w:customStyle="1" w:styleId="3CEBC77866F94DC897EC6D9374437C9E">
    <w:name w:val="3CEBC77866F94DC897EC6D9374437C9E"/>
    <w:rsid w:val="005D0115"/>
  </w:style>
  <w:style w:type="paragraph" w:customStyle="1" w:styleId="1B57F237D3DD4BF594184F6856067B5E">
    <w:name w:val="1B57F237D3DD4BF594184F6856067B5E"/>
    <w:rsid w:val="00614A1F"/>
  </w:style>
  <w:style w:type="paragraph" w:customStyle="1" w:styleId="5B03338ABD264FE3B78B7FFBC2743F0F">
    <w:name w:val="5B03338ABD264FE3B78B7FFBC2743F0F"/>
    <w:rsid w:val="00614A1F"/>
  </w:style>
  <w:style w:type="paragraph" w:customStyle="1" w:styleId="58DF9D4B9E274D7C8A66766EC0BB5F42">
    <w:name w:val="58DF9D4B9E274D7C8A66766EC0BB5F42"/>
    <w:rsid w:val="00614A1F"/>
  </w:style>
  <w:style w:type="paragraph" w:customStyle="1" w:styleId="F17D894FB539421684852E9DE1EEB356">
    <w:name w:val="F17D894FB539421684852E9DE1EEB356"/>
    <w:rsid w:val="00614A1F"/>
  </w:style>
  <w:style w:type="paragraph" w:customStyle="1" w:styleId="579799A503CF49A9A3B4BB477F3147AB">
    <w:name w:val="579799A503CF49A9A3B4BB477F3147AB"/>
    <w:rsid w:val="00614A1F"/>
  </w:style>
  <w:style w:type="paragraph" w:customStyle="1" w:styleId="EBC38A97C3814CA1BC782505423D4770">
    <w:name w:val="EBC38A97C3814CA1BC782505423D4770"/>
    <w:rsid w:val="00614A1F"/>
  </w:style>
  <w:style w:type="paragraph" w:customStyle="1" w:styleId="B88908FFBFFA4FA283756B398305BBCA">
    <w:name w:val="B88908FFBFFA4FA283756B398305BBCA"/>
    <w:rsid w:val="00614A1F"/>
  </w:style>
  <w:style w:type="paragraph" w:customStyle="1" w:styleId="4092724111AC4C1D852FA9617DF7FF1E">
    <w:name w:val="4092724111AC4C1D852FA9617DF7FF1E"/>
    <w:rsid w:val="00614A1F"/>
  </w:style>
  <w:style w:type="paragraph" w:customStyle="1" w:styleId="89F9A8D0EF9A4F3EBD5413DF6B2EC2E2">
    <w:name w:val="89F9A8D0EF9A4F3EBD5413DF6B2EC2E2"/>
    <w:rsid w:val="00614A1F"/>
  </w:style>
  <w:style w:type="paragraph" w:customStyle="1" w:styleId="08BA2003B9B4409EB69B96DE8B81B04E">
    <w:name w:val="08BA2003B9B4409EB69B96DE8B81B04E"/>
    <w:rsid w:val="00614A1F"/>
  </w:style>
  <w:style w:type="paragraph" w:customStyle="1" w:styleId="1A4473EF65D94A8F80F04B2F76E18955">
    <w:name w:val="1A4473EF65D94A8F80F04B2F76E18955"/>
    <w:rsid w:val="00614A1F"/>
  </w:style>
  <w:style w:type="paragraph" w:customStyle="1" w:styleId="8432E21A688C4FFB924A30976C64C453">
    <w:name w:val="8432E21A688C4FFB924A30976C64C453"/>
    <w:rsid w:val="00614A1F"/>
  </w:style>
  <w:style w:type="paragraph" w:customStyle="1" w:styleId="4E2FE40EDAC94275B9CEDADE340399A1">
    <w:name w:val="4E2FE40EDAC94275B9CEDADE340399A1"/>
    <w:rsid w:val="00614A1F"/>
  </w:style>
  <w:style w:type="paragraph" w:customStyle="1" w:styleId="2C73B785787A4521864F364DDBF0F642">
    <w:name w:val="2C73B785787A4521864F364DDBF0F642"/>
    <w:rsid w:val="00614A1F"/>
  </w:style>
  <w:style w:type="paragraph" w:customStyle="1" w:styleId="EE8DFB3D6934402DBA852A606D35DBB7">
    <w:name w:val="EE8DFB3D6934402DBA852A606D35DBB7"/>
    <w:rsid w:val="00614A1F"/>
  </w:style>
  <w:style w:type="paragraph" w:customStyle="1" w:styleId="C35277F058444348B2E96EFCA1AC415E">
    <w:name w:val="C35277F058444348B2E96EFCA1AC415E"/>
    <w:rsid w:val="00614A1F"/>
  </w:style>
  <w:style w:type="paragraph" w:customStyle="1" w:styleId="F3F5B0EAE4C54560B011600164D3F0B6">
    <w:name w:val="F3F5B0EAE4C54560B011600164D3F0B6"/>
    <w:pPr>
      <w:spacing w:after="160" w:line="259" w:lineRule="auto"/>
    </w:pPr>
  </w:style>
  <w:style w:type="paragraph" w:customStyle="1" w:styleId="D7F59F47077E44179C995CE308D6FF46">
    <w:name w:val="D7F59F47077E44179C995CE308D6FF46"/>
    <w:pPr>
      <w:spacing w:after="160" w:line="259" w:lineRule="auto"/>
    </w:pPr>
  </w:style>
  <w:style w:type="paragraph" w:customStyle="1" w:styleId="AC2E095FB6754D14850654660142827A">
    <w:name w:val="AC2E095FB6754D14850654660142827A"/>
    <w:pPr>
      <w:spacing w:after="160" w:line="259" w:lineRule="auto"/>
    </w:pPr>
  </w:style>
  <w:style w:type="paragraph" w:customStyle="1" w:styleId="0D5A2EA9907A404980ED1BFB2336679A">
    <w:name w:val="0D5A2EA9907A404980ED1BFB2336679A"/>
    <w:pPr>
      <w:spacing w:after="160" w:line="259" w:lineRule="auto"/>
    </w:pPr>
  </w:style>
  <w:style w:type="paragraph" w:customStyle="1" w:styleId="1F85DFED8BCE4FEA9A790511203707DD">
    <w:name w:val="1F85DFED8BCE4FEA9A790511203707DD"/>
    <w:pPr>
      <w:spacing w:after="160" w:line="259" w:lineRule="auto"/>
    </w:pPr>
  </w:style>
  <w:style w:type="paragraph" w:customStyle="1" w:styleId="258DB9844FE24F5A8DF73CEA3719B3CF">
    <w:name w:val="258DB9844FE24F5A8DF73CEA3719B3CF"/>
    <w:pPr>
      <w:spacing w:after="160" w:line="259" w:lineRule="auto"/>
    </w:pPr>
  </w:style>
  <w:style w:type="paragraph" w:customStyle="1" w:styleId="C0EC3DC49F184DDA8C0E747CE8135F65">
    <w:name w:val="C0EC3DC49F184DDA8C0E747CE8135F65"/>
    <w:pPr>
      <w:spacing w:after="160" w:line="259" w:lineRule="auto"/>
    </w:pPr>
  </w:style>
  <w:style w:type="paragraph" w:customStyle="1" w:styleId="DA34BCCA1E5249778AFBB46399F79384">
    <w:name w:val="DA34BCCA1E5249778AFBB46399F79384"/>
    <w:pPr>
      <w:spacing w:after="160" w:line="259" w:lineRule="auto"/>
    </w:pPr>
  </w:style>
  <w:style w:type="paragraph" w:customStyle="1" w:styleId="A48DE9341D5D4198AD0C162D4E69CC74">
    <w:name w:val="A48DE9341D5D4198AD0C162D4E69CC74"/>
    <w:pPr>
      <w:spacing w:after="160" w:line="259" w:lineRule="auto"/>
    </w:pPr>
  </w:style>
  <w:style w:type="paragraph" w:customStyle="1" w:styleId="E153CC72A7D441CC8B23AB849AD11726">
    <w:name w:val="E153CC72A7D441CC8B23AB849AD11726"/>
    <w:pPr>
      <w:spacing w:after="160" w:line="259" w:lineRule="auto"/>
    </w:pPr>
  </w:style>
  <w:style w:type="paragraph" w:customStyle="1" w:styleId="57A98620D3E9450087B4CAA1F44ACECE">
    <w:name w:val="57A98620D3E9450087B4CAA1F44ACECE"/>
    <w:pPr>
      <w:spacing w:after="160" w:line="259" w:lineRule="auto"/>
    </w:pPr>
  </w:style>
  <w:style w:type="paragraph" w:customStyle="1" w:styleId="58F412A1717A4A11BD09D651140CCCC3">
    <w:name w:val="58F412A1717A4A11BD09D651140CCCC3"/>
    <w:pPr>
      <w:spacing w:after="160" w:line="259" w:lineRule="auto"/>
    </w:pPr>
  </w:style>
  <w:style w:type="paragraph" w:customStyle="1" w:styleId="BF4063A3FD7A44D393BD2C74AF12FA04">
    <w:name w:val="BF4063A3FD7A44D393BD2C74AF12FA04"/>
    <w:pPr>
      <w:spacing w:after="160" w:line="259" w:lineRule="auto"/>
    </w:pPr>
  </w:style>
  <w:style w:type="paragraph" w:customStyle="1" w:styleId="E02AA074B32D445B9CE802BF1462EA84">
    <w:name w:val="E02AA074B32D445B9CE802BF1462EA84"/>
    <w:pPr>
      <w:spacing w:after="160" w:line="259" w:lineRule="auto"/>
    </w:pPr>
  </w:style>
  <w:style w:type="paragraph" w:customStyle="1" w:styleId="83A6AD98F6CD4686895A52B96DDF296B">
    <w:name w:val="83A6AD98F6CD4686895A52B96DDF296B"/>
    <w:rsid w:val="003538E2"/>
    <w:pPr>
      <w:spacing w:after="160" w:line="259" w:lineRule="auto"/>
    </w:pPr>
  </w:style>
  <w:style w:type="paragraph" w:customStyle="1" w:styleId="C1225B30BF21405C9FFD0DFA9D4C74EF">
    <w:name w:val="C1225B30BF21405C9FFD0DFA9D4C74EF"/>
    <w:rsid w:val="003538E2"/>
    <w:pPr>
      <w:spacing w:after="160" w:line="259" w:lineRule="auto"/>
    </w:pPr>
  </w:style>
  <w:style w:type="paragraph" w:customStyle="1" w:styleId="883973E3C76D498C883A6F6AF851B76A">
    <w:name w:val="883973E3C76D498C883A6F6AF851B76A"/>
    <w:rsid w:val="003538E2"/>
    <w:pPr>
      <w:spacing w:after="160" w:line="259" w:lineRule="auto"/>
    </w:pPr>
  </w:style>
  <w:style w:type="paragraph" w:customStyle="1" w:styleId="34325D92AD0F444DA61D84DC55C4CE0D">
    <w:name w:val="34325D92AD0F444DA61D84DC55C4CE0D"/>
    <w:rsid w:val="003538E2"/>
    <w:pPr>
      <w:spacing w:after="160" w:line="259" w:lineRule="auto"/>
    </w:pPr>
  </w:style>
  <w:style w:type="paragraph" w:customStyle="1" w:styleId="19E81EB0B7474D3AAFEF4DF588710649">
    <w:name w:val="19E81EB0B7474D3AAFEF4DF588710649"/>
    <w:rsid w:val="003538E2"/>
    <w:pPr>
      <w:spacing w:after="160" w:line="259" w:lineRule="auto"/>
    </w:pPr>
  </w:style>
  <w:style w:type="paragraph" w:customStyle="1" w:styleId="5C02AF4B2D854451B4F441E4941D2BA8">
    <w:name w:val="5C02AF4B2D854451B4F441E4941D2BA8"/>
    <w:rsid w:val="003538E2"/>
    <w:pPr>
      <w:spacing w:after="160" w:line="259" w:lineRule="auto"/>
    </w:pPr>
  </w:style>
  <w:style w:type="paragraph" w:customStyle="1" w:styleId="3DBB5F3B6A744458A802C4E0619DA3A1">
    <w:name w:val="3DBB5F3B6A744458A802C4E0619DA3A1"/>
    <w:rsid w:val="003538E2"/>
    <w:pPr>
      <w:spacing w:after="160" w:line="259" w:lineRule="auto"/>
    </w:pPr>
  </w:style>
  <w:style w:type="paragraph" w:customStyle="1" w:styleId="3BB996C452784474BE41F80610CE7C71">
    <w:name w:val="3BB996C452784474BE41F80610CE7C71"/>
    <w:rsid w:val="003538E2"/>
    <w:pPr>
      <w:spacing w:after="160" w:line="259" w:lineRule="auto"/>
    </w:pPr>
  </w:style>
  <w:style w:type="paragraph" w:customStyle="1" w:styleId="62263E2F6947416398F52609D20D3592">
    <w:name w:val="62263E2F6947416398F52609D20D3592"/>
    <w:rsid w:val="003538E2"/>
    <w:pPr>
      <w:spacing w:after="160" w:line="259" w:lineRule="auto"/>
    </w:pPr>
  </w:style>
  <w:style w:type="paragraph" w:customStyle="1" w:styleId="AD1C6ABFCD094484AF82EE6F6EE0FCC6">
    <w:name w:val="AD1C6ABFCD094484AF82EE6F6EE0FCC6"/>
    <w:rsid w:val="003538E2"/>
    <w:pPr>
      <w:spacing w:after="160" w:line="259" w:lineRule="auto"/>
    </w:pPr>
  </w:style>
  <w:style w:type="paragraph" w:customStyle="1" w:styleId="02B38CAEA05E4AD6AC6C75012E69A620">
    <w:name w:val="02B38CAEA05E4AD6AC6C75012E69A620"/>
    <w:rsid w:val="003538E2"/>
    <w:pPr>
      <w:spacing w:after="160" w:line="259" w:lineRule="auto"/>
    </w:pPr>
  </w:style>
  <w:style w:type="paragraph" w:customStyle="1" w:styleId="7A9A208F8CBF4A1B9B77A2801001D1D5">
    <w:name w:val="7A9A208F8CBF4A1B9B77A2801001D1D5"/>
    <w:rsid w:val="003538E2"/>
    <w:pPr>
      <w:spacing w:after="160" w:line="259" w:lineRule="auto"/>
    </w:pPr>
  </w:style>
  <w:style w:type="paragraph" w:customStyle="1" w:styleId="0673153186D84F4AB96C26A2C552F548">
    <w:name w:val="0673153186D84F4AB96C26A2C552F548"/>
    <w:rsid w:val="00AE6F18"/>
    <w:pPr>
      <w:spacing w:after="160" w:line="259" w:lineRule="auto"/>
    </w:pPr>
  </w:style>
  <w:style w:type="paragraph" w:customStyle="1" w:styleId="3CF13F44B371407FB8CF0A7FD37E047C">
    <w:name w:val="3CF13F44B371407FB8CF0A7FD37E047C"/>
    <w:rsid w:val="00AE6F18"/>
    <w:pPr>
      <w:spacing w:after="160" w:line="259" w:lineRule="auto"/>
    </w:pPr>
  </w:style>
  <w:style w:type="paragraph" w:customStyle="1" w:styleId="D9A8D69A0C7940DB84123555E2261050">
    <w:name w:val="D9A8D69A0C7940DB84123555E2261050"/>
    <w:rsid w:val="00AE6F18"/>
    <w:pPr>
      <w:spacing w:after="160" w:line="259" w:lineRule="auto"/>
    </w:pPr>
  </w:style>
  <w:style w:type="paragraph" w:customStyle="1" w:styleId="8A21FEFD06CF494CA8121FFEABA4A740">
    <w:name w:val="8A21FEFD06CF494CA8121FFEABA4A740"/>
    <w:rsid w:val="00AE6F18"/>
    <w:pPr>
      <w:spacing w:after="160" w:line="259" w:lineRule="auto"/>
    </w:pPr>
  </w:style>
  <w:style w:type="paragraph" w:customStyle="1" w:styleId="08EE1AE3C37E44538D1E30B26E530B8E">
    <w:name w:val="08EE1AE3C37E44538D1E30B26E530B8E"/>
    <w:rsid w:val="00AE6F18"/>
    <w:pPr>
      <w:spacing w:after="160" w:line="259" w:lineRule="auto"/>
    </w:pPr>
  </w:style>
  <w:style w:type="paragraph" w:customStyle="1" w:styleId="BF601532377740CAB8BB01177F4C34EC">
    <w:name w:val="BF601532377740CAB8BB01177F4C34EC"/>
    <w:rsid w:val="00AE6F18"/>
    <w:pPr>
      <w:spacing w:after="160" w:line="259" w:lineRule="auto"/>
    </w:pPr>
  </w:style>
  <w:style w:type="paragraph" w:customStyle="1" w:styleId="28A3500CA7084670A04CC81AE14ACEAA">
    <w:name w:val="28A3500CA7084670A04CC81AE14ACEAA"/>
    <w:rsid w:val="00AE6F18"/>
    <w:pPr>
      <w:spacing w:after="160" w:line="259" w:lineRule="auto"/>
    </w:pPr>
  </w:style>
  <w:style w:type="paragraph" w:customStyle="1" w:styleId="F0066247476448DC81B2D800ECC574A2">
    <w:name w:val="F0066247476448DC81B2D800ECC574A2"/>
    <w:rsid w:val="00AE6F18"/>
    <w:pPr>
      <w:spacing w:after="160" w:line="259" w:lineRule="auto"/>
    </w:pPr>
  </w:style>
  <w:style w:type="paragraph" w:customStyle="1" w:styleId="EBAD2573A0EB4B8886BD4C2B4D65E7A2">
    <w:name w:val="EBAD2573A0EB4B8886BD4C2B4D65E7A2"/>
    <w:rsid w:val="00AE6F18"/>
    <w:pPr>
      <w:spacing w:after="160" w:line="259" w:lineRule="auto"/>
    </w:pPr>
  </w:style>
  <w:style w:type="paragraph" w:customStyle="1" w:styleId="F76248B50F564AE2B08E2819F921FC59">
    <w:name w:val="F76248B50F564AE2B08E2819F921FC59"/>
    <w:rsid w:val="00AE6F18"/>
    <w:pPr>
      <w:spacing w:after="160" w:line="259" w:lineRule="auto"/>
    </w:pPr>
  </w:style>
  <w:style w:type="paragraph" w:customStyle="1" w:styleId="D9AE3A16B9004DE8993613E7F01064DF">
    <w:name w:val="D9AE3A16B9004DE8993613E7F01064DF"/>
    <w:rsid w:val="00AE6F18"/>
    <w:pPr>
      <w:spacing w:after="160" w:line="259" w:lineRule="auto"/>
    </w:pPr>
  </w:style>
  <w:style w:type="paragraph" w:customStyle="1" w:styleId="2365F3CB92C248BDADAB280629FA36A4">
    <w:name w:val="2365F3CB92C248BDADAB280629FA36A4"/>
    <w:rsid w:val="00AE6F18"/>
    <w:pPr>
      <w:spacing w:after="160" w:line="259" w:lineRule="auto"/>
    </w:pPr>
  </w:style>
  <w:style w:type="paragraph" w:customStyle="1" w:styleId="1987E35E465E4A5A9F6F2129F11649AD">
    <w:name w:val="1987E35E465E4A5A9F6F2129F11649AD"/>
    <w:rsid w:val="00AE6F18"/>
    <w:pPr>
      <w:spacing w:after="160" w:line="259" w:lineRule="auto"/>
    </w:pPr>
  </w:style>
  <w:style w:type="paragraph" w:customStyle="1" w:styleId="38FD4945C32B4A4292F5A926E1AE9D5F">
    <w:name w:val="38FD4945C32B4A4292F5A926E1AE9D5F"/>
    <w:rsid w:val="00AE6F18"/>
    <w:pPr>
      <w:spacing w:after="160" w:line="259" w:lineRule="auto"/>
    </w:pPr>
  </w:style>
  <w:style w:type="paragraph" w:customStyle="1" w:styleId="EF766D5892FD460BA58B820063AAE360">
    <w:name w:val="EF766D5892FD460BA58B820063AAE360"/>
    <w:rsid w:val="00AE6F18"/>
    <w:pPr>
      <w:spacing w:after="160" w:line="259" w:lineRule="auto"/>
    </w:pPr>
  </w:style>
  <w:style w:type="paragraph" w:customStyle="1" w:styleId="94A8641602014C8C96A0CE6C60337DCF">
    <w:name w:val="94A8641602014C8C96A0CE6C60337DCF"/>
    <w:rsid w:val="00AE6F18"/>
    <w:pPr>
      <w:spacing w:after="160" w:line="259" w:lineRule="auto"/>
    </w:pPr>
  </w:style>
  <w:style w:type="paragraph" w:customStyle="1" w:styleId="AA50FDA88C544F2F8E74955E5C6AEBEE">
    <w:name w:val="AA50FDA88C544F2F8E74955E5C6AEBEE"/>
    <w:rsid w:val="00AE6F18"/>
    <w:pPr>
      <w:spacing w:after="160" w:line="259" w:lineRule="auto"/>
    </w:pPr>
  </w:style>
  <w:style w:type="paragraph" w:customStyle="1" w:styleId="BEA107596586441B9A2FA76F24AD006F">
    <w:name w:val="BEA107596586441B9A2FA76F24AD006F"/>
    <w:rsid w:val="00AE6F18"/>
    <w:pPr>
      <w:spacing w:after="160" w:line="259" w:lineRule="auto"/>
    </w:pPr>
  </w:style>
  <w:style w:type="paragraph" w:customStyle="1" w:styleId="6699D2B08F3B4EADB645292F3B77089D">
    <w:name w:val="6699D2B08F3B4EADB645292F3B77089D"/>
    <w:rsid w:val="00AE6F18"/>
    <w:pPr>
      <w:spacing w:after="160" w:line="259" w:lineRule="auto"/>
    </w:pPr>
  </w:style>
  <w:style w:type="paragraph" w:customStyle="1" w:styleId="A8DB60AF24BF4774ADAD9082F4910D55">
    <w:name w:val="A8DB60AF24BF4774ADAD9082F4910D55"/>
    <w:rsid w:val="00AE6F18"/>
    <w:pPr>
      <w:spacing w:after="160" w:line="259" w:lineRule="auto"/>
    </w:pPr>
  </w:style>
  <w:style w:type="paragraph" w:customStyle="1" w:styleId="19723534F8BA42CC95D33899F58829DE">
    <w:name w:val="19723534F8BA42CC95D33899F58829DE"/>
    <w:rsid w:val="00AE6F18"/>
    <w:pPr>
      <w:spacing w:after="160" w:line="259" w:lineRule="auto"/>
    </w:pPr>
  </w:style>
  <w:style w:type="paragraph" w:customStyle="1" w:styleId="7F74B5D584C841618E95C7760105519F">
    <w:name w:val="7F74B5D584C841618E95C7760105519F"/>
    <w:rsid w:val="00AE6F18"/>
    <w:pPr>
      <w:spacing w:after="160" w:line="259" w:lineRule="auto"/>
    </w:pPr>
  </w:style>
  <w:style w:type="paragraph" w:customStyle="1" w:styleId="DefaultPlaceholder1082065158">
    <w:name w:val="DefaultPlaceholder_1082065158"/>
    <w:rsid w:val="00AE6F18"/>
    <w:pPr>
      <w:spacing w:after="120"/>
    </w:pPr>
    <w:rPr>
      <w:rFonts w:ascii="Calibri" w:eastAsia="SimSun" w:hAnsi="Calibri" w:cs="Times New Roman"/>
      <w:szCs w:val="20"/>
      <w:lang w:eastAsia="zh-CN"/>
    </w:rPr>
  </w:style>
  <w:style w:type="paragraph" w:customStyle="1" w:styleId="D9A8D69A0C7940DB84123555E22610501">
    <w:name w:val="D9A8D69A0C7940DB84123555E22610501"/>
    <w:rsid w:val="00AE6F18"/>
    <w:pPr>
      <w:spacing w:after="120"/>
    </w:pPr>
    <w:rPr>
      <w:rFonts w:ascii="Calibri" w:eastAsia="SimSun" w:hAnsi="Calibri" w:cs="Times New Roman"/>
      <w:szCs w:val="20"/>
      <w:lang w:eastAsia="zh-CN"/>
    </w:rPr>
  </w:style>
  <w:style w:type="paragraph" w:customStyle="1" w:styleId="8A21FEFD06CF494CA8121FFEABA4A7401">
    <w:name w:val="8A21FEFD06CF494CA8121FFEABA4A7401"/>
    <w:rsid w:val="00AE6F18"/>
    <w:pPr>
      <w:spacing w:after="120"/>
    </w:pPr>
    <w:rPr>
      <w:rFonts w:ascii="Calibri" w:eastAsia="SimSun" w:hAnsi="Calibri" w:cs="Times New Roman"/>
      <w:szCs w:val="20"/>
      <w:lang w:eastAsia="zh-CN"/>
    </w:rPr>
  </w:style>
  <w:style w:type="paragraph" w:customStyle="1" w:styleId="08EE1AE3C37E44538D1E30B26E530B8E1">
    <w:name w:val="08EE1AE3C37E44538D1E30B26E530B8E1"/>
    <w:rsid w:val="00AE6F18"/>
    <w:pPr>
      <w:spacing w:after="120"/>
    </w:pPr>
    <w:rPr>
      <w:rFonts w:ascii="Calibri" w:eastAsia="SimSun" w:hAnsi="Calibri" w:cs="Times New Roman"/>
      <w:szCs w:val="20"/>
      <w:lang w:eastAsia="zh-CN"/>
    </w:rPr>
  </w:style>
  <w:style w:type="paragraph" w:customStyle="1" w:styleId="BF601532377740CAB8BB01177F4C34EC1">
    <w:name w:val="BF601532377740CAB8BB01177F4C34EC1"/>
    <w:rsid w:val="00AE6F18"/>
    <w:pPr>
      <w:spacing w:after="120"/>
    </w:pPr>
    <w:rPr>
      <w:rFonts w:ascii="Calibri" w:eastAsia="SimSun" w:hAnsi="Calibri" w:cs="Times New Roman"/>
      <w:szCs w:val="20"/>
      <w:lang w:eastAsia="zh-CN"/>
    </w:rPr>
  </w:style>
  <w:style w:type="paragraph" w:customStyle="1" w:styleId="28A3500CA7084670A04CC81AE14ACEAA1">
    <w:name w:val="28A3500CA7084670A04CC81AE14ACEAA1"/>
    <w:rsid w:val="00AE6F18"/>
    <w:pPr>
      <w:spacing w:after="120"/>
    </w:pPr>
    <w:rPr>
      <w:rFonts w:ascii="Calibri" w:eastAsia="SimSun" w:hAnsi="Calibri" w:cs="Times New Roman"/>
      <w:szCs w:val="20"/>
      <w:lang w:eastAsia="zh-CN"/>
    </w:rPr>
  </w:style>
  <w:style w:type="paragraph" w:customStyle="1" w:styleId="F0066247476448DC81B2D800ECC574A21">
    <w:name w:val="F0066247476448DC81B2D800ECC574A21"/>
    <w:rsid w:val="00AE6F18"/>
    <w:pPr>
      <w:spacing w:after="120"/>
    </w:pPr>
    <w:rPr>
      <w:rFonts w:ascii="Calibri" w:eastAsia="SimSun" w:hAnsi="Calibri" w:cs="Times New Roman"/>
      <w:szCs w:val="20"/>
      <w:lang w:eastAsia="zh-CN"/>
    </w:rPr>
  </w:style>
  <w:style w:type="paragraph" w:customStyle="1" w:styleId="EBAD2573A0EB4B8886BD4C2B4D65E7A21">
    <w:name w:val="EBAD2573A0EB4B8886BD4C2B4D65E7A21"/>
    <w:rsid w:val="00AE6F18"/>
    <w:pPr>
      <w:spacing w:after="120"/>
    </w:pPr>
    <w:rPr>
      <w:rFonts w:ascii="Calibri" w:eastAsia="SimSun" w:hAnsi="Calibri" w:cs="Times New Roman"/>
      <w:szCs w:val="20"/>
      <w:lang w:eastAsia="zh-CN"/>
    </w:rPr>
  </w:style>
  <w:style w:type="paragraph" w:customStyle="1" w:styleId="F76248B50F564AE2B08E2819F921FC591">
    <w:name w:val="F76248B50F564AE2B08E2819F921FC591"/>
    <w:rsid w:val="00AE6F18"/>
    <w:pPr>
      <w:spacing w:after="120"/>
    </w:pPr>
    <w:rPr>
      <w:rFonts w:ascii="Calibri" w:eastAsia="SimSun" w:hAnsi="Calibri" w:cs="Times New Roman"/>
      <w:szCs w:val="20"/>
      <w:lang w:eastAsia="zh-CN"/>
    </w:rPr>
  </w:style>
  <w:style w:type="paragraph" w:customStyle="1" w:styleId="2365F3CB92C248BDADAB280629FA36A41">
    <w:name w:val="2365F3CB92C248BDADAB280629FA36A41"/>
    <w:rsid w:val="00AE6F18"/>
    <w:pPr>
      <w:spacing w:after="120"/>
    </w:pPr>
    <w:rPr>
      <w:rFonts w:ascii="Calibri" w:eastAsia="SimSun" w:hAnsi="Calibri" w:cs="Times New Roman"/>
      <w:szCs w:val="20"/>
      <w:lang w:eastAsia="zh-CN"/>
    </w:rPr>
  </w:style>
  <w:style w:type="paragraph" w:customStyle="1" w:styleId="1987E35E465E4A5A9F6F2129F11649AD1">
    <w:name w:val="1987E35E465E4A5A9F6F2129F11649AD1"/>
    <w:rsid w:val="00AE6F18"/>
    <w:pPr>
      <w:spacing w:after="120"/>
    </w:pPr>
    <w:rPr>
      <w:rFonts w:ascii="Calibri" w:eastAsia="SimSun" w:hAnsi="Calibri" w:cs="Times New Roman"/>
      <w:szCs w:val="20"/>
      <w:lang w:eastAsia="zh-CN"/>
    </w:rPr>
  </w:style>
  <w:style w:type="paragraph" w:customStyle="1" w:styleId="38FD4945C32B4A4292F5A926E1AE9D5F1">
    <w:name w:val="38FD4945C32B4A4292F5A926E1AE9D5F1"/>
    <w:rsid w:val="00AE6F18"/>
    <w:pPr>
      <w:spacing w:after="120"/>
    </w:pPr>
    <w:rPr>
      <w:rFonts w:ascii="Calibri" w:eastAsia="SimSun" w:hAnsi="Calibri" w:cs="Times New Roman"/>
      <w:szCs w:val="20"/>
      <w:lang w:eastAsia="zh-CN"/>
    </w:rPr>
  </w:style>
  <w:style w:type="paragraph" w:customStyle="1" w:styleId="EF766D5892FD460BA58B820063AAE3601">
    <w:name w:val="EF766D5892FD460BA58B820063AAE3601"/>
    <w:rsid w:val="00AE6F18"/>
    <w:pPr>
      <w:spacing w:after="120"/>
    </w:pPr>
    <w:rPr>
      <w:rFonts w:ascii="Calibri" w:eastAsia="SimSun" w:hAnsi="Calibri" w:cs="Times New Roman"/>
      <w:szCs w:val="20"/>
      <w:lang w:eastAsia="zh-CN"/>
    </w:rPr>
  </w:style>
  <w:style w:type="paragraph" w:customStyle="1" w:styleId="94A8641602014C8C96A0CE6C60337DCF1">
    <w:name w:val="94A8641602014C8C96A0CE6C60337DCF1"/>
    <w:rsid w:val="00AE6F18"/>
    <w:pPr>
      <w:spacing w:after="120"/>
    </w:pPr>
    <w:rPr>
      <w:rFonts w:ascii="Calibri" w:eastAsia="SimSun" w:hAnsi="Calibri" w:cs="Times New Roman"/>
      <w:szCs w:val="20"/>
      <w:lang w:eastAsia="zh-CN"/>
    </w:rPr>
  </w:style>
  <w:style w:type="paragraph" w:customStyle="1" w:styleId="AA50FDA88C544F2F8E74955E5C6AEBEE1">
    <w:name w:val="AA50FDA88C544F2F8E74955E5C6AEBEE1"/>
    <w:rsid w:val="00AE6F18"/>
    <w:pPr>
      <w:spacing w:after="120"/>
    </w:pPr>
    <w:rPr>
      <w:rFonts w:ascii="Calibri" w:eastAsia="SimSun" w:hAnsi="Calibri" w:cs="Times New Roman"/>
      <w:szCs w:val="20"/>
      <w:lang w:eastAsia="zh-CN"/>
    </w:rPr>
  </w:style>
  <w:style w:type="paragraph" w:customStyle="1" w:styleId="BEA107596586441B9A2FA76F24AD006F1">
    <w:name w:val="BEA107596586441B9A2FA76F24AD006F1"/>
    <w:rsid w:val="00AE6F18"/>
    <w:pPr>
      <w:spacing w:after="120"/>
    </w:pPr>
    <w:rPr>
      <w:rFonts w:ascii="Calibri" w:eastAsia="SimSun" w:hAnsi="Calibri" w:cs="Times New Roman"/>
      <w:szCs w:val="20"/>
      <w:lang w:eastAsia="zh-CN"/>
    </w:rPr>
  </w:style>
  <w:style w:type="paragraph" w:customStyle="1" w:styleId="6699D2B08F3B4EADB645292F3B77089D1">
    <w:name w:val="6699D2B08F3B4EADB645292F3B77089D1"/>
    <w:rsid w:val="00AE6F18"/>
    <w:pPr>
      <w:spacing w:after="120"/>
    </w:pPr>
    <w:rPr>
      <w:rFonts w:ascii="Calibri" w:eastAsia="SimSun" w:hAnsi="Calibri" w:cs="Times New Roman"/>
      <w:szCs w:val="20"/>
      <w:lang w:eastAsia="zh-CN"/>
    </w:rPr>
  </w:style>
  <w:style w:type="paragraph" w:customStyle="1" w:styleId="A8DB60AF24BF4774ADAD9082F4910D551">
    <w:name w:val="A8DB60AF24BF4774ADAD9082F4910D551"/>
    <w:rsid w:val="00AE6F18"/>
    <w:pPr>
      <w:spacing w:after="120"/>
    </w:pPr>
    <w:rPr>
      <w:rFonts w:ascii="Calibri" w:eastAsia="SimSun" w:hAnsi="Calibri" w:cs="Times New Roman"/>
      <w:szCs w:val="20"/>
      <w:lang w:eastAsia="zh-CN"/>
    </w:rPr>
  </w:style>
  <w:style w:type="paragraph" w:customStyle="1" w:styleId="19723534F8BA42CC95D33899F58829DE1">
    <w:name w:val="19723534F8BA42CC95D33899F58829DE1"/>
    <w:rsid w:val="00AE6F18"/>
    <w:pPr>
      <w:spacing w:after="120"/>
    </w:pPr>
    <w:rPr>
      <w:rFonts w:ascii="Calibri" w:eastAsia="SimSun" w:hAnsi="Calibri" w:cs="Times New Roman"/>
      <w:szCs w:val="20"/>
      <w:lang w:eastAsia="zh-CN"/>
    </w:rPr>
  </w:style>
  <w:style w:type="paragraph" w:customStyle="1" w:styleId="7F74B5D584C841618E95C7760105519F1">
    <w:name w:val="7F74B5D584C841618E95C7760105519F1"/>
    <w:rsid w:val="00AE6F18"/>
    <w:pPr>
      <w:spacing w:after="120"/>
    </w:pPr>
    <w:rPr>
      <w:rFonts w:ascii="Calibri" w:eastAsia="SimSun" w:hAnsi="Calibri" w:cs="Times New Roman"/>
      <w:szCs w:val="20"/>
      <w:lang w:eastAsia="zh-CN"/>
    </w:rPr>
  </w:style>
  <w:style w:type="paragraph" w:customStyle="1" w:styleId="1B57F237D3DD4BF594184F6856067B5E1">
    <w:name w:val="1B57F237D3DD4BF594184F6856067B5E1"/>
    <w:rsid w:val="00AE6F18"/>
    <w:pPr>
      <w:spacing w:after="120"/>
    </w:pPr>
    <w:rPr>
      <w:rFonts w:ascii="Calibri" w:eastAsia="SimSun" w:hAnsi="Calibri" w:cs="Times New Roman"/>
      <w:szCs w:val="20"/>
      <w:lang w:eastAsia="zh-CN"/>
    </w:rPr>
  </w:style>
  <w:style w:type="paragraph" w:customStyle="1" w:styleId="5B03338ABD264FE3B78B7FFBC2743F0F1">
    <w:name w:val="5B03338ABD264FE3B78B7FFBC2743F0F1"/>
    <w:rsid w:val="00AE6F18"/>
    <w:pPr>
      <w:spacing w:after="120"/>
    </w:pPr>
    <w:rPr>
      <w:rFonts w:ascii="Calibri" w:eastAsia="SimSun" w:hAnsi="Calibri" w:cs="Times New Roman"/>
      <w:szCs w:val="20"/>
      <w:lang w:eastAsia="zh-CN"/>
    </w:rPr>
  </w:style>
  <w:style w:type="paragraph" w:customStyle="1" w:styleId="5803B54AE0CD444CBF7B6B101B0BF6DB">
    <w:name w:val="5803B54AE0CD444CBF7B6B101B0BF6DB"/>
    <w:rsid w:val="00AE6F18"/>
    <w:pPr>
      <w:spacing w:after="120"/>
    </w:pPr>
    <w:rPr>
      <w:rFonts w:ascii="Calibri" w:eastAsia="SimSun" w:hAnsi="Calibri" w:cs="Times New Roman"/>
      <w:szCs w:val="20"/>
      <w:lang w:eastAsia="zh-CN"/>
    </w:rPr>
  </w:style>
  <w:style w:type="paragraph" w:customStyle="1" w:styleId="D7F59F47077E44179C995CE308D6FF461">
    <w:name w:val="D7F59F47077E44179C995CE308D6FF461"/>
    <w:rsid w:val="00AE6F18"/>
    <w:pPr>
      <w:spacing w:after="120"/>
    </w:pPr>
    <w:rPr>
      <w:rFonts w:ascii="Calibri" w:eastAsia="SimSun" w:hAnsi="Calibri" w:cs="Times New Roman"/>
      <w:szCs w:val="20"/>
      <w:lang w:eastAsia="zh-CN"/>
    </w:rPr>
  </w:style>
  <w:style w:type="paragraph" w:customStyle="1" w:styleId="83A6AD98F6CD4686895A52B96DDF296B1">
    <w:name w:val="83A6AD98F6CD4686895A52B96DDF296B1"/>
    <w:rsid w:val="00AE6F18"/>
    <w:pPr>
      <w:spacing w:after="120"/>
    </w:pPr>
    <w:rPr>
      <w:rFonts w:ascii="Calibri" w:eastAsia="SimSun" w:hAnsi="Calibri" w:cs="Times New Roman"/>
      <w:szCs w:val="20"/>
      <w:lang w:eastAsia="zh-CN"/>
    </w:rPr>
  </w:style>
  <w:style w:type="paragraph" w:customStyle="1" w:styleId="C1225B30BF21405C9FFD0DFA9D4C74EF1">
    <w:name w:val="C1225B30BF21405C9FFD0DFA9D4C74EF1"/>
    <w:rsid w:val="00AE6F18"/>
    <w:pPr>
      <w:spacing w:after="120"/>
    </w:pPr>
    <w:rPr>
      <w:rFonts w:ascii="Calibri" w:eastAsia="SimSun" w:hAnsi="Calibri" w:cs="Times New Roman"/>
      <w:szCs w:val="20"/>
      <w:lang w:eastAsia="zh-CN"/>
    </w:rPr>
  </w:style>
  <w:style w:type="paragraph" w:customStyle="1" w:styleId="883973E3C76D498C883A6F6AF851B76A1">
    <w:name w:val="883973E3C76D498C883A6F6AF851B76A1"/>
    <w:rsid w:val="00AE6F18"/>
    <w:pPr>
      <w:spacing w:after="120"/>
    </w:pPr>
    <w:rPr>
      <w:rFonts w:ascii="Calibri" w:eastAsia="SimSun" w:hAnsi="Calibri" w:cs="Times New Roman"/>
      <w:szCs w:val="20"/>
      <w:lang w:eastAsia="zh-CN"/>
    </w:rPr>
  </w:style>
  <w:style w:type="paragraph" w:customStyle="1" w:styleId="34325D92AD0F444DA61D84DC55C4CE0D1">
    <w:name w:val="34325D92AD0F444DA61D84DC55C4CE0D1"/>
    <w:rsid w:val="00AE6F18"/>
    <w:pPr>
      <w:spacing w:after="120"/>
    </w:pPr>
    <w:rPr>
      <w:rFonts w:ascii="Calibri" w:eastAsia="SimSun" w:hAnsi="Calibri" w:cs="Times New Roman"/>
      <w:szCs w:val="20"/>
      <w:lang w:eastAsia="zh-CN"/>
    </w:rPr>
  </w:style>
  <w:style w:type="paragraph" w:customStyle="1" w:styleId="19E81EB0B7474D3AAFEF4DF5887106491">
    <w:name w:val="19E81EB0B7474D3AAFEF4DF5887106491"/>
    <w:rsid w:val="00AE6F18"/>
    <w:pPr>
      <w:spacing w:after="120"/>
    </w:pPr>
    <w:rPr>
      <w:rFonts w:ascii="Calibri" w:eastAsia="SimSun" w:hAnsi="Calibri" w:cs="Times New Roman"/>
      <w:szCs w:val="20"/>
      <w:lang w:eastAsia="zh-CN"/>
    </w:rPr>
  </w:style>
  <w:style w:type="paragraph" w:customStyle="1" w:styleId="4E2FE40EDAC94275B9CEDADE340399A11">
    <w:name w:val="4E2FE40EDAC94275B9CEDADE340399A11"/>
    <w:rsid w:val="00AE6F18"/>
    <w:pPr>
      <w:spacing w:after="120"/>
    </w:pPr>
    <w:rPr>
      <w:rFonts w:ascii="Calibri" w:eastAsia="SimSun" w:hAnsi="Calibri" w:cs="Times New Roman"/>
      <w:szCs w:val="20"/>
      <w:lang w:eastAsia="zh-CN"/>
    </w:rPr>
  </w:style>
  <w:style w:type="paragraph" w:customStyle="1" w:styleId="0E2F54E4894E468EACD7F41150222DAC">
    <w:name w:val="0E2F54E4894E468EACD7F41150222DAC"/>
    <w:rsid w:val="00AE6F18"/>
    <w:pPr>
      <w:spacing w:after="160" w:line="259" w:lineRule="auto"/>
    </w:pPr>
  </w:style>
  <w:style w:type="paragraph" w:customStyle="1" w:styleId="F9A1037F23184BDFB3D7B13A6EB396CA">
    <w:name w:val="F9A1037F23184BDFB3D7B13A6EB396CA"/>
    <w:rsid w:val="00AE6F18"/>
    <w:pPr>
      <w:spacing w:after="160" w:line="259" w:lineRule="auto"/>
    </w:pPr>
  </w:style>
  <w:style w:type="paragraph" w:customStyle="1" w:styleId="6AA918D89B2D409C81F0A555318CDF56">
    <w:name w:val="6AA918D89B2D409C81F0A555318CDF56"/>
    <w:rsid w:val="00AE6F18"/>
    <w:pPr>
      <w:spacing w:after="160" w:line="259" w:lineRule="auto"/>
    </w:pPr>
  </w:style>
  <w:style w:type="paragraph" w:customStyle="1" w:styleId="CF7F7A119EAE4B0B88C2B7357EF64046">
    <w:name w:val="CF7F7A119EAE4B0B88C2B7357EF64046"/>
    <w:rsid w:val="00AE6F18"/>
    <w:pPr>
      <w:spacing w:after="160" w:line="259" w:lineRule="auto"/>
    </w:pPr>
  </w:style>
  <w:style w:type="paragraph" w:customStyle="1" w:styleId="AC76FAD91D1148A89E9F8C9BA278E5CF">
    <w:name w:val="AC76FAD91D1148A89E9F8C9BA278E5CF"/>
    <w:rsid w:val="00AE6F18"/>
    <w:pPr>
      <w:spacing w:after="160" w:line="259" w:lineRule="auto"/>
    </w:pPr>
  </w:style>
  <w:style w:type="paragraph" w:customStyle="1" w:styleId="8C71605257AE4BA9A921C88F4E21F944">
    <w:name w:val="8C71605257AE4BA9A921C88F4E21F944"/>
    <w:rsid w:val="00AE6F18"/>
    <w:pPr>
      <w:spacing w:after="160" w:line="259" w:lineRule="auto"/>
    </w:pPr>
  </w:style>
  <w:style w:type="paragraph" w:customStyle="1" w:styleId="F63CE319B658451CA4ACE285E18928F7">
    <w:name w:val="F63CE319B658451CA4ACE285E18928F7"/>
    <w:rsid w:val="00AE6F18"/>
    <w:pPr>
      <w:spacing w:after="160" w:line="259" w:lineRule="auto"/>
    </w:pPr>
  </w:style>
  <w:style w:type="paragraph" w:customStyle="1" w:styleId="8034B6E1F1914C54B367C0524AF09011">
    <w:name w:val="8034B6E1F1914C54B367C0524AF09011"/>
    <w:rsid w:val="00A22716"/>
    <w:pPr>
      <w:spacing w:after="160" w:line="259" w:lineRule="auto"/>
    </w:pPr>
  </w:style>
  <w:style w:type="paragraph" w:customStyle="1" w:styleId="246F0D68705C40C78B614E61AE156D4A">
    <w:name w:val="246F0D68705C40C78B614E61AE156D4A"/>
    <w:rsid w:val="008E1768"/>
    <w:pPr>
      <w:spacing w:after="160" w:line="259" w:lineRule="auto"/>
    </w:pPr>
  </w:style>
  <w:style w:type="paragraph" w:customStyle="1" w:styleId="C504307F12654F019D2C88CA1C80F414">
    <w:name w:val="C504307F12654F019D2C88CA1C80F414"/>
    <w:rsid w:val="00D11BB5"/>
    <w:pPr>
      <w:spacing w:after="160" w:line="259" w:lineRule="auto"/>
    </w:pPr>
  </w:style>
  <w:style w:type="paragraph" w:customStyle="1" w:styleId="A31F297E631C41F98B8415D9B387B64F">
    <w:name w:val="A31F297E631C41F98B8415D9B387B64F"/>
    <w:rsid w:val="00855FD3"/>
    <w:pPr>
      <w:spacing w:after="160" w:line="259" w:lineRule="auto"/>
    </w:pPr>
  </w:style>
  <w:style w:type="paragraph" w:customStyle="1" w:styleId="424B036E57114330923FE698DAF973F8">
    <w:name w:val="424B036E57114330923FE698DAF973F8"/>
    <w:rsid w:val="00855FD3"/>
    <w:pPr>
      <w:spacing w:after="160" w:line="259" w:lineRule="auto"/>
    </w:pPr>
  </w:style>
  <w:style w:type="paragraph" w:customStyle="1" w:styleId="6D78E900DEA44B859753F8F08FB7B331">
    <w:name w:val="6D78E900DEA44B859753F8F08FB7B331"/>
    <w:rsid w:val="00855FD3"/>
    <w:pPr>
      <w:spacing w:after="160" w:line="259" w:lineRule="auto"/>
    </w:pPr>
  </w:style>
  <w:style w:type="paragraph" w:customStyle="1" w:styleId="C60B72F4ED1542C7885EB3E3717F19C9">
    <w:name w:val="C60B72F4ED1542C7885EB3E3717F19C9"/>
    <w:rsid w:val="00855FD3"/>
    <w:pPr>
      <w:spacing w:after="160" w:line="259" w:lineRule="auto"/>
    </w:pPr>
  </w:style>
  <w:style w:type="paragraph" w:customStyle="1" w:styleId="B0EF312E41C540F09413A023A7025DCB">
    <w:name w:val="B0EF312E41C540F09413A023A7025DCB"/>
    <w:rsid w:val="00F75257"/>
    <w:pPr>
      <w:spacing w:after="160" w:line="259" w:lineRule="auto"/>
    </w:pPr>
  </w:style>
  <w:style w:type="paragraph" w:customStyle="1" w:styleId="3609DBFB15EA486CA82EB6DFECD725DC">
    <w:name w:val="3609DBFB15EA486CA82EB6DFECD725DC"/>
    <w:rsid w:val="00F75257"/>
    <w:pPr>
      <w:spacing w:after="160" w:line="259" w:lineRule="auto"/>
    </w:pPr>
  </w:style>
  <w:style w:type="paragraph" w:customStyle="1" w:styleId="BDEEB5D059CD4ED5B3DFC24B87FF9900">
    <w:name w:val="BDEEB5D059CD4ED5B3DFC24B87FF9900"/>
    <w:rsid w:val="00F75257"/>
    <w:pPr>
      <w:spacing w:after="160" w:line="259" w:lineRule="auto"/>
    </w:pPr>
  </w:style>
  <w:style w:type="paragraph" w:customStyle="1" w:styleId="D82B5930CFF847F683C68F48E6D7B218">
    <w:name w:val="D82B5930CFF847F683C68F48E6D7B218"/>
    <w:rsid w:val="00A568F1"/>
    <w:pPr>
      <w:spacing w:after="160" w:line="259" w:lineRule="auto"/>
    </w:pPr>
  </w:style>
  <w:style w:type="paragraph" w:customStyle="1" w:styleId="0424AEAC5C1E4D43AF43CDBDDC9B56CF">
    <w:name w:val="0424AEAC5C1E4D43AF43CDBDDC9B56CF"/>
    <w:rsid w:val="00A568F1"/>
    <w:pPr>
      <w:spacing w:after="160" w:line="259" w:lineRule="auto"/>
    </w:pPr>
  </w:style>
  <w:style w:type="paragraph" w:customStyle="1" w:styleId="9510CB3B22AA402EB4056A1C98B00F2B">
    <w:name w:val="9510CB3B22AA402EB4056A1C98B00F2B"/>
    <w:rsid w:val="00A568F1"/>
    <w:pPr>
      <w:spacing w:after="160" w:line="259" w:lineRule="auto"/>
    </w:pPr>
  </w:style>
  <w:style w:type="paragraph" w:customStyle="1" w:styleId="48F4D35E238A4C988A60C8FC09C674FA">
    <w:name w:val="48F4D35E238A4C988A60C8FC09C674FA"/>
    <w:rsid w:val="00E66FA9"/>
    <w:pPr>
      <w:spacing w:after="160" w:line="259" w:lineRule="auto"/>
    </w:pPr>
  </w:style>
  <w:style w:type="paragraph" w:customStyle="1" w:styleId="B53BEA91DA10427DB676575E6D6597C8">
    <w:name w:val="B53BEA91DA10427DB676575E6D6597C8"/>
    <w:rsid w:val="00E66FA9"/>
    <w:pPr>
      <w:spacing w:after="160" w:line="259" w:lineRule="auto"/>
    </w:pPr>
  </w:style>
  <w:style w:type="paragraph" w:customStyle="1" w:styleId="7C44E65FC33D4C409B5AA656E92F3907">
    <w:name w:val="7C44E65FC33D4C409B5AA656E92F3907"/>
    <w:rsid w:val="00C54552"/>
    <w:pPr>
      <w:spacing w:after="160" w:line="259" w:lineRule="auto"/>
    </w:pPr>
  </w:style>
  <w:style w:type="paragraph" w:customStyle="1" w:styleId="20F24B24A6B04530981776668283C09F">
    <w:name w:val="20F24B24A6B04530981776668283C09F"/>
    <w:rsid w:val="00C54552"/>
    <w:pPr>
      <w:spacing w:after="160" w:line="259" w:lineRule="auto"/>
    </w:pPr>
  </w:style>
  <w:style w:type="paragraph" w:customStyle="1" w:styleId="1A6D5F16EFA04F309D8E5BA520A67DA3">
    <w:name w:val="1A6D5F16EFA04F309D8E5BA520A67DA3"/>
    <w:rsid w:val="00E76A2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779AB6EE.dotm</Template>
  <TotalTime>162</TotalTime>
  <Pages>10</Pages>
  <Words>1118</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Unauthorised Access to computer data</vt:lpstr>
    </vt:vector>
  </TitlesOfParts>
  <Company>EIT</Company>
  <LinksUpToDate>false</LinksUpToDate>
  <CharactersWithSpaces>7296</CharactersWithSpaces>
  <SharedDoc>false</SharedDoc>
  <HLinks>
    <vt:vector size="18" baseType="variant">
      <vt:variant>
        <vt:i4>6619205</vt:i4>
      </vt:variant>
      <vt:variant>
        <vt:i4>6</vt:i4>
      </vt:variant>
      <vt:variant>
        <vt:i4>0</vt:i4>
      </vt:variant>
      <vt:variant>
        <vt:i4>5</vt:i4>
      </vt:variant>
      <vt:variant>
        <vt:lpwstr>mailto:ncc2@eit.ac.nz</vt:lpwstr>
      </vt:variant>
      <vt:variant>
        <vt:lpwstr/>
      </vt:variant>
      <vt:variant>
        <vt:i4>6619205</vt:i4>
      </vt:variant>
      <vt:variant>
        <vt:i4>3</vt:i4>
      </vt:variant>
      <vt:variant>
        <vt:i4>0</vt:i4>
      </vt:variant>
      <vt:variant>
        <vt:i4>5</vt:i4>
      </vt:variant>
      <vt:variant>
        <vt:lpwstr>mailto:ncc2@eit.ac.nz</vt:lpwstr>
      </vt:variant>
      <vt:variant>
        <vt:lpwstr/>
      </vt:variant>
      <vt:variant>
        <vt:i4>6619205</vt:i4>
      </vt:variant>
      <vt:variant>
        <vt:i4>0</vt:i4>
      </vt:variant>
      <vt:variant>
        <vt:i4>0</vt:i4>
      </vt:variant>
      <vt:variant>
        <vt:i4>5</vt:i4>
      </vt:variant>
      <vt:variant>
        <vt:lpwstr>mailto:ncc2@eit.ac.nz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Unauthorised Access to computer data</dc:title>
  <dc:subject/>
  <dc:creator>IT Services</dc:creator>
  <cp:keywords/>
  <dc:description/>
  <cp:lastModifiedBy>Gay Robertson</cp:lastModifiedBy>
  <cp:revision>40</cp:revision>
  <cp:lastPrinted>2017-02-13T23:39:00Z</cp:lastPrinted>
  <dcterms:created xsi:type="dcterms:W3CDTF">2017-02-16T20:09:00Z</dcterms:created>
  <dcterms:modified xsi:type="dcterms:W3CDTF">2018-08-28T23:24:00Z</dcterms:modified>
</cp:coreProperties>
</file>