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82" w:rsidRPr="00EA2932" w:rsidRDefault="00977285" w:rsidP="00CC0782">
      <w:pPr>
        <w:shd w:val="clear" w:color="auto" w:fill="000000" w:themeFill="text1"/>
        <w:spacing w:after="1080" w:line="259" w:lineRule="auto"/>
        <w:jc w:val="center"/>
        <w:rPr>
          <w:sz w:val="96"/>
        </w:rPr>
      </w:pPr>
      <w:bookmarkStart w:id="0" w:name="_Toc433086971"/>
      <w:bookmarkStart w:id="1" w:name="_Toc433087068"/>
      <w:bookmarkStart w:id="2" w:name="_Toc433087422"/>
      <w:bookmarkStart w:id="3" w:name="_Toc433087630"/>
      <w:bookmarkStart w:id="4" w:name="_Toc433518199"/>
      <w:bookmarkStart w:id="5" w:name="_Toc433523224"/>
      <w:bookmarkStart w:id="6" w:name="_Toc433601613"/>
      <w:bookmarkStart w:id="7" w:name="_Toc434397242"/>
      <w:bookmarkStart w:id="8" w:name="_Toc521400026"/>
      <w:r>
        <w:rPr>
          <w:sz w:val="96"/>
        </w:rPr>
        <w:t xml:space="preserve">2.20 </w:t>
      </w:r>
      <w:r w:rsidR="00CC0782">
        <w:rPr>
          <w:sz w:val="96"/>
        </w:rPr>
        <w:t xml:space="preserve">Internet Communication </w:t>
      </w:r>
      <w:r w:rsidR="00CC0782" w:rsidRPr="00EA2932">
        <w:rPr>
          <w:sz w:val="96"/>
        </w:rPr>
        <w:t xml:space="preserve">Assessment </w:t>
      </w:r>
      <w:r w:rsidR="00CC0782">
        <w:rPr>
          <w:sz w:val="96"/>
        </w:rPr>
        <w:t>Form 1</w:t>
      </w:r>
    </w:p>
    <w:p w:rsidR="004C2F9D" w:rsidRPr="00886728" w:rsidRDefault="004C2F9D" w:rsidP="00274162">
      <w:pPr>
        <w:pStyle w:val="smallline"/>
      </w:pPr>
    </w:p>
    <w:p w:rsidR="004C2F9D" w:rsidRDefault="00274162" w:rsidP="004C2F9D">
      <w:pPr>
        <w:pStyle w:val="Heading2"/>
      </w:pPr>
      <w:r>
        <w:t>Please fill in this section</w:t>
      </w:r>
    </w:p>
    <w:p w:rsidR="004C2F9D" w:rsidRDefault="004C2F9D" w:rsidP="004C2F9D">
      <w:pPr>
        <w:pStyle w:val="smallline"/>
      </w:pPr>
    </w:p>
    <w:p w:rsidR="00F45912" w:rsidRDefault="004C2F9D" w:rsidP="004C2F9D">
      <w:pPr>
        <w:tabs>
          <w:tab w:val="right" w:leader="dot" w:pos="7655"/>
        </w:tabs>
        <w:spacing w:line="480" w:lineRule="auto"/>
        <w:rPr>
          <w:rFonts w:ascii="Tahoma" w:hAnsi="Tahoma" w:cs="Tahoma"/>
        </w:rPr>
      </w:pPr>
      <w:r>
        <w:rPr>
          <w:rFonts w:ascii="Tahoma" w:hAnsi="Tahoma" w:cs="Tahoma"/>
        </w:rPr>
        <w:t>Key your Name:</w:t>
      </w:r>
      <w:r w:rsidR="00AC5C16">
        <w:rPr>
          <w:rFonts w:ascii="Tahoma" w:hAnsi="Tahoma" w:cs="Tahoma"/>
        </w:rPr>
        <w:t xml:space="preserve">   </w:t>
      </w:r>
      <w:sdt>
        <w:sdtPr>
          <w:rPr>
            <w:rFonts w:ascii="Tahoma" w:hAnsi="Tahoma" w:cs="Tahoma"/>
          </w:rPr>
          <w:id w:val="59221444"/>
          <w:placeholder>
            <w:docPart w:val="DefaultPlaceholder_1082065158"/>
          </w:placeholder>
          <w:showingPlcHdr/>
          <w15:color w:val="FF0000"/>
          <w:text/>
        </w:sdtPr>
        <w:sdtEndPr/>
        <w:sdtContent>
          <w:r w:rsidR="00F45912" w:rsidRPr="00D207C0">
            <w:rPr>
              <w:rStyle w:val="PlaceholderText"/>
              <w:b/>
              <w:sz w:val="32"/>
            </w:rPr>
            <w:t>Click here to enter text.</w:t>
          </w:r>
        </w:sdtContent>
      </w:sdt>
    </w:p>
    <w:p w:rsidR="004C2F9D" w:rsidRDefault="004C2F9D" w:rsidP="004C2F9D">
      <w:pPr>
        <w:tabs>
          <w:tab w:val="right" w:leader="dot" w:pos="7655"/>
        </w:tabs>
        <w:spacing w:line="480" w:lineRule="auto"/>
        <w:rPr>
          <w:rFonts w:ascii="Tahoma" w:hAnsi="Tahoma" w:cs="Tahoma"/>
        </w:rPr>
      </w:pPr>
    </w:p>
    <w:p w:rsidR="00321146" w:rsidRPr="00321146" w:rsidRDefault="00B454B9" w:rsidP="00321146">
      <w:pPr>
        <w:pStyle w:val="Heading4"/>
        <w:rPr>
          <w:sz w:val="20"/>
          <w:szCs w:val="20"/>
        </w:rPr>
      </w:pPr>
      <w:r>
        <w:rPr>
          <w:sz w:val="20"/>
          <w:szCs w:val="20"/>
        </w:rPr>
        <w:t>Assessed outcome</w:t>
      </w:r>
      <w:r w:rsidR="00321146" w:rsidRPr="00321146">
        <w:rPr>
          <w:sz w:val="20"/>
          <w:szCs w:val="20"/>
        </w:rPr>
        <w:t>:</w:t>
      </w:r>
    </w:p>
    <w:p w:rsidR="0017329B" w:rsidRDefault="0017329B" w:rsidP="005A7953">
      <w:pPr>
        <w:keepNext/>
        <w:keepLines/>
        <w:spacing w:after="0" w:line="240" w:lineRule="auto"/>
        <w:rPr>
          <w:rFonts w:cs="Arial"/>
          <w:b/>
          <w:sz w:val="20"/>
        </w:rPr>
      </w:pPr>
    </w:p>
    <w:p w:rsidR="00977285" w:rsidRPr="00977285" w:rsidRDefault="00977285" w:rsidP="005A7953">
      <w:pPr>
        <w:keepNext/>
        <w:keepLines/>
        <w:spacing w:after="0" w:line="240" w:lineRule="auto"/>
        <w:rPr>
          <w:rFonts w:cs="Arial"/>
          <w:b/>
          <w:sz w:val="24"/>
        </w:rPr>
      </w:pPr>
      <w:r w:rsidRPr="00977285">
        <w:rPr>
          <w:rFonts w:cs="Arial"/>
          <w:b/>
          <w:sz w:val="24"/>
        </w:rPr>
        <w:t>LO1:</w:t>
      </w:r>
    </w:p>
    <w:p w:rsidR="005A7953" w:rsidRPr="00326753" w:rsidRDefault="00DD6B62" w:rsidP="005A7953">
      <w:pPr>
        <w:keepNext/>
        <w:keepLines/>
        <w:spacing w:after="0" w:line="240" w:lineRule="auto"/>
        <w:rPr>
          <w:rFonts w:cs="Arial"/>
          <w:b/>
          <w:sz w:val="24"/>
        </w:rPr>
      </w:pPr>
      <w:r w:rsidRPr="00326753">
        <w:rPr>
          <w:rFonts w:cs="Arial"/>
          <w:sz w:val="24"/>
        </w:rPr>
        <w:t>Use internet and common digital devices and software to connect with other users and devices</w:t>
      </w:r>
    </w:p>
    <w:p w:rsidR="00F45912" w:rsidRPr="00326753" w:rsidRDefault="00F45912" w:rsidP="00274162">
      <w:pPr>
        <w:keepNext/>
        <w:keepLines/>
        <w:spacing w:after="0" w:line="240" w:lineRule="auto"/>
        <w:rPr>
          <w:rFonts w:cs="Arial"/>
          <w:b/>
          <w:sz w:val="24"/>
        </w:rPr>
      </w:pPr>
    </w:p>
    <w:p w:rsidR="00F45912" w:rsidRPr="00321146" w:rsidRDefault="00F45912" w:rsidP="00274162">
      <w:pPr>
        <w:keepNext/>
        <w:keepLines/>
        <w:spacing w:after="0" w:line="240" w:lineRule="auto"/>
        <w:rPr>
          <w:rFonts w:cs="Arial"/>
          <w:b/>
          <w:sz w:val="20"/>
        </w:rPr>
      </w:pPr>
    </w:p>
    <w:p w:rsidR="002E196D" w:rsidRDefault="00C448D0" w:rsidP="002E196D">
      <w:pPr>
        <w:rPr>
          <w:rFonts w:ascii="Tahoma" w:hAnsi="Tahoma" w:cs="Tahoma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DCCDB" wp14:editId="7C48D75B">
                <wp:simplePos x="0" y="0"/>
                <wp:positionH relativeFrom="column">
                  <wp:posOffset>-91440</wp:posOffset>
                </wp:positionH>
                <wp:positionV relativeFrom="paragraph">
                  <wp:posOffset>223520</wp:posOffset>
                </wp:positionV>
                <wp:extent cx="6276975" cy="2714625"/>
                <wp:effectExtent l="0" t="0" r="28575" b="28575"/>
                <wp:wrapNone/>
                <wp:docPr id="3" name="Folded Corne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2714625"/>
                        </a:xfrm>
                        <a:prstGeom prst="foldedCorner">
                          <a:avLst>
                            <a:gd name="adj" fmla="val 11444"/>
                          </a:avLst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99BA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9" o:spid="_x0000_s1026" type="#_x0000_t65" style="position:absolute;margin-left:-7.2pt;margin-top:17.6pt;width:494.25pt;height:2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" adj="19128" filled="f" strokecolor="#243f60" strokeweight="2pt"/>
            </w:pict>
          </mc:Fallback>
        </mc:AlternateContent>
      </w:r>
    </w:p>
    <w:p w:rsidR="00321146" w:rsidRPr="00321146" w:rsidRDefault="00321146" w:rsidP="00321146">
      <w:pPr>
        <w:rPr>
          <w:b/>
          <w:sz w:val="24"/>
        </w:rPr>
      </w:pPr>
      <w:r w:rsidRPr="00321146">
        <w:rPr>
          <w:b/>
          <w:sz w:val="24"/>
        </w:rPr>
        <w:t>Assessment Conditions:</w:t>
      </w:r>
    </w:p>
    <w:p w:rsidR="00321146" w:rsidRPr="00321146" w:rsidRDefault="00321146" w:rsidP="004C2F9D">
      <w:pPr>
        <w:numPr>
          <w:ilvl w:val="0"/>
          <w:numId w:val="13"/>
        </w:numPr>
      </w:pPr>
      <w:r w:rsidRPr="00321146">
        <w:t>The documents produced during this assessment must be entirely your own work. You signed</w:t>
      </w:r>
      <w:r w:rsidR="00DD6B62">
        <w:t xml:space="preserve"> and returned to EIT</w:t>
      </w:r>
      <w:r w:rsidRPr="00321146">
        <w:t xml:space="preserve"> an Attestation Form.</w:t>
      </w:r>
    </w:p>
    <w:p w:rsidR="00321146" w:rsidRPr="00321146" w:rsidRDefault="00321146" w:rsidP="004C2F9D">
      <w:pPr>
        <w:numPr>
          <w:ilvl w:val="0"/>
          <w:numId w:val="13"/>
        </w:numPr>
      </w:pPr>
      <w:r w:rsidRPr="00321146">
        <w:t>When completing this assessment you must comply with occupational health and safety guidelines in relation to your own working environment and practices.</w:t>
      </w:r>
    </w:p>
    <w:p w:rsidR="00321146" w:rsidRPr="00321146" w:rsidRDefault="00321146" w:rsidP="004C2F9D">
      <w:pPr>
        <w:numPr>
          <w:ilvl w:val="0"/>
          <w:numId w:val="13"/>
        </w:numPr>
      </w:pPr>
      <w:r w:rsidRPr="00321146">
        <w:t xml:space="preserve">This is an open book assignment.  Use of workbooks and </w:t>
      </w:r>
      <w:proofErr w:type="gramStart"/>
      <w:r w:rsidRPr="00321146">
        <w:t>powerpoint</w:t>
      </w:r>
      <w:proofErr w:type="gramEnd"/>
      <w:r w:rsidRPr="00321146">
        <w:t xml:space="preserve"> presentations is allowed.  No printing is required.</w:t>
      </w:r>
    </w:p>
    <w:p w:rsidR="00321146" w:rsidRPr="00321146" w:rsidRDefault="00321146" w:rsidP="004C2F9D">
      <w:pPr>
        <w:numPr>
          <w:ilvl w:val="0"/>
          <w:numId w:val="13"/>
        </w:numPr>
      </w:pPr>
      <w:r w:rsidRPr="00321146">
        <w:t>Your document must be emailed in as per instructions at the end of the assignment.</w:t>
      </w:r>
    </w:p>
    <w:p w:rsidR="00321146" w:rsidRPr="00321146" w:rsidRDefault="00321146" w:rsidP="004C2F9D">
      <w:pPr>
        <w:numPr>
          <w:ilvl w:val="0"/>
          <w:numId w:val="13"/>
        </w:numPr>
      </w:pPr>
      <w:r w:rsidRPr="00321146">
        <w:t xml:space="preserve">Any feedback will be emailed from </w:t>
      </w:r>
      <w:hyperlink r:id="rId7" w:history="1">
        <w:r w:rsidR="00DD6B62" w:rsidRPr="00B333CB">
          <w:rPr>
            <w:rStyle w:val="Hyperlink"/>
          </w:rPr>
          <w:t>nzcc2@eit.ac.nz</w:t>
        </w:r>
      </w:hyperlink>
      <w:r w:rsidRPr="00321146">
        <w:t xml:space="preserve">   </w:t>
      </w:r>
    </w:p>
    <w:p w:rsidR="00321146" w:rsidRPr="00321146" w:rsidRDefault="00321146" w:rsidP="004C2F9D">
      <w:pPr>
        <w:numPr>
          <w:ilvl w:val="0"/>
          <w:numId w:val="13"/>
        </w:numPr>
      </w:pPr>
      <w:r w:rsidRPr="00321146">
        <w:t xml:space="preserve">Your Assessment Decision will also be emailed from </w:t>
      </w:r>
      <w:hyperlink r:id="rId8" w:history="1">
        <w:r w:rsidR="00DD6B62" w:rsidRPr="00B333CB">
          <w:rPr>
            <w:rStyle w:val="Hyperlink"/>
          </w:rPr>
          <w:t>nzcc2@eit.ac.nz</w:t>
        </w:r>
      </w:hyperlink>
      <w:r w:rsidRPr="00321146">
        <w:t xml:space="preserve"> </w:t>
      </w:r>
    </w:p>
    <w:p w:rsidR="004C2F9D" w:rsidRDefault="004C2F9D" w:rsidP="00195423"/>
    <w:p w:rsidR="002E196D" w:rsidRPr="009E3B61" w:rsidRDefault="00321146" w:rsidP="00274162">
      <w:r w:rsidRPr="0063172E">
        <w:rPr>
          <w:sz w:val="28"/>
        </w:rPr>
        <w:t>Go to the next page to begin your assignment</w:t>
      </w:r>
      <w:r w:rsidR="002E196D" w:rsidRPr="002E196D"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B56710" w:rsidRDefault="00B56710" w:rsidP="00EE2A55">
      <w:pPr>
        <w:tabs>
          <w:tab w:val="right" w:pos="9639"/>
        </w:tabs>
        <w:rPr>
          <w:b/>
          <w:color w:val="FFFFFF"/>
          <w:sz w:val="28"/>
          <w:szCs w:val="28"/>
          <w:highlight w:val="black"/>
        </w:rPr>
      </w:pPr>
    </w:p>
    <w:p w:rsidR="00B454B9" w:rsidRPr="00D91DA3" w:rsidRDefault="00B454B9" w:rsidP="00B454B9">
      <w:pPr>
        <w:spacing w:after="0" w:line="240" w:lineRule="auto"/>
        <w:rPr>
          <w:sz w:val="28"/>
        </w:rPr>
      </w:pPr>
      <w:bookmarkStart w:id="9" w:name="_Toc474746174"/>
      <w:r w:rsidRPr="00D91DA3">
        <w:rPr>
          <w:sz w:val="28"/>
        </w:rPr>
        <w:t>To fill in the form follow this instruction:</w:t>
      </w:r>
    </w:p>
    <w:p w:rsidR="00B454B9" w:rsidRDefault="00B454B9" w:rsidP="00B454B9">
      <w:pPr>
        <w:spacing w:after="0" w:line="240" w:lineRule="auto"/>
      </w:pPr>
      <w:r>
        <w:rPr>
          <w:noProof/>
          <w:lang w:eastAsia="en-NZ"/>
        </w:rPr>
        <w:drawing>
          <wp:inline distT="0" distB="0" distL="0" distR="0" wp14:anchorId="0AEFF2D9" wp14:editId="32442947">
            <wp:extent cx="3685715" cy="590476"/>
            <wp:effectExtent l="0" t="0" r="0" b="635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19D" w:rsidRDefault="00F6019D" w:rsidP="00B454B9">
      <w:pPr>
        <w:spacing w:after="0" w:line="240" w:lineRule="auto"/>
      </w:pPr>
      <w:r>
        <w:t xml:space="preserve">Note:  don’t </w:t>
      </w:r>
      <w:r w:rsidR="00D91DA3">
        <w:t>worry about the text boxes – the</w:t>
      </w:r>
      <w:r>
        <w:t xml:space="preserve"> boxes will grow bigger as you type so there is ample room</w:t>
      </w:r>
    </w:p>
    <w:p w:rsidR="00B454B9" w:rsidRDefault="00B454B9" w:rsidP="00B454B9"/>
    <w:p w:rsidR="00CE5A16" w:rsidRDefault="00CE5A16" w:rsidP="00B454B9"/>
    <w:p w:rsidR="00CE5A16" w:rsidRDefault="00CE5A16" w:rsidP="00B454B9"/>
    <w:p w:rsidR="00A40124" w:rsidRDefault="00A40124" w:rsidP="00A40124">
      <w:pPr>
        <w:pStyle w:val="Heading2"/>
      </w:pPr>
      <w:r>
        <w:t xml:space="preserve">Task </w:t>
      </w:r>
      <w:r w:rsidR="000A303D">
        <w:t>1</w:t>
      </w:r>
      <w:r w:rsidRPr="00F9439E">
        <w:t>:</w:t>
      </w:r>
      <w:bookmarkEnd w:id="9"/>
      <w:r w:rsidRPr="00F9439E">
        <w:t xml:space="preserve"> </w:t>
      </w:r>
    </w:p>
    <w:p w:rsidR="00CA30A8" w:rsidRDefault="00CA30A8" w:rsidP="000A303D">
      <w:pPr>
        <w:rPr>
          <w:sz w:val="28"/>
        </w:rPr>
      </w:pPr>
    </w:p>
    <w:p w:rsidR="00CE5A16" w:rsidRDefault="00CE5A16" w:rsidP="000A303D">
      <w:pPr>
        <w:rPr>
          <w:sz w:val="28"/>
        </w:rPr>
      </w:pPr>
    </w:p>
    <w:p w:rsidR="000A303D" w:rsidRPr="00820D59" w:rsidRDefault="000A303D" w:rsidP="000A303D">
      <w:pPr>
        <w:rPr>
          <w:sz w:val="24"/>
        </w:rPr>
      </w:pPr>
      <w:r w:rsidRPr="00820D59">
        <w:rPr>
          <w:sz w:val="24"/>
        </w:rPr>
        <w:t>As part of Digital Citizenship, you need to demonstrate that you are a confident and capable user of information and communications technology (ICT)</w:t>
      </w:r>
    </w:p>
    <w:p w:rsidR="00820D59" w:rsidRDefault="00820D59" w:rsidP="000A303D">
      <w:pPr>
        <w:rPr>
          <w:sz w:val="28"/>
          <w:lang w:val="en-GB" w:eastAsia="en-US"/>
        </w:rPr>
      </w:pPr>
    </w:p>
    <w:p w:rsidR="00CE5A16" w:rsidRPr="003D0D30" w:rsidRDefault="00CE5A16" w:rsidP="000A303D">
      <w:pPr>
        <w:rPr>
          <w:sz w:val="24"/>
          <w:szCs w:val="24"/>
          <w:lang w:val="en-GB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780C20">
        <w:tc>
          <w:tcPr>
            <w:tcW w:w="5000" w:type="pct"/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3D0D30">
              <w:rPr>
                <w:color w:val="C00000"/>
                <w:sz w:val="24"/>
                <w:szCs w:val="24"/>
              </w:rPr>
              <w:t>What is an application for an end-user?</w:t>
            </w:r>
          </w:p>
        </w:tc>
      </w:tr>
      <w:tr w:rsidR="00A40124" w:rsidRPr="003D0D30" w:rsidTr="00780C20">
        <w:sdt>
          <w:sdtPr>
            <w:rPr>
              <w:rFonts w:ascii="Verdana" w:hAnsi="Verdana"/>
              <w:color w:val="333333"/>
              <w:sz w:val="24"/>
              <w:szCs w:val="24"/>
            </w:rPr>
            <w:id w:val="-793521603"/>
            <w:placeholder>
              <w:docPart w:val="D9A8D69A0C7940DB84123555E2261050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shd w:val="clear" w:color="auto" w:fill="auto"/>
                <w:vAlign w:val="center"/>
              </w:tcPr>
              <w:p w:rsidR="00A40124" w:rsidRPr="003D0D30" w:rsidRDefault="00A40124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CE5A16" w:rsidRPr="003D0D30" w:rsidRDefault="00CE5A1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31849B" w:themeColor="accent5" w:themeShade="BF"/>
                <w:sz w:val="24"/>
                <w:szCs w:val="24"/>
              </w:rPr>
            </w:pPr>
            <w:r w:rsidRPr="003D0D30">
              <w:rPr>
                <w:color w:val="31849B" w:themeColor="accent5" w:themeShade="BF"/>
                <w:sz w:val="24"/>
                <w:szCs w:val="24"/>
              </w:rPr>
              <w:t>What does a web browser let you do?</w:t>
            </w:r>
          </w:p>
        </w:tc>
      </w:tr>
      <w:tr w:rsidR="00A40124" w:rsidRPr="003D0D30" w:rsidTr="00780C20">
        <w:sdt>
          <w:sdtPr>
            <w:rPr>
              <w:rFonts w:ascii="Verdana" w:hAnsi="Verdana"/>
              <w:color w:val="333333"/>
              <w:sz w:val="24"/>
              <w:szCs w:val="24"/>
            </w:rPr>
            <w:id w:val="251407798"/>
            <w:placeholder>
              <w:docPart w:val="FA020A7D167B4AC9BBAFBF60AC63A99E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40124" w:rsidRPr="003D0D30" w:rsidRDefault="00CE5A16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CE5A16" w:rsidRPr="003D0D30" w:rsidRDefault="00CE5A1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3D0D30">
              <w:rPr>
                <w:color w:val="C00000"/>
                <w:sz w:val="24"/>
                <w:szCs w:val="24"/>
              </w:rPr>
              <w:t>What is one of the most popular web browsers?</w:t>
            </w:r>
          </w:p>
        </w:tc>
      </w:tr>
      <w:tr w:rsidR="00A40124" w:rsidRPr="003D0D30" w:rsidTr="00780C20">
        <w:sdt>
          <w:sdtPr>
            <w:rPr>
              <w:rFonts w:ascii="Verdana" w:hAnsi="Verdana"/>
              <w:color w:val="333333"/>
              <w:sz w:val="24"/>
              <w:szCs w:val="24"/>
            </w:rPr>
            <w:id w:val="-566488310"/>
            <w:placeholder>
              <w:docPart w:val="3A43495FC5D84B04AF6AB3103CF9E873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40124" w:rsidRPr="003D0D30" w:rsidRDefault="00CE5A16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CE5A16" w:rsidRPr="003D0D30" w:rsidRDefault="00CE5A1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31849B" w:themeColor="accent5" w:themeShade="BF"/>
                <w:sz w:val="24"/>
                <w:szCs w:val="24"/>
              </w:rPr>
            </w:pPr>
            <w:r w:rsidRPr="003D0D30">
              <w:rPr>
                <w:color w:val="31849B" w:themeColor="accent5" w:themeShade="BF"/>
                <w:sz w:val="24"/>
                <w:szCs w:val="24"/>
              </w:rPr>
              <w:t>What is a search engine?</w:t>
            </w:r>
          </w:p>
        </w:tc>
      </w:tr>
      <w:tr w:rsidR="00A40124" w:rsidRPr="003D0D30" w:rsidTr="00780C20">
        <w:sdt>
          <w:sdtPr>
            <w:rPr>
              <w:rFonts w:ascii="Verdana" w:hAnsi="Verdana"/>
              <w:color w:val="333333"/>
              <w:sz w:val="24"/>
              <w:szCs w:val="24"/>
            </w:rPr>
            <w:id w:val="-1227379417"/>
            <w:placeholder>
              <w:docPart w:val="C5464E791839435CB540C7E5696E0D40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40124" w:rsidRPr="003D0D30" w:rsidRDefault="00CE5A16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CE5A16" w:rsidRPr="003D0D30" w:rsidRDefault="00CE5A1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3D0D30">
              <w:rPr>
                <w:color w:val="C00000"/>
                <w:sz w:val="24"/>
                <w:szCs w:val="24"/>
              </w:rPr>
              <w:t>How does a search engine use Indexes?</w:t>
            </w:r>
          </w:p>
        </w:tc>
      </w:tr>
      <w:tr w:rsidR="00A40124" w:rsidRPr="003D0D30" w:rsidTr="00780C20">
        <w:sdt>
          <w:sdtPr>
            <w:rPr>
              <w:rFonts w:ascii="Verdana" w:hAnsi="Verdana"/>
              <w:color w:val="333333"/>
              <w:sz w:val="24"/>
              <w:szCs w:val="24"/>
            </w:rPr>
            <w:id w:val="500863801"/>
            <w:placeholder>
              <w:docPart w:val="26AC6B3BB90E441A8174BE79521C75D4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40124" w:rsidRPr="003D0D30" w:rsidRDefault="00CE5A16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CE5A16" w:rsidRPr="003D0D30" w:rsidRDefault="00CE5A1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31849B" w:themeColor="accent5" w:themeShade="BF"/>
                <w:sz w:val="24"/>
                <w:szCs w:val="24"/>
              </w:rPr>
            </w:pPr>
            <w:r w:rsidRPr="003D0D30">
              <w:rPr>
                <w:color w:val="31849B" w:themeColor="accent5" w:themeShade="BF"/>
                <w:sz w:val="24"/>
                <w:szCs w:val="24"/>
              </w:rPr>
              <w:t>What does a web site show you?</w:t>
            </w:r>
          </w:p>
        </w:tc>
      </w:tr>
      <w:tr w:rsidR="00A40124" w:rsidRPr="003D0D30" w:rsidTr="00780C20">
        <w:sdt>
          <w:sdtPr>
            <w:rPr>
              <w:rFonts w:ascii="Verdana" w:hAnsi="Verdana"/>
              <w:color w:val="333333"/>
              <w:sz w:val="24"/>
              <w:szCs w:val="24"/>
            </w:rPr>
            <w:id w:val="-2141723928"/>
            <w:placeholder>
              <w:docPart w:val="837D3FB0296F465A953B80F5396A487A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40124" w:rsidRPr="003D0D30" w:rsidRDefault="00CE5A16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CE5A16" w:rsidRPr="003D0D30" w:rsidRDefault="00CE5A1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C00000"/>
                <w:sz w:val="24"/>
                <w:szCs w:val="24"/>
              </w:rPr>
            </w:pPr>
            <w:r w:rsidRPr="003D0D30">
              <w:rPr>
                <w:color w:val="C00000"/>
                <w:sz w:val="24"/>
                <w:szCs w:val="24"/>
              </w:rPr>
              <w:lastRenderedPageBreak/>
              <w:t>What does email allow you to do?</w:t>
            </w:r>
          </w:p>
        </w:tc>
      </w:tr>
      <w:tr w:rsidR="00A40124" w:rsidRPr="003D0D30" w:rsidTr="00780C20">
        <w:sdt>
          <w:sdtPr>
            <w:rPr>
              <w:rFonts w:ascii="Verdana" w:hAnsi="Verdana"/>
              <w:color w:val="333333"/>
              <w:sz w:val="24"/>
              <w:szCs w:val="24"/>
            </w:rPr>
            <w:id w:val="1246850149"/>
            <w:placeholder>
              <w:docPart w:val="B926FD6B37B140789C09B4C30086F580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40124" w:rsidRPr="003D0D30" w:rsidRDefault="00CE5A16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CE5A16" w:rsidRPr="003D0D30" w:rsidRDefault="00CE5A1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40124" w:rsidRPr="003D0D30" w:rsidTr="00F6019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124" w:rsidRPr="003D0D30" w:rsidRDefault="00A40124" w:rsidP="00780C20">
            <w:pPr>
              <w:spacing w:line="240" w:lineRule="auto"/>
              <w:rPr>
                <w:color w:val="31849B" w:themeColor="accent5" w:themeShade="BF"/>
                <w:sz w:val="24"/>
                <w:szCs w:val="24"/>
              </w:rPr>
            </w:pPr>
            <w:r w:rsidRPr="003D0D30">
              <w:rPr>
                <w:color w:val="31849B" w:themeColor="accent5" w:themeShade="BF"/>
                <w:sz w:val="24"/>
                <w:szCs w:val="24"/>
              </w:rPr>
              <w:t>To maintain internet security what should you install to restrict the incoming and outgoing traffic to your computer?</w:t>
            </w:r>
          </w:p>
        </w:tc>
      </w:tr>
      <w:tr w:rsidR="00A40124" w:rsidRPr="003D0D30" w:rsidTr="00F6019D">
        <w:sdt>
          <w:sdtPr>
            <w:rPr>
              <w:rFonts w:ascii="Verdana" w:hAnsi="Verdana"/>
              <w:color w:val="333333"/>
              <w:sz w:val="24"/>
              <w:szCs w:val="24"/>
            </w:rPr>
            <w:id w:val="-1836608660"/>
            <w:placeholder>
              <w:docPart w:val="9B552347DDB4415087D15A4C00E3407B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40124" w:rsidRPr="003D0D30" w:rsidRDefault="00CE5A16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0A303D" w:rsidRDefault="000A303D" w:rsidP="00A40124">
      <w:pPr>
        <w:spacing w:before="120"/>
        <w:rPr>
          <w:noProof/>
          <w:lang w:eastAsia="en-NZ"/>
        </w:rPr>
      </w:pPr>
    </w:p>
    <w:p w:rsidR="000A303D" w:rsidRPr="00D91DA3" w:rsidRDefault="008A0527" w:rsidP="008A0527">
      <w:pPr>
        <w:rPr>
          <w:noProof/>
          <w:color w:val="800000"/>
          <w:lang w:eastAsia="en-NZ"/>
        </w:rPr>
      </w:pPr>
      <w:r w:rsidRPr="00D91DA3">
        <w:rPr>
          <w:rFonts w:ascii="Arial Black" w:hAnsi="Arial Black"/>
          <w:color w:val="800000"/>
          <w:sz w:val="28"/>
        </w:rPr>
        <w:t xml:space="preserve">Save and close </w:t>
      </w:r>
      <w:r w:rsidR="004D5964" w:rsidRPr="00D91DA3">
        <w:rPr>
          <w:noProof/>
          <w:color w:val="800000"/>
          <w:lang w:eastAsia="en-NZ"/>
        </w:rPr>
        <w:drawing>
          <wp:inline distT="0" distB="0" distL="0" distR="0" wp14:anchorId="1D7F4477" wp14:editId="6DB5CFD8">
            <wp:extent cx="3295238" cy="228571"/>
            <wp:effectExtent l="19050" t="19050" r="19685" b="19685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228571"/>
                    </a:xfrm>
                    <a:prstGeom prst="rect">
                      <a:avLst/>
                    </a:prstGeom>
                    <a:ln>
                      <a:solidFill>
                        <a:srgbClr val="6C3300"/>
                      </a:solidFill>
                    </a:ln>
                  </pic:spPr>
                </pic:pic>
              </a:graphicData>
            </a:graphic>
          </wp:inline>
        </w:drawing>
      </w:r>
      <w:r w:rsidR="000A303D" w:rsidRPr="00D91DA3">
        <w:rPr>
          <w:noProof/>
          <w:color w:val="800000"/>
          <w:lang w:eastAsia="en-NZ"/>
        </w:rPr>
        <w:br w:type="page"/>
      </w:r>
    </w:p>
    <w:p w:rsidR="00F6019D" w:rsidRPr="00D91DA3" w:rsidRDefault="00F6019D" w:rsidP="00F6019D">
      <w:pPr>
        <w:spacing w:after="0" w:line="240" w:lineRule="auto"/>
        <w:rPr>
          <w:sz w:val="28"/>
        </w:rPr>
      </w:pPr>
      <w:r w:rsidRPr="00D91DA3">
        <w:rPr>
          <w:sz w:val="28"/>
        </w:rPr>
        <w:lastRenderedPageBreak/>
        <w:t>To fill in the form follow this instruction:</w:t>
      </w:r>
    </w:p>
    <w:p w:rsidR="00F6019D" w:rsidRDefault="00F6019D" w:rsidP="00F6019D">
      <w:pPr>
        <w:spacing w:after="0" w:line="240" w:lineRule="auto"/>
      </w:pPr>
      <w:r>
        <w:rPr>
          <w:noProof/>
          <w:lang w:eastAsia="en-NZ"/>
        </w:rPr>
        <w:drawing>
          <wp:inline distT="0" distB="0" distL="0" distR="0" wp14:anchorId="656D4BC3" wp14:editId="2D0062D7">
            <wp:extent cx="3685715" cy="590476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19D" w:rsidRDefault="00F6019D" w:rsidP="00F6019D">
      <w:pPr>
        <w:spacing w:after="0" w:line="240" w:lineRule="auto"/>
      </w:pPr>
      <w:r>
        <w:t>Note:  don’t worry about the text boxes – th</w:t>
      </w:r>
      <w:r w:rsidR="00D91DA3">
        <w:t>e</w:t>
      </w:r>
      <w:r>
        <w:t xml:space="preserve"> boxes will grow bigger as you type so there is ample room</w:t>
      </w:r>
    </w:p>
    <w:p w:rsidR="000A303D" w:rsidRDefault="000A303D" w:rsidP="000A303D">
      <w:pPr>
        <w:spacing w:line="240" w:lineRule="auto"/>
      </w:pPr>
    </w:p>
    <w:p w:rsidR="000A303D" w:rsidRDefault="000A303D" w:rsidP="000A303D">
      <w:pPr>
        <w:pStyle w:val="Heading2"/>
      </w:pPr>
      <w:r>
        <w:t>Task 2:</w:t>
      </w:r>
    </w:p>
    <w:p w:rsidR="00CA30A8" w:rsidRDefault="00CA30A8" w:rsidP="000A303D">
      <w:pPr>
        <w:spacing w:line="240" w:lineRule="auto"/>
        <w:rPr>
          <w:sz w:val="28"/>
        </w:rPr>
      </w:pPr>
    </w:p>
    <w:p w:rsidR="000A303D" w:rsidRPr="00820D59" w:rsidRDefault="000A303D" w:rsidP="000A303D">
      <w:pPr>
        <w:spacing w:line="240" w:lineRule="auto"/>
        <w:rPr>
          <w:sz w:val="24"/>
        </w:rPr>
      </w:pPr>
      <w:r w:rsidRPr="00820D59">
        <w:rPr>
          <w:sz w:val="24"/>
        </w:rPr>
        <w:t>List six of the important email etiquette points you need to be aware of as a Digital Citizen.</w:t>
      </w:r>
    </w:p>
    <w:p w:rsidR="00820D59" w:rsidRPr="00F6019D" w:rsidRDefault="00820D59" w:rsidP="000A303D">
      <w:pPr>
        <w:spacing w:line="240" w:lineRule="auto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A303D" w:rsidRPr="000A303D" w:rsidTr="00780C20">
        <w:sdt>
          <w:sdtPr>
            <w:rPr>
              <w:rFonts w:ascii="Verdana" w:hAnsi="Verdana"/>
              <w:color w:val="0070C0"/>
              <w:sz w:val="20"/>
            </w:rPr>
            <w:id w:val="-1419626016"/>
            <w:placeholder>
              <w:docPart w:val="2365F3CB92C248BDADAB280629FA36A4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0A303D" w:rsidRDefault="000A303D" w:rsidP="002007FE">
                <w:pPr>
                  <w:tabs>
                    <w:tab w:val="right" w:pos="9180"/>
                  </w:tabs>
                  <w:spacing w:before="120" w:line="480" w:lineRule="auto"/>
                  <w:rPr>
                    <w:rFonts w:ascii="Verdana" w:hAnsi="Verdana"/>
                    <w:color w:val="0070C0"/>
                    <w:sz w:val="20"/>
                  </w:rPr>
                </w:pPr>
                <w:r w:rsidRPr="002007FE">
                  <w:rPr>
                    <w:rStyle w:val="PlaceholderText"/>
                    <w:rFonts w:ascii="Verdana" w:hAnsi="Verdana"/>
                    <w:color w:val="0070C0"/>
                  </w:rPr>
                  <w:t>Click here to enter text.</w:t>
                </w:r>
              </w:p>
            </w:tc>
          </w:sdtContent>
        </w:sdt>
      </w:tr>
      <w:tr w:rsidR="000A303D" w:rsidRPr="000A303D" w:rsidTr="00780C20">
        <w:sdt>
          <w:sdtPr>
            <w:rPr>
              <w:rFonts w:ascii="Verdana" w:hAnsi="Verdana"/>
              <w:color w:val="C00000"/>
            </w:rPr>
            <w:id w:val="-1755038205"/>
            <w:placeholder>
              <w:docPart w:val="1987E35E465E4A5A9F6F2129F11649AD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0A303D" w:rsidRDefault="000A303D" w:rsidP="002007FE">
                <w:pPr>
                  <w:tabs>
                    <w:tab w:val="right" w:pos="9180"/>
                  </w:tabs>
                  <w:spacing w:before="120" w:line="480" w:lineRule="auto"/>
                  <w:rPr>
                    <w:rFonts w:ascii="Verdana" w:hAnsi="Verdana"/>
                    <w:color w:val="C00000"/>
                    <w:sz w:val="20"/>
                  </w:rPr>
                </w:pPr>
                <w:r w:rsidRPr="002007FE">
                  <w:rPr>
                    <w:rStyle w:val="PlaceholderText"/>
                    <w:rFonts w:ascii="Verdana" w:hAnsi="Verdana"/>
                    <w:color w:val="C00000"/>
                  </w:rPr>
                  <w:t>Click here to enter text.</w:t>
                </w:r>
              </w:p>
            </w:tc>
          </w:sdtContent>
        </w:sdt>
      </w:tr>
      <w:tr w:rsidR="000A303D" w:rsidRPr="000A303D" w:rsidTr="00780C20">
        <w:sdt>
          <w:sdtPr>
            <w:rPr>
              <w:rFonts w:ascii="Verdana" w:hAnsi="Verdana"/>
              <w:color w:val="0070C0"/>
              <w:sz w:val="20"/>
            </w:rPr>
            <w:id w:val="-124013578"/>
            <w:placeholder>
              <w:docPart w:val="84027F77B34846F1AF11521E1ACF4A7E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0A303D" w:rsidRDefault="002007FE" w:rsidP="002007FE">
                <w:pPr>
                  <w:tabs>
                    <w:tab w:val="right" w:pos="9180"/>
                  </w:tabs>
                  <w:spacing w:before="120" w:line="480" w:lineRule="auto"/>
                  <w:rPr>
                    <w:rFonts w:ascii="Verdana" w:hAnsi="Verdana"/>
                    <w:color w:val="0070C0"/>
                    <w:sz w:val="20"/>
                  </w:rPr>
                </w:pPr>
                <w:r w:rsidRPr="002007FE">
                  <w:rPr>
                    <w:rStyle w:val="PlaceholderText"/>
                    <w:rFonts w:ascii="Verdana" w:hAnsi="Verdana"/>
                    <w:color w:val="0070C0"/>
                  </w:rPr>
                  <w:t>Click here to enter text.</w:t>
                </w:r>
              </w:p>
            </w:tc>
          </w:sdtContent>
        </w:sdt>
      </w:tr>
      <w:tr w:rsidR="000A303D" w:rsidRPr="000A303D" w:rsidTr="00780C20">
        <w:sdt>
          <w:sdtPr>
            <w:rPr>
              <w:rFonts w:ascii="Verdana" w:hAnsi="Verdana"/>
              <w:color w:val="C00000"/>
            </w:rPr>
            <w:id w:val="1266725045"/>
            <w:placeholder>
              <w:docPart w:val="9667CA9847BA48C1BC3FBBC99B980138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0A303D" w:rsidRDefault="002007FE" w:rsidP="002007FE">
                <w:pPr>
                  <w:tabs>
                    <w:tab w:val="right" w:pos="9180"/>
                  </w:tabs>
                  <w:spacing w:before="120" w:line="480" w:lineRule="auto"/>
                  <w:rPr>
                    <w:rFonts w:ascii="Verdana" w:hAnsi="Verdana"/>
                    <w:color w:val="C00000"/>
                    <w:sz w:val="20"/>
                  </w:rPr>
                </w:pPr>
                <w:r w:rsidRPr="002007FE">
                  <w:rPr>
                    <w:rStyle w:val="PlaceholderText"/>
                    <w:rFonts w:ascii="Verdana" w:hAnsi="Verdana"/>
                    <w:color w:val="C00000"/>
                  </w:rPr>
                  <w:t>Click here to enter text.</w:t>
                </w:r>
              </w:p>
            </w:tc>
          </w:sdtContent>
        </w:sdt>
      </w:tr>
      <w:tr w:rsidR="000A303D" w:rsidRPr="000A303D" w:rsidTr="00780C20">
        <w:sdt>
          <w:sdtPr>
            <w:rPr>
              <w:rFonts w:ascii="Verdana" w:hAnsi="Verdana"/>
              <w:color w:val="0070C0"/>
              <w:sz w:val="20"/>
            </w:rPr>
            <w:id w:val="1701202256"/>
            <w:placeholder>
              <w:docPart w:val="E7EBC512EA3B4700ABC56FA29B6A3408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0A303D" w:rsidRDefault="002007FE" w:rsidP="002007FE">
                <w:pPr>
                  <w:tabs>
                    <w:tab w:val="right" w:pos="9180"/>
                  </w:tabs>
                  <w:spacing w:before="120" w:line="480" w:lineRule="auto"/>
                  <w:rPr>
                    <w:rFonts w:ascii="Verdana" w:hAnsi="Verdana"/>
                    <w:color w:val="0070C0"/>
                    <w:sz w:val="20"/>
                  </w:rPr>
                </w:pPr>
                <w:r w:rsidRPr="002007FE">
                  <w:rPr>
                    <w:rStyle w:val="PlaceholderText"/>
                    <w:rFonts w:ascii="Verdana" w:hAnsi="Verdana"/>
                    <w:color w:val="0070C0"/>
                  </w:rPr>
                  <w:t>Click here to enter text.</w:t>
                </w:r>
              </w:p>
            </w:tc>
          </w:sdtContent>
        </w:sdt>
      </w:tr>
      <w:tr w:rsidR="000A303D" w:rsidRPr="000A303D" w:rsidTr="00780C20">
        <w:sdt>
          <w:sdtPr>
            <w:rPr>
              <w:rFonts w:ascii="Verdana" w:hAnsi="Verdana"/>
              <w:color w:val="C00000"/>
            </w:rPr>
            <w:id w:val="-158234869"/>
            <w:placeholder>
              <w:docPart w:val="5562E35B8603419A8979AD4035153546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0A303D" w:rsidRDefault="002007FE" w:rsidP="002007FE">
                <w:pPr>
                  <w:tabs>
                    <w:tab w:val="right" w:pos="9180"/>
                  </w:tabs>
                  <w:spacing w:before="120" w:line="480" w:lineRule="auto"/>
                  <w:rPr>
                    <w:rFonts w:ascii="Verdana" w:hAnsi="Verdana"/>
                    <w:color w:val="C00000"/>
                    <w:sz w:val="20"/>
                  </w:rPr>
                </w:pPr>
                <w:r w:rsidRPr="002007FE">
                  <w:rPr>
                    <w:rStyle w:val="PlaceholderText"/>
                    <w:rFonts w:ascii="Verdana" w:hAnsi="Verdana"/>
                    <w:color w:val="C00000"/>
                  </w:rPr>
                  <w:t>Click here to enter text.</w:t>
                </w:r>
              </w:p>
            </w:tc>
          </w:sdtContent>
        </w:sdt>
      </w:tr>
    </w:tbl>
    <w:p w:rsidR="000A303D" w:rsidRDefault="000A303D" w:rsidP="000A303D">
      <w:pPr>
        <w:spacing w:after="0" w:line="240" w:lineRule="auto"/>
      </w:pPr>
    </w:p>
    <w:p w:rsidR="000A303D" w:rsidRPr="00D91DA3" w:rsidRDefault="00820D59">
      <w:pPr>
        <w:spacing w:after="0" w:line="240" w:lineRule="auto"/>
        <w:rPr>
          <w:color w:val="800000"/>
        </w:rPr>
      </w:pPr>
      <w:r w:rsidRPr="00D91DA3">
        <w:rPr>
          <w:rFonts w:ascii="Arial Black" w:hAnsi="Arial Black"/>
          <w:color w:val="800000"/>
          <w:sz w:val="28"/>
        </w:rPr>
        <w:t xml:space="preserve">Save and close </w:t>
      </w:r>
      <w:r w:rsidR="004D5964" w:rsidRPr="00D91DA3">
        <w:rPr>
          <w:noProof/>
          <w:color w:val="800000"/>
          <w:lang w:eastAsia="en-NZ"/>
        </w:rPr>
        <w:drawing>
          <wp:inline distT="0" distB="0" distL="0" distR="0" wp14:anchorId="563F8D0F" wp14:editId="3457F3AF">
            <wp:extent cx="3295238" cy="228571"/>
            <wp:effectExtent l="19050" t="19050" r="19685" b="19685"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228571"/>
                    </a:xfrm>
                    <a:prstGeom prst="rect">
                      <a:avLst/>
                    </a:prstGeom>
                    <a:ln>
                      <a:solidFill>
                        <a:srgbClr val="6C3300"/>
                      </a:solidFill>
                    </a:ln>
                  </pic:spPr>
                </pic:pic>
              </a:graphicData>
            </a:graphic>
          </wp:inline>
        </w:drawing>
      </w:r>
      <w:r w:rsidR="000A303D" w:rsidRPr="00D91DA3">
        <w:rPr>
          <w:color w:val="800000"/>
        </w:rPr>
        <w:br w:type="page"/>
      </w:r>
    </w:p>
    <w:p w:rsidR="00B553AE" w:rsidRPr="00D91DA3" w:rsidRDefault="00B553AE" w:rsidP="00B553AE">
      <w:pPr>
        <w:spacing w:after="0" w:line="240" w:lineRule="auto"/>
        <w:rPr>
          <w:sz w:val="28"/>
        </w:rPr>
      </w:pPr>
      <w:r w:rsidRPr="00D91DA3">
        <w:rPr>
          <w:sz w:val="28"/>
        </w:rPr>
        <w:lastRenderedPageBreak/>
        <w:t xml:space="preserve">To fill in the form follow the instructions in </w:t>
      </w:r>
      <w:r w:rsidRPr="00D91DA3">
        <w:rPr>
          <w:b/>
          <w:color w:val="50B048"/>
          <w:sz w:val="28"/>
        </w:rPr>
        <w:t>Green</w:t>
      </w:r>
      <w:r w:rsidRPr="00D91DA3">
        <w:rPr>
          <w:color w:val="50B048"/>
          <w:sz w:val="28"/>
        </w:rPr>
        <w:t xml:space="preserve"> </w:t>
      </w:r>
      <w:r w:rsidRPr="00D91DA3">
        <w:rPr>
          <w:sz w:val="28"/>
        </w:rPr>
        <w:t xml:space="preserve">and </w:t>
      </w:r>
      <w:r w:rsidRPr="00D91DA3">
        <w:rPr>
          <w:b/>
          <w:color w:val="0070C0"/>
          <w:sz w:val="28"/>
        </w:rPr>
        <w:t>Blue</w:t>
      </w:r>
      <w:r w:rsidRPr="00D91DA3">
        <w:rPr>
          <w:sz w:val="28"/>
        </w:rPr>
        <w:t>:</w:t>
      </w:r>
    </w:p>
    <w:p w:rsidR="000A303D" w:rsidRDefault="000A303D" w:rsidP="000A303D">
      <w:pPr>
        <w:spacing w:after="0" w:line="240" w:lineRule="auto"/>
      </w:pPr>
    </w:p>
    <w:p w:rsidR="000A303D" w:rsidRDefault="000A303D" w:rsidP="000A303D">
      <w:pPr>
        <w:pStyle w:val="Heading2"/>
      </w:pPr>
      <w:r>
        <w:t>Task 3:</w:t>
      </w:r>
    </w:p>
    <w:p w:rsidR="00CA30A8" w:rsidRDefault="00CA30A8" w:rsidP="000A303D">
      <w:pPr>
        <w:spacing w:line="240" w:lineRule="auto"/>
        <w:rPr>
          <w:sz w:val="28"/>
        </w:rPr>
      </w:pPr>
    </w:p>
    <w:p w:rsidR="000A303D" w:rsidRPr="00820D59" w:rsidRDefault="000A303D" w:rsidP="000A303D">
      <w:pPr>
        <w:spacing w:line="240" w:lineRule="auto"/>
        <w:rPr>
          <w:sz w:val="24"/>
        </w:rPr>
      </w:pPr>
      <w:r w:rsidRPr="00820D59">
        <w:rPr>
          <w:sz w:val="24"/>
        </w:rPr>
        <w:t>You should have sent the following email to nzcc2@eit.ac.nz</w:t>
      </w:r>
    </w:p>
    <w:p w:rsidR="000A303D" w:rsidRDefault="000A303D" w:rsidP="000A303D">
      <w:pPr>
        <w:spacing w:after="0" w:line="240" w:lineRule="auto"/>
      </w:pPr>
      <w:r>
        <w:rPr>
          <w:noProof/>
          <w:lang w:eastAsia="en-NZ"/>
        </w:rPr>
        <w:drawing>
          <wp:inline distT="0" distB="0" distL="0" distR="0" wp14:anchorId="25AB5951" wp14:editId="398E3C03">
            <wp:extent cx="4836576" cy="2963374"/>
            <wp:effectExtent l="19050" t="19050" r="21590" b="27940"/>
            <wp:docPr id="15" name="Picture 15" descr="C:\Users\gayr\AppData\Local\Temp\SNAGHTML51ab1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ayr\AppData\Local\Temp\SNAGHTML51ab1b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059" cy="298021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943634"/>
                      </a:solidFill>
                    </a:ln>
                  </pic:spPr>
                </pic:pic>
              </a:graphicData>
            </a:graphic>
          </wp:inline>
        </w:drawing>
      </w:r>
    </w:p>
    <w:p w:rsidR="008A0527" w:rsidRDefault="008A0527" w:rsidP="00F6019D">
      <w:pPr>
        <w:spacing w:after="0" w:line="480" w:lineRule="auto"/>
      </w:pPr>
    </w:p>
    <w:p w:rsidR="00D91DA3" w:rsidRPr="00D91DA3" w:rsidRDefault="00B553AE" w:rsidP="00D91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800000"/>
          <w:sz w:val="32"/>
        </w:rPr>
      </w:pPr>
      <w:r w:rsidRPr="00D91DA3">
        <w:rPr>
          <w:color w:val="800000"/>
        </w:rPr>
        <w:t xml:space="preserve">When you click in the box you will get: </w:t>
      </w:r>
      <w:r w:rsidRPr="00D91DA3">
        <w:rPr>
          <w:color w:val="800000"/>
          <w:sz w:val="32"/>
        </w:rPr>
        <w:sym w:font="Wingdings" w:char="F0FC"/>
      </w:r>
      <w:r w:rsidRPr="00D91DA3">
        <w:rPr>
          <w:color w:val="800000"/>
          <w:sz w:val="32"/>
        </w:rPr>
        <w:t xml:space="preserve"> for Yes</w:t>
      </w:r>
      <w:r w:rsidRPr="00D91DA3">
        <w:rPr>
          <w:color w:val="800000"/>
        </w:rPr>
        <w:t>,   if you don’t click in it you will get</w:t>
      </w:r>
      <w:r w:rsidRPr="00D91DA3">
        <w:rPr>
          <w:color w:val="800000"/>
          <w:sz w:val="32"/>
        </w:rPr>
        <w:t xml:space="preserve"> </w:t>
      </w:r>
      <w:r w:rsidRPr="00D91DA3">
        <w:rPr>
          <w:color w:val="800000"/>
          <w:sz w:val="32"/>
        </w:rPr>
        <w:sym w:font="Wingdings" w:char="F0A8"/>
      </w:r>
      <w:r w:rsidRPr="00D91DA3">
        <w:rPr>
          <w:color w:val="800000"/>
          <w:sz w:val="32"/>
        </w:rPr>
        <w:t xml:space="preserve"> for No</w:t>
      </w:r>
    </w:p>
    <w:p w:rsidR="00B553AE" w:rsidRPr="00F6019D" w:rsidRDefault="00B553AE" w:rsidP="00D91DA3">
      <w:pPr>
        <w:spacing w:before="240" w:after="0" w:line="480" w:lineRule="auto"/>
        <w:rPr>
          <w:color w:val="50B048"/>
          <w:sz w:val="32"/>
        </w:rPr>
      </w:pPr>
      <w:r w:rsidRPr="00F6019D">
        <w:rPr>
          <w:color w:val="50B048"/>
          <w:sz w:val="32"/>
        </w:rPr>
        <w:t xml:space="preserve">I have sent this email to </w:t>
      </w:r>
      <w:hyperlink r:id="rId12" w:history="1">
        <w:r w:rsidRPr="00F6019D">
          <w:rPr>
            <w:rStyle w:val="Hyperlink"/>
            <w:color w:val="50B048"/>
            <w:sz w:val="32"/>
          </w:rPr>
          <w:t>nzcc2@eit.ac.nz</w:t>
        </w:r>
      </w:hyperlink>
      <w:r w:rsidRPr="00F6019D">
        <w:rPr>
          <w:color w:val="50B048"/>
          <w:sz w:val="32"/>
        </w:rPr>
        <w:tab/>
      </w:r>
      <w:sdt>
        <w:sdtPr>
          <w:rPr>
            <w:color w:val="50B048"/>
            <w:sz w:val="32"/>
          </w:rPr>
          <w:alias w:val="Sent"/>
          <w:tag w:val="Sent"/>
          <w:id w:val="-556861360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Pr="00F6019D">
            <w:rPr>
              <w:rFonts w:ascii="MS Gothic" w:eastAsia="MS Gothic" w:hAnsi="MS Gothic" w:hint="eastAsia"/>
              <w:color w:val="50B048"/>
              <w:sz w:val="32"/>
            </w:rPr>
            <w:t>☐</w:t>
          </w:r>
        </w:sdtContent>
      </w:sdt>
      <w:r w:rsidRPr="00F6019D">
        <w:rPr>
          <w:color w:val="50B048"/>
          <w:sz w:val="32"/>
        </w:rPr>
        <w:t xml:space="preserve">      </w:t>
      </w:r>
      <w:r w:rsidR="00FB263F">
        <w:rPr>
          <w:noProof/>
          <w:lang w:eastAsia="en-NZ"/>
        </w:rPr>
        <w:drawing>
          <wp:inline distT="0" distB="0" distL="0" distR="0" wp14:anchorId="46BEA614" wp14:editId="72808890">
            <wp:extent cx="542857" cy="247619"/>
            <wp:effectExtent l="0" t="0" r="0" b="635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A3" w:rsidRPr="00D91DA3" w:rsidRDefault="00B553AE" w:rsidP="00D91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800000"/>
        </w:rPr>
      </w:pPr>
      <w:r w:rsidRPr="00D91DA3">
        <w:rPr>
          <w:color w:val="800000"/>
        </w:rPr>
        <w:t xml:space="preserve">When you click in the box, click on the down arrow </w:t>
      </w:r>
      <w:r w:rsidRPr="00D91DA3">
        <w:rPr>
          <w:noProof/>
          <w:color w:val="800000"/>
          <w:lang w:eastAsia="en-NZ"/>
        </w:rPr>
        <w:drawing>
          <wp:inline distT="0" distB="0" distL="0" distR="0" wp14:anchorId="32040B60" wp14:editId="603542D5">
            <wp:extent cx="304762" cy="314286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1DA3">
        <w:rPr>
          <w:color w:val="800000"/>
        </w:rPr>
        <w:t xml:space="preserve"> and change to correct month and day</w:t>
      </w:r>
      <w:r w:rsidRPr="00D91DA3">
        <w:rPr>
          <w:color w:val="800000"/>
        </w:rPr>
        <w:br/>
      </w:r>
      <w:r w:rsidRPr="00D91DA3">
        <w:rPr>
          <w:noProof/>
          <w:color w:val="800000"/>
          <w:lang w:eastAsia="en-NZ"/>
        </w:rPr>
        <w:drawing>
          <wp:inline distT="0" distB="0" distL="0" distR="0" wp14:anchorId="7651C0DD" wp14:editId="3960D62C">
            <wp:extent cx="1952381" cy="168571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381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3AE" w:rsidRPr="00B553AE" w:rsidRDefault="00B553AE" w:rsidP="00D91DA3">
      <w:pPr>
        <w:tabs>
          <w:tab w:val="left" w:pos="2977"/>
        </w:tabs>
        <w:spacing w:before="240"/>
        <w:rPr>
          <w:color w:val="0070C0"/>
          <w:sz w:val="32"/>
        </w:rPr>
      </w:pPr>
      <w:r w:rsidRPr="00B553AE">
        <w:rPr>
          <w:color w:val="0070C0"/>
          <w:sz w:val="32"/>
        </w:rPr>
        <w:t xml:space="preserve">I sent this email on </w:t>
      </w:r>
      <w:r w:rsidRPr="00B553AE">
        <w:rPr>
          <w:color w:val="0070C0"/>
          <w:sz w:val="32"/>
        </w:rPr>
        <w:tab/>
      </w:r>
      <w:sdt>
        <w:sdtPr>
          <w:rPr>
            <w:color w:val="0070C0"/>
            <w:sz w:val="32"/>
          </w:rPr>
          <w:id w:val="-2040724773"/>
          <w:placeholder>
            <w:docPart w:val="F9A1037F23184BDFB3D7B13A6EB396CA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Pr="00B553AE">
            <w:rPr>
              <w:rStyle w:val="PlaceholderText"/>
              <w:color w:val="0070C0"/>
              <w:sz w:val="32"/>
            </w:rPr>
            <w:t>Click or tap to enter a date.</w:t>
          </w:r>
        </w:sdtContent>
      </w:sdt>
      <w:r w:rsidR="00FB263F">
        <w:rPr>
          <w:color w:val="0070C0"/>
          <w:sz w:val="32"/>
        </w:rPr>
        <w:tab/>
      </w:r>
      <w:r w:rsidR="00FB263F">
        <w:rPr>
          <w:noProof/>
          <w:lang w:eastAsia="en-NZ"/>
        </w:rPr>
        <w:drawing>
          <wp:inline distT="0" distB="0" distL="0" distR="0" wp14:anchorId="62146160" wp14:editId="68188D6D">
            <wp:extent cx="542857" cy="247619"/>
            <wp:effectExtent l="0" t="0" r="0" b="635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384" w:rsidRPr="009B3B48" w:rsidRDefault="00980384">
      <w:pPr>
        <w:spacing w:line="240" w:lineRule="auto"/>
        <w:rPr>
          <w:b/>
          <w:color w:val="943634" w:themeColor="accent2" w:themeShade="BF"/>
        </w:rPr>
      </w:pPr>
      <w:r w:rsidRPr="009B3B48">
        <w:rPr>
          <w:b/>
          <w:color w:val="943634" w:themeColor="accent2" w:themeShade="BF"/>
        </w:rPr>
        <w:t xml:space="preserve">Note:  </w:t>
      </w:r>
      <w:hyperlink r:id="rId16" w:history="1">
        <w:r w:rsidRPr="009B3B48">
          <w:rPr>
            <w:rStyle w:val="Hyperlink"/>
            <w:b/>
            <w:color w:val="943634" w:themeColor="accent2" w:themeShade="BF"/>
          </w:rPr>
          <w:t>nzcc2@eit.ac.nz</w:t>
        </w:r>
      </w:hyperlink>
      <w:r w:rsidRPr="009B3B48">
        <w:rPr>
          <w:b/>
          <w:color w:val="943634" w:themeColor="accent2" w:themeShade="BF"/>
        </w:rPr>
        <w:t xml:space="preserve"> will NOT </w:t>
      </w:r>
      <w:r w:rsidR="004A3A5F">
        <w:rPr>
          <w:b/>
          <w:color w:val="943634" w:themeColor="accent2" w:themeShade="BF"/>
        </w:rPr>
        <w:t>have replied</w:t>
      </w:r>
      <w:r w:rsidRPr="009B3B48">
        <w:rPr>
          <w:b/>
          <w:color w:val="943634" w:themeColor="accent2" w:themeShade="BF"/>
        </w:rPr>
        <w:t xml:space="preserve"> to this email</w:t>
      </w:r>
    </w:p>
    <w:p w:rsidR="001D58FE" w:rsidRDefault="001D58FE" w:rsidP="00B553AE">
      <w:pPr>
        <w:tabs>
          <w:tab w:val="left" w:pos="3402"/>
        </w:tabs>
        <w:spacing w:after="0" w:line="240" w:lineRule="auto"/>
        <w:rPr>
          <w:rFonts w:ascii="Arial Black" w:hAnsi="Arial Black"/>
          <w:color w:val="50B048"/>
          <w:sz w:val="28"/>
        </w:rPr>
      </w:pPr>
    </w:p>
    <w:p w:rsidR="001D58FE" w:rsidRDefault="001D58FE" w:rsidP="00B553AE">
      <w:pPr>
        <w:tabs>
          <w:tab w:val="left" w:pos="3402"/>
        </w:tabs>
        <w:spacing w:after="0" w:line="240" w:lineRule="auto"/>
        <w:rPr>
          <w:rFonts w:ascii="Arial Black" w:hAnsi="Arial Black"/>
          <w:color w:val="50B048"/>
          <w:sz w:val="28"/>
        </w:rPr>
      </w:pPr>
    </w:p>
    <w:p w:rsidR="000A303D" w:rsidRPr="00D91DA3" w:rsidRDefault="00820D59" w:rsidP="00B553AE">
      <w:pPr>
        <w:tabs>
          <w:tab w:val="left" w:pos="3402"/>
        </w:tabs>
        <w:spacing w:after="0" w:line="240" w:lineRule="auto"/>
        <w:rPr>
          <w:color w:val="800000"/>
        </w:rPr>
      </w:pPr>
      <w:r w:rsidRPr="00D91DA3">
        <w:rPr>
          <w:rFonts w:ascii="Arial Black" w:hAnsi="Arial Black"/>
          <w:color w:val="800000"/>
          <w:sz w:val="28"/>
        </w:rPr>
        <w:t xml:space="preserve">Save and close </w:t>
      </w:r>
      <w:r w:rsidR="004D5964" w:rsidRPr="00D91DA3">
        <w:rPr>
          <w:noProof/>
          <w:color w:val="800000"/>
          <w:lang w:eastAsia="en-NZ"/>
        </w:rPr>
        <w:drawing>
          <wp:inline distT="0" distB="0" distL="0" distR="0" wp14:anchorId="3DE7FE9A" wp14:editId="36125738">
            <wp:extent cx="3295238" cy="228571"/>
            <wp:effectExtent l="0" t="0" r="635" b="635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53AE" w:rsidRPr="00D91DA3">
        <w:rPr>
          <w:color w:val="800000"/>
        </w:rPr>
        <w:t xml:space="preserve"> </w:t>
      </w:r>
      <w:r w:rsidR="000A303D" w:rsidRPr="00D91DA3">
        <w:rPr>
          <w:color w:val="800000"/>
        </w:rPr>
        <w:br w:type="page"/>
      </w:r>
    </w:p>
    <w:p w:rsidR="00262AF8" w:rsidRPr="00D91DA3" w:rsidRDefault="00262AF8" w:rsidP="00262AF8">
      <w:pPr>
        <w:spacing w:after="0" w:line="240" w:lineRule="auto"/>
        <w:rPr>
          <w:sz w:val="28"/>
        </w:rPr>
      </w:pPr>
      <w:r w:rsidRPr="00D91DA3">
        <w:rPr>
          <w:sz w:val="28"/>
        </w:rPr>
        <w:lastRenderedPageBreak/>
        <w:t xml:space="preserve">To fill in the form follow the instructions in </w:t>
      </w:r>
      <w:r w:rsidRPr="00D91DA3">
        <w:rPr>
          <w:b/>
          <w:color w:val="50B048"/>
          <w:sz w:val="28"/>
        </w:rPr>
        <w:t>Green</w:t>
      </w:r>
      <w:r w:rsidRPr="00D91DA3">
        <w:rPr>
          <w:color w:val="50B048"/>
          <w:sz w:val="28"/>
        </w:rPr>
        <w:t xml:space="preserve"> </w:t>
      </w:r>
      <w:r w:rsidRPr="00D91DA3">
        <w:rPr>
          <w:sz w:val="28"/>
        </w:rPr>
        <w:t xml:space="preserve">and </w:t>
      </w:r>
      <w:r w:rsidRPr="00D91DA3">
        <w:rPr>
          <w:b/>
          <w:color w:val="0070C0"/>
          <w:sz w:val="28"/>
        </w:rPr>
        <w:t>Blue</w:t>
      </w:r>
      <w:r w:rsidRPr="00D91DA3">
        <w:rPr>
          <w:sz w:val="28"/>
        </w:rPr>
        <w:t>:</w:t>
      </w:r>
    </w:p>
    <w:p w:rsidR="000A303D" w:rsidRDefault="000A303D" w:rsidP="000A303D"/>
    <w:p w:rsidR="000A303D" w:rsidRDefault="00CA30A8" w:rsidP="000A303D">
      <w:pPr>
        <w:pStyle w:val="Heading2"/>
      </w:pPr>
      <w:r>
        <w:t>Task 4</w:t>
      </w:r>
      <w:r w:rsidR="000A303D">
        <w:t>:</w:t>
      </w:r>
    </w:p>
    <w:p w:rsidR="00CA30A8" w:rsidRDefault="00CA30A8" w:rsidP="000A303D">
      <w:pPr>
        <w:spacing w:line="240" w:lineRule="auto"/>
      </w:pPr>
    </w:p>
    <w:p w:rsidR="000A303D" w:rsidRPr="00820D59" w:rsidRDefault="000A303D" w:rsidP="000A303D">
      <w:pPr>
        <w:spacing w:line="240" w:lineRule="auto"/>
        <w:rPr>
          <w:sz w:val="24"/>
        </w:rPr>
      </w:pPr>
      <w:r w:rsidRPr="00820D59">
        <w:rPr>
          <w:sz w:val="24"/>
        </w:rPr>
        <w:t xml:space="preserve">You </w:t>
      </w:r>
      <w:r w:rsidR="00262AF8" w:rsidRPr="00820D59">
        <w:rPr>
          <w:sz w:val="24"/>
        </w:rPr>
        <w:t xml:space="preserve">should </w:t>
      </w:r>
      <w:r w:rsidRPr="00820D59">
        <w:rPr>
          <w:sz w:val="24"/>
        </w:rPr>
        <w:t xml:space="preserve">have sent the following email to </w:t>
      </w:r>
      <w:hyperlink r:id="rId17" w:history="1">
        <w:r w:rsidR="00262AF8" w:rsidRPr="00820D59">
          <w:rPr>
            <w:rStyle w:val="Hyperlink"/>
            <w:sz w:val="24"/>
          </w:rPr>
          <w:t>nzcc2@eit.ac.nz</w:t>
        </w:r>
      </w:hyperlink>
    </w:p>
    <w:p w:rsidR="001D58FE" w:rsidRDefault="00AE74D5" w:rsidP="00AE74D5">
      <w:pPr>
        <w:spacing w:after="0" w:line="480" w:lineRule="auto"/>
        <w:jc w:val="center"/>
        <w:rPr>
          <w:color w:val="50B048"/>
        </w:rPr>
      </w:pPr>
      <w:r>
        <w:rPr>
          <w:noProof/>
          <w:lang w:eastAsia="en-NZ"/>
        </w:rPr>
        <w:drawing>
          <wp:inline distT="0" distB="0" distL="0" distR="0" wp14:anchorId="2B5DF862" wp14:editId="15037F19">
            <wp:extent cx="5819048" cy="2114286"/>
            <wp:effectExtent l="19050" t="19050" r="10795" b="196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19048" cy="2114286"/>
                    </a:xfrm>
                    <a:prstGeom prst="rect">
                      <a:avLst/>
                    </a:prstGeom>
                    <a:ln>
                      <a:solidFill>
                        <a:srgbClr val="943634"/>
                      </a:solidFill>
                    </a:ln>
                  </pic:spPr>
                </pic:pic>
              </a:graphicData>
            </a:graphic>
          </wp:inline>
        </w:drawing>
      </w:r>
    </w:p>
    <w:p w:rsidR="00D91DA3" w:rsidRPr="00D91DA3" w:rsidRDefault="00D91DA3" w:rsidP="00D91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800000"/>
          <w:sz w:val="32"/>
        </w:rPr>
      </w:pPr>
      <w:r w:rsidRPr="00D91DA3">
        <w:rPr>
          <w:color w:val="800000"/>
        </w:rPr>
        <w:t xml:space="preserve">When you click in the box you will get: </w:t>
      </w:r>
      <w:r w:rsidRPr="00D91DA3">
        <w:rPr>
          <w:color w:val="800000"/>
          <w:sz w:val="32"/>
        </w:rPr>
        <w:sym w:font="Wingdings" w:char="F0FC"/>
      </w:r>
      <w:r w:rsidRPr="00D91DA3">
        <w:rPr>
          <w:color w:val="800000"/>
          <w:sz w:val="32"/>
        </w:rPr>
        <w:t xml:space="preserve"> for Yes</w:t>
      </w:r>
      <w:r w:rsidRPr="00D91DA3">
        <w:rPr>
          <w:color w:val="800000"/>
        </w:rPr>
        <w:t>,   if you don’t click in it you will get</w:t>
      </w:r>
      <w:r w:rsidRPr="00D91DA3">
        <w:rPr>
          <w:color w:val="800000"/>
          <w:sz w:val="32"/>
        </w:rPr>
        <w:t xml:space="preserve"> </w:t>
      </w:r>
      <w:r w:rsidRPr="00D91DA3">
        <w:rPr>
          <w:color w:val="800000"/>
          <w:sz w:val="32"/>
        </w:rPr>
        <w:sym w:font="Wingdings" w:char="F0A8"/>
      </w:r>
      <w:r w:rsidRPr="00D91DA3">
        <w:rPr>
          <w:color w:val="800000"/>
          <w:sz w:val="32"/>
        </w:rPr>
        <w:t xml:space="preserve"> for No</w:t>
      </w:r>
    </w:p>
    <w:p w:rsidR="00262AF8" w:rsidRPr="00F6019D" w:rsidRDefault="00262AF8" w:rsidP="00D91DA3">
      <w:pPr>
        <w:spacing w:before="240" w:after="0" w:line="480" w:lineRule="auto"/>
        <w:rPr>
          <w:color w:val="50B048"/>
          <w:sz w:val="32"/>
        </w:rPr>
      </w:pPr>
      <w:r w:rsidRPr="00F6019D">
        <w:rPr>
          <w:color w:val="50B048"/>
          <w:sz w:val="32"/>
        </w:rPr>
        <w:t xml:space="preserve">I have sent this email to </w:t>
      </w:r>
      <w:hyperlink r:id="rId19" w:history="1">
        <w:r w:rsidRPr="00F6019D">
          <w:rPr>
            <w:rStyle w:val="Hyperlink"/>
            <w:color w:val="50B048"/>
            <w:sz w:val="32"/>
          </w:rPr>
          <w:t>nzcc2@eit.ac.nz</w:t>
        </w:r>
      </w:hyperlink>
      <w:r w:rsidRPr="00F6019D">
        <w:rPr>
          <w:color w:val="50B048"/>
          <w:sz w:val="32"/>
        </w:rPr>
        <w:tab/>
      </w:r>
      <w:sdt>
        <w:sdtPr>
          <w:rPr>
            <w:color w:val="50B048"/>
            <w:sz w:val="32"/>
          </w:rPr>
          <w:alias w:val="Sent"/>
          <w:tag w:val="Sent"/>
          <w:id w:val="-429584972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Pr="00F6019D">
            <w:rPr>
              <w:rFonts w:ascii="MS Gothic" w:eastAsia="MS Gothic" w:hAnsi="MS Gothic" w:hint="eastAsia"/>
              <w:color w:val="50B048"/>
              <w:sz w:val="32"/>
            </w:rPr>
            <w:t>☐</w:t>
          </w:r>
        </w:sdtContent>
      </w:sdt>
      <w:r w:rsidRPr="00F6019D">
        <w:rPr>
          <w:color w:val="50B048"/>
          <w:sz w:val="32"/>
        </w:rPr>
        <w:t xml:space="preserve">      </w:t>
      </w:r>
      <w:r w:rsidR="00FB263F">
        <w:rPr>
          <w:noProof/>
          <w:lang w:eastAsia="en-NZ"/>
        </w:rPr>
        <w:drawing>
          <wp:inline distT="0" distB="0" distL="0" distR="0" wp14:anchorId="550E09EB" wp14:editId="162A6F15">
            <wp:extent cx="542857" cy="247619"/>
            <wp:effectExtent l="0" t="0" r="0" b="635"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A3" w:rsidRDefault="00262AF8" w:rsidP="00D91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800000"/>
        </w:rPr>
      </w:pPr>
      <w:r w:rsidRPr="00D91DA3">
        <w:rPr>
          <w:color w:val="800000"/>
        </w:rPr>
        <w:t xml:space="preserve">When you click in the box, click on the down arrow </w:t>
      </w:r>
      <w:r w:rsidRPr="00D91DA3">
        <w:rPr>
          <w:noProof/>
          <w:color w:val="800000"/>
          <w:lang w:eastAsia="en-NZ"/>
        </w:rPr>
        <w:drawing>
          <wp:inline distT="0" distB="0" distL="0" distR="0" wp14:anchorId="38E0FBB2" wp14:editId="2A249E21">
            <wp:extent cx="304762" cy="314286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1DA3">
        <w:rPr>
          <w:color w:val="800000"/>
        </w:rPr>
        <w:t xml:space="preserve"> and change to correct month and day</w:t>
      </w:r>
      <w:r w:rsidRPr="00D91DA3">
        <w:rPr>
          <w:color w:val="800000"/>
        </w:rPr>
        <w:br/>
      </w:r>
      <w:r w:rsidRPr="00D91DA3">
        <w:rPr>
          <w:noProof/>
          <w:color w:val="800000"/>
          <w:lang w:eastAsia="en-NZ"/>
        </w:rPr>
        <w:drawing>
          <wp:inline distT="0" distB="0" distL="0" distR="0" wp14:anchorId="59D30FE2" wp14:editId="11153E46">
            <wp:extent cx="1952381" cy="168571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381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AF8" w:rsidRDefault="00262AF8" w:rsidP="00D91DA3">
      <w:pPr>
        <w:tabs>
          <w:tab w:val="left" w:pos="2977"/>
        </w:tabs>
        <w:spacing w:before="240"/>
        <w:rPr>
          <w:color w:val="0070C0"/>
          <w:sz w:val="32"/>
        </w:rPr>
      </w:pPr>
      <w:r w:rsidRPr="00B553AE">
        <w:rPr>
          <w:color w:val="0070C0"/>
          <w:sz w:val="32"/>
        </w:rPr>
        <w:t xml:space="preserve">I sent this email on </w:t>
      </w:r>
      <w:r w:rsidRPr="00B553AE">
        <w:rPr>
          <w:color w:val="0070C0"/>
          <w:sz w:val="32"/>
        </w:rPr>
        <w:tab/>
      </w:r>
      <w:sdt>
        <w:sdtPr>
          <w:rPr>
            <w:color w:val="0070C0"/>
            <w:sz w:val="32"/>
          </w:rPr>
          <w:id w:val="-154609837"/>
          <w:placeholder>
            <w:docPart w:val="6AA918D89B2D409C81F0A555318CDF56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Pr="00B553AE">
            <w:rPr>
              <w:rStyle w:val="PlaceholderText"/>
              <w:color w:val="0070C0"/>
              <w:sz w:val="32"/>
            </w:rPr>
            <w:t>Click or tap to enter a date.</w:t>
          </w:r>
        </w:sdtContent>
      </w:sdt>
      <w:r w:rsidR="00FB263F">
        <w:rPr>
          <w:color w:val="0070C0"/>
          <w:sz w:val="32"/>
        </w:rPr>
        <w:tab/>
      </w:r>
      <w:r w:rsidR="00FB263F">
        <w:rPr>
          <w:noProof/>
          <w:lang w:eastAsia="en-NZ"/>
        </w:rPr>
        <w:drawing>
          <wp:inline distT="0" distB="0" distL="0" distR="0" wp14:anchorId="4007930A" wp14:editId="1247F9DB">
            <wp:extent cx="542857" cy="247619"/>
            <wp:effectExtent l="0" t="0" r="0" b="635"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A5F" w:rsidRPr="009B3B48" w:rsidRDefault="004A3A5F">
      <w:pPr>
        <w:spacing w:line="240" w:lineRule="auto"/>
        <w:rPr>
          <w:b/>
          <w:color w:val="943634" w:themeColor="accent2" w:themeShade="BF"/>
        </w:rPr>
      </w:pPr>
      <w:r w:rsidRPr="009B3B48">
        <w:rPr>
          <w:b/>
          <w:color w:val="943634" w:themeColor="accent2" w:themeShade="BF"/>
        </w:rPr>
        <w:t xml:space="preserve">Note:  </w:t>
      </w:r>
      <w:hyperlink r:id="rId20" w:history="1">
        <w:r w:rsidRPr="009B3B48">
          <w:rPr>
            <w:rStyle w:val="Hyperlink"/>
            <w:b/>
            <w:color w:val="943634" w:themeColor="accent2" w:themeShade="BF"/>
          </w:rPr>
          <w:t>nzcc2@eit.ac.nz</w:t>
        </w:r>
      </w:hyperlink>
      <w:r w:rsidRPr="009B3B48">
        <w:rPr>
          <w:b/>
          <w:color w:val="943634" w:themeColor="accent2" w:themeShade="BF"/>
        </w:rPr>
        <w:t xml:space="preserve"> will NOT </w:t>
      </w:r>
      <w:r>
        <w:rPr>
          <w:b/>
          <w:color w:val="943634" w:themeColor="accent2" w:themeShade="BF"/>
        </w:rPr>
        <w:t>have replied</w:t>
      </w:r>
      <w:r w:rsidRPr="009B3B48">
        <w:rPr>
          <w:b/>
          <w:color w:val="943634" w:themeColor="accent2" w:themeShade="BF"/>
        </w:rPr>
        <w:t xml:space="preserve"> to this email</w:t>
      </w:r>
    </w:p>
    <w:p w:rsidR="001D58FE" w:rsidRPr="00B553AE" w:rsidRDefault="001D58FE" w:rsidP="00820D59"/>
    <w:p w:rsidR="00262AF8" w:rsidRPr="00D91DA3" w:rsidRDefault="00820D59">
      <w:pPr>
        <w:spacing w:after="0" w:line="240" w:lineRule="auto"/>
        <w:rPr>
          <w:color w:val="800000"/>
        </w:rPr>
      </w:pPr>
      <w:r w:rsidRPr="00D91DA3">
        <w:rPr>
          <w:rFonts w:ascii="Arial Black" w:hAnsi="Arial Black"/>
          <w:color w:val="800000"/>
          <w:sz w:val="28"/>
        </w:rPr>
        <w:t xml:space="preserve">Save and close </w:t>
      </w:r>
      <w:r w:rsidR="004D5964" w:rsidRPr="00D91DA3">
        <w:rPr>
          <w:noProof/>
          <w:color w:val="800000"/>
          <w:lang w:eastAsia="en-NZ"/>
        </w:rPr>
        <w:drawing>
          <wp:inline distT="0" distB="0" distL="0" distR="0" wp14:anchorId="640FBAB2" wp14:editId="4BF4EB1D">
            <wp:extent cx="3295238" cy="228571"/>
            <wp:effectExtent l="19050" t="19050" r="19685" b="19685"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228571"/>
                    </a:xfrm>
                    <a:prstGeom prst="rect">
                      <a:avLst/>
                    </a:prstGeom>
                    <a:ln>
                      <a:solidFill>
                        <a:srgbClr val="6C3300"/>
                      </a:solidFill>
                    </a:ln>
                  </pic:spPr>
                </pic:pic>
              </a:graphicData>
            </a:graphic>
          </wp:inline>
        </w:drawing>
      </w:r>
      <w:r w:rsidR="00262AF8" w:rsidRPr="00D91DA3">
        <w:rPr>
          <w:color w:val="800000"/>
        </w:rPr>
        <w:br w:type="page"/>
      </w:r>
    </w:p>
    <w:p w:rsidR="0008560C" w:rsidRPr="00D91DA3" w:rsidRDefault="0008560C" w:rsidP="0008560C">
      <w:pPr>
        <w:spacing w:after="0" w:line="240" w:lineRule="auto"/>
        <w:rPr>
          <w:sz w:val="28"/>
        </w:rPr>
      </w:pPr>
      <w:r w:rsidRPr="00D91DA3">
        <w:rPr>
          <w:sz w:val="28"/>
        </w:rPr>
        <w:lastRenderedPageBreak/>
        <w:t xml:space="preserve">To fill in the form follow the instructions in </w:t>
      </w:r>
      <w:r w:rsidRPr="00D91DA3">
        <w:rPr>
          <w:b/>
          <w:color w:val="50B048"/>
          <w:sz w:val="28"/>
        </w:rPr>
        <w:t>Green</w:t>
      </w:r>
      <w:r w:rsidRPr="00D91DA3">
        <w:rPr>
          <w:color w:val="50B048"/>
          <w:sz w:val="28"/>
        </w:rPr>
        <w:t xml:space="preserve"> </w:t>
      </w:r>
      <w:r w:rsidRPr="00D91DA3">
        <w:rPr>
          <w:sz w:val="28"/>
        </w:rPr>
        <w:t xml:space="preserve">and </w:t>
      </w:r>
      <w:r w:rsidRPr="00D91DA3">
        <w:rPr>
          <w:b/>
          <w:color w:val="0070C0"/>
          <w:sz w:val="28"/>
        </w:rPr>
        <w:t>Blue</w:t>
      </w:r>
      <w:r w:rsidRPr="00D91DA3">
        <w:rPr>
          <w:sz w:val="28"/>
        </w:rPr>
        <w:t>:</w:t>
      </w:r>
    </w:p>
    <w:p w:rsidR="0008560C" w:rsidRDefault="0008560C" w:rsidP="0008560C"/>
    <w:p w:rsidR="0008560C" w:rsidRDefault="00CA30A8" w:rsidP="0008560C">
      <w:pPr>
        <w:pStyle w:val="Heading2"/>
      </w:pPr>
      <w:r>
        <w:t>Task 5</w:t>
      </w:r>
      <w:r w:rsidR="0008560C">
        <w:t>:</w:t>
      </w:r>
    </w:p>
    <w:p w:rsidR="00CA30A8" w:rsidRDefault="00CA30A8" w:rsidP="0008560C">
      <w:pPr>
        <w:spacing w:line="240" w:lineRule="auto"/>
      </w:pPr>
    </w:p>
    <w:p w:rsidR="0008560C" w:rsidRPr="00820D59" w:rsidRDefault="0008560C" w:rsidP="0008560C">
      <w:pPr>
        <w:spacing w:line="240" w:lineRule="auto"/>
        <w:rPr>
          <w:sz w:val="24"/>
        </w:rPr>
      </w:pPr>
      <w:r w:rsidRPr="00820D59">
        <w:rPr>
          <w:sz w:val="24"/>
        </w:rPr>
        <w:t xml:space="preserve">You should have sent the following email to </w:t>
      </w:r>
      <w:hyperlink r:id="rId21" w:history="1">
        <w:r w:rsidRPr="00820D59">
          <w:rPr>
            <w:rStyle w:val="Hyperlink"/>
            <w:sz w:val="24"/>
          </w:rPr>
          <w:t>nzcc2@eit.ac.nz</w:t>
        </w:r>
      </w:hyperlink>
    </w:p>
    <w:p w:rsidR="00262AF8" w:rsidRDefault="00262AF8" w:rsidP="000A303D">
      <w:pPr>
        <w:spacing w:line="240" w:lineRule="auto"/>
      </w:pPr>
    </w:p>
    <w:p w:rsidR="000A303D" w:rsidRDefault="000A303D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065"/>
        </w:tabs>
        <w:ind w:left="567" w:right="1558"/>
      </w:pPr>
      <w:r>
        <w:t xml:space="preserve">Subject line:  </w:t>
      </w:r>
      <w:r>
        <w:rPr>
          <w:noProof/>
          <w:lang w:eastAsia="en-NZ"/>
        </w:rPr>
        <w:drawing>
          <wp:inline distT="0" distB="0" distL="0" distR="0" wp14:anchorId="4AACC9DB" wp14:editId="61C8B292">
            <wp:extent cx="1183640" cy="304800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03D" w:rsidRDefault="00262AF8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10065"/>
        </w:tabs>
        <w:ind w:left="567" w:right="1558"/>
      </w:pPr>
      <w:r>
        <w:t xml:space="preserve">Body </w:t>
      </w:r>
      <w:r w:rsidR="000A303D">
        <w:t>of the email message:</w:t>
      </w:r>
    </w:p>
    <w:p w:rsidR="000A303D" w:rsidRDefault="000A303D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1558"/>
      </w:pPr>
      <w:r>
        <w:t xml:space="preserve">URL: </w:t>
      </w:r>
      <w:hyperlink r:id="rId23" w:history="1">
        <w:r w:rsidRPr="00950121">
          <w:rPr>
            <w:rStyle w:val="Hyperlink"/>
          </w:rPr>
          <w:t>https://www.axess.co.nz</w:t>
        </w:r>
      </w:hyperlink>
    </w:p>
    <w:p w:rsidR="000A303D" w:rsidRDefault="000A303D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6663"/>
        </w:tabs>
        <w:ind w:left="567" w:right="1558"/>
      </w:pPr>
      <w:r>
        <w:t>I found the Property and Mortgage calculator easy to use.</w:t>
      </w:r>
      <w:r w:rsidRPr="00F9439E">
        <w:tab/>
        <w:t>Yes</w:t>
      </w:r>
      <w:r>
        <w:t xml:space="preserve"> or </w:t>
      </w:r>
      <w:r w:rsidRPr="00F9439E">
        <w:t>No</w:t>
      </w:r>
    </w:p>
    <w:p w:rsidR="000A303D" w:rsidRPr="00F9439E" w:rsidRDefault="000A303D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6663"/>
        </w:tabs>
        <w:ind w:left="567" w:right="1558"/>
      </w:pPr>
      <w:r>
        <w:t>Do Axess Finance have a Disclaimer in case of an error?</w:t>
      </w:r>
      <w:r>
        <w:tab/>
        <w:t xml:space="preserve">Yes or </w:t>
      </w:r>
      <w:r w:rsidRPr="00F9439E">
        <w:t>No</w:t>
      </w:r>
    </w:p>
    <w:p w:rsidR="000A303D" w:rsidRDefault="000A303D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6663"/>
        </w:tabs>
        <w:ind w:left="567" w:right="1558"/>
      </w:pPr>
      <w:r>
        <w:t>Can you find out the date the company was registered?</w:t>
      </w:r>
      <w:r>
        <w:tab/>
        <w:t>Yes or No</w:t>
      </w:r>
    </w:p>
    <w:p w:rsidR="000A303D" w:rsidRDefault="000A303D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1558"/>
      </w:pPr>
      <w:r>
        <w:t>I used my …………………………. device to search and send this email.</w:t>
      </w:r>
    </w:p>
    <w:p w:rsidR="000A303D" w:rsidRDefault="000A303D" w:rsidP="00085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1558"/>
      </w:pPr>
      <w:r>
        <w:t>Your full name</w:t>
      </w:r>
    </w:p>
    <w:p w:rsidR="0008560C" w:rsidRDefault="0008560C" w:rsidP="00262AF8">
      <w:pPr>
        <w:spacing w:line="480" w:lineRule="auto"/>
        <w:ind w:right="3259"/>
      </w:pPr>
    </w:p>
    <w:p w:rsidR="00D91DA3" w:rsidRPr="00D91DA3" w:rsidRDefault="00D91DA3" w:rsidP="00D91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800000"/>
          <w:sz w:val="32"/>
        </w:rPr>
      </w:pPr>
      <w:r w:rsidRPr="00D91DA3">
        <w:rPr>
          <w:color w:val="800000"/>
        </w:rPr>
        <w:t xml:space="preserve">When you click in the box you will get: </w:t>
      </w:r>
      <w:r w:rsidRPr="00D91DA3">
        <w:rPr>
          <w:color w:val="800000"/>
          <w:sz w:val="32"/>
        </w:rPr>
        <w:sym w:font="Wingdings" w:char="F0FC"/>
      </w:r>
      <w:r w:rsidRPr="00D91DA3">
        <w:rPr>
          <w:color w:val="800000"/>
          <w:sz w:val="32"/>
        </w:rPr>
        <w:t xml:space="preserve"> for Yes</w:t>
      </w:r>
      <w:r w:rsidRPr="00D91DA3">
        <w:rPr>
          <w:color w:val="800000"/>
        </w:rPr>
        <w:t>,   if you don’t click in it you will get</w:t>
      </w:r>
      <w:r w:rsidRPr="00D91DA3">
        <w:rPr>
          <w:color w:val="800000"/>
          <w:sz w:val="32"/>
        </w:rPr>
        <w:t xml:space="preserve"> </w:t>
      </w:r>
      <w:r w:rsidRPr="00D91DA3">
        <w:rPr>
          <w:color w:val="800000"/>
          <w:sz w:val="32"/>
        </w:rPr>
        <w:sym w:font="Wingdings" w:char="F0A8"/>
      </w:r>
      <w:r w:rsidRPr="00D91DA3">
        <w:rPr>
          <w:color w:val="800000"/>
          <w:sz w:val="32"/>
        </w:rPr>
        <w:t xml:space="preserve"> for No</w:t>
      </w:r>
    </w:p>
    <w:p w:rsidR="0008560C" w:rsidRPr="00F6019D" w:rsidRDefault="0008560C" w:rsidP="00D91DA3">
      <w:pPr>
        <w:spacing w:before="240" w:after="0" w:line="480" w:lineRule="auto"/>
        <w:rPr>
          <w:color w:val="50B048"/>
          <w:sz w:val="32"/>
        </w:rPr>
      </w:pPr>
      <w:r w:rsidRPr="00F6019D">
        <w:rPr>
          <w:color w:val="50B048"/>
          <w:sz w:val="32"/>
        </w:rPr>
        <w:t xml:space="preserve">I have sent this email to </w:t>
      </w:r>
      <w:hyperlink r:id="rId24" w:history="1">
        <w:r w:rsidRPr="00F6019D">
          <w:rPr>
            <w:rStyle w:val="Hyperlink"/>
            <w:color w:val="50B048"/>
            <w:sz w:val="32"/>
          </w:rPr>
          <w:t>nzcc2@eit.ac.nz</w:t>
        </w:r>
      </w:hyperlink>
      <w:r w:rsidRPr="00F6019D">
        <w:rPr>
          <w:color w:val="50B048"/>
          <w:sz w:val="32"/>
        </w:rPr>
        <w:tab/>
      </w:r>
      <w:sdt>
        <w:sdtPr>
          <w:rPr>
            <w:color w:val="50B048"/>
            <w:sz w:val="32"/>
          </w:rPr>
          <w:alias w:val="Sent"/>
          <w:tag w:val="Sent"/>
          <w:id w:val="-1676646796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Pr="00F6019D">
            <w:rPr>
              <w:rFonts w:ascii="MS Gothic" w:eastAsia="MS Gothic" w:hAnsi="MS Gothic" w:hint="eastAsia"/>
              <w:color w:val="50B048"/>
              <w:sz w:val="32"/>
            </w:rPr>
            <w:t>☐</w:t>
          </w:r>
        </w:sdtContent>
      </w:sdt>
      <w:r w:rsidRPr="00F6019D">
        <w:rPr>
          <w:color w:val="50B048"/>
          <w:sz w:val="32"/>
        </w:rPr>
        <w:t xml:space="preserve">      </w:t>
      </w:r>
      <w:r w:rsidR="00FB263F">
        <w:rPr>
          <w:noProof/>
          <w:lang w:eastAsia="en-NZ"/>
        </w:rPr>
        <w:drawing>
          <wp:inline distT="0" distB="0" distL="0" distR="0" wp14:anchorId="1FE29ED0" wp14:editId="1B94602D">
            <wp:extent cx="542857" cy="247619"/>
            <wp:effectExtent l="0" t="0" r="0" b="635"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DA3" w:rsidRPr="00D91DA3" w:rsidRDefault="0008560C" w:rsidP="00D91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800000"/>
        </w:rPr>
      </w:pPr>
      <w:r w:rsidRPr="00D91DA3">
        <w:rPr>
          <w:color w:val="800000"/>
        </w:rPr>
        <w:t xml:space="preserve">When you click in the box, click on the down arrow </w:t>
      </w:r>
      <w:r w:rsidRPr="00D91DA3">
        <w:rPr>
          <w:noProof/>
          <w:color w:val="800000"/>
          <w:lang w:eastAsia="en-NZ"/>
        </w:rPr>
        <w:drawing>
          <wp:inline distT="0" distB="0" distL="0" distR="0" wp14:anchorId="54AEB7F2" wp14:editId="4DD3A8F0">
            <wp:extent cx="304762" cy="314286"/>
            <wp:effectExtent l="0" t="0" r="63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1DA3">
        <w:rPr>
          <w:color w:val="800000"/>
        </w:rPr>
        <w:t xml:space="preserve"> and change to correct month and day</w:t>
      </w:r>
      <w:r w:rsidRPr="00D91DA3">
        <w:rPr>
          <w:color w:val="800000"/>
        </w:rPr>
        <w:br/>
      </w:r>
      <w:r w:rsidRPr="00D91DA3">
        <w:rPr>
          <w:noProof/>
          <w:color w:val="800000"/>
          <w:lang w:eastAsia="en-NZ"/>
        </w:rPr>
        <w:drawing>
          <wp:inline distT="0" distB="0" distL="0" distR="0" wp14:anchorId="4C04D9DA" wp14:editId="712651CA">
            <wp:extent cx="1952381" cy="168571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381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60C" w:rsidRPr="00B553AE" w:rsidRDefault="0008560C" w:rsidP="00D91DA3">
      <w:pPr>
        <w:tabs>
          <w:tab w:val="left" w:pos="2977"/>
        </w:tabs>
        <w:spacing w:before="240"/>
        <w:rPr>
          <w:color w:val="0070C0"/>
          <w:sz w:val="32"/>
        </w:rPr>
      </w:pPr>
      <w:r w:rsidRPr="00B553AE">
        <w:rPr>
          <w:color w:val="0070C0"/>
          <w:sz w:val="32"/>
        </w:rPr>
        <w:t xml:space="preserve">I sent this email on </w:t>
      </w:r>
      <w:r w:rsidRPr="00B553AE">
        <w:rPr>
          <w:color w:val="0070C0"/>
          <w:sz w:val="32"/>
        </w:rPr>
        <w:tab/>
      </w:r>
      <w:sdt>
        <w:sdtPr>
          <w:rPr>
            <w:color w:val="0070C0"/>
            <w:sz w:val="32"/>
          </w:rPr>
          <w:id w:val="-651066474"/>
          <w:placeholder>
            <w:docPart w:val="CF7F7A119EAE4B0B88C2B7357EF64046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Pr="00B553AE">
            <w:rPr>
              <w:rStyle w:val="PlaceholderText"/>
              <w:color w:val="0070C0"/>
              <w:sz w:val="32"/>
            </w:rPr>
            <w:t>Click or tap to enter a date.</w:t>
          </w:r>
        </w:sdtContent>
      </w:sdt>
      <w:r w:rsidR="00FB263F">
        <w:rPr>
          <w:color w:val="0070C0"/>
          <w:sz w:val="32"/>
        </w:rPr>
        <w:tab/>
      </w:r>
      <w:r w:rsidR="00FB263F">
        <w:rPr>
          <w:noProof/>
          <w:lang w:eastAsia="en-NZ"/>
        </w:rPr>
        <w:drawing>
          <wp:inline distT="0" distB="0" distL="0" distR="0" wp14:anchorId="054C0D26" wp14:editId="5076AC41">
            <wp:extent cx="542857" cy="247619"/>
            <wp:effectExtent l="0" t="0" r="0" b="635"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A5F" w:rsidRPr="009B3B48" w:rsidRDefault="004A3A5F">
      <w:pPr>
        <w:spacing w:line="240" w:lineRule="auto"/>
        <w:rPr>
          <w:b/>
          <w:color w:val="943634" w:themeColor="accent2" w:themeShade="BF"/>
        </w:rPr>
      </w:pPr>
      <w:r w:rsidRPr="009B3B48">
        <w:rPr>
          <w:b/>
          <w:color w:val="943634" w:themeColor="accent2" w:themeShade="BF"/>
        </w:rPr>
        <w:t xml:space="preserve">Note:  </w:t>
      </w:r>
      <w:hyperlink r:id="rId25" w:history="1">
        <w:r w:rsidRPr="009B3B48">
          <w:rPr>
            <w:rStyle w:val="Hyperlink"/>
            <w:b/>
            <w:color w:val="943634" w:themeColor="accent2" w:themeShade="BF"/>
          </w:rPr>
          <w:t>nzcc2@eit.ac.nz</w:t>
        </w:r>
      </w:hyperlink>
      <w:r w:rsidRPr="009B3B48">
        <w:rPr>
          <w:b/>
          <w:color w:val="943634" w:themeColor="accent2" w:themeShade="BF"/>
        </w:rPr>
        <w:t xml:space="preserve"> will NOT </w:t>
      </w:r>
      <w:r>
        <w:rPr>
          <w:b/>
          <w:color w:val="943634" w:themeColor="accent2" w:themeShade="BF"/>
        </w:rPr>
        <w:t>have replied</w:t>
      </w:r>
      <w:r w:rsidRPr="009B3B48">
        <w:rPr>
          <w:b/>
          <w:color w:val="943634" w:themeColor="accent2" w:themeShade="BF"/>
        </w:rPr>
        <w:t xml:space="preserve"> to this email</w:t>
      </w:r>
    </w:p>
    <w:p w:rsidR="0008560C" w:rsidRDefault="0008560C" w:rsidP="00262AF8">
      <w:pPr>
        <w:spacing w:line="480" w:lineRule="auto"/>
        <w:ind w:right="3259"/>
      </w:pPr>
    </w:p>
    <w:p w:rsidR="000A303D" w:rsidRPr="00D91DA3" w:rsidRDefault="00820D59">
      <w:pPr>
        <w:spacing w:after="0" w:line="240" w:lineRule="auto"/>
        <w:rPr>
          <w:color w:val="800000"/>
        </w:rPr>
      </w:pPr>
      <w:r w:rsidRPr="00D91DA3">
        <w:rPr>
          <w:rFonts w:ascii="Arial Black" w:hAnsi="Arial Black"/>
          <w:color w:val="800000"/>
          <w:sz w:val="28"/>
        </w:rPr>
        <w:t xml:space="preserve">Save and close </w:t>
      </w:r>
      <w:r w:rsidR="004D5964" w:rsidRPr="00D91DA3">
        <w:rPr>
          <w:noProof/>
          <w:color w:val="800000"/>
          <w:lang w:eastAsia="en-NZ"/>
        </w:rPr>
        <w:drawing>
          <wp:inline distT="0" distB="0" distL="0" distR="0" wp14:anchorId="0742865E" wp14:editId="5FFD521B">
            <wp:extent cx="3295238" cy="228571"/>
            <wp:effectExtent l="19050" t="19050" r="19685" b="19685"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228571"/>
                    </a:xfrm>
                    <a:prstGeom prst="rect">
                      <a:avLst/>
                    </a:prstGeom>
                    <a:ln>
                      <a:solidFill>
                        <a:srgbClr val="6C3300"/>
                      </a:solidFill>
                    </a:ln>
                  </pic:spPr>
                </pic:pic>
              </a:graphicData>
            </a:graphic>
          </wp:inline>
        </w:drawing>
      </w:r>
      <w:r w:rsidR="000A303D" w:rsidRPr="00D91DA3">
        <w:rPr>
          <w:color w:val="800000"/>
        </w:rPr>
        <w:br w:type="page"/>
      </w:r>
    </w:p>
    <w:p w:rsidR="00740603" w:rsidRPr="00D91DA3" w:rsidRDefault="00740603" w:rsidP="00740603">
      <w:pPr>
        <w:spacing w:after="0" w:line="240" w:lineRule="auto"/>
        <w:rPr>
          <w:sz w:val="28"/>
        </w:rPr>
      </w:pPr>
      <w:r w:rsidRPr="00D91DA3">
        <w:rPr>
          <w:sz w:val="28"/>
        </w:rPr>
        <w:lastRenderedPageBreak/>
        <w:t>To fill in the form follow this instruction:</w:t>
      </w:r>
    </w:p>
    <w:p w:rsidR="00740603" w:rsidRDefault="00740603" w:rsidP="00740603">
      <w:pPr>
        <w:spacing w:after="0" w:line="240" w:lineRule="auto"/>
      </w:pPr>
      <w:r>
        <w:rPr>
          <w:noProof/>
          <w:lang w:eastAsia="en-NZ"/>
        </w:rPr>
        <w:drawing>
          <wp:inline distT="0" distB="0" distL="0" distR="0" wp14:anchorId="481376AA" wp14:editId="2DBC3B57">
            <wp:extent cx="3685715" cy="590476"/>
            <wp:effectExtent l="0" t="0" r="0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603" w:rsidRDefault="00740603" w:rsidP="00740603">
      <w:pPr>
        <w:spacing w:after="0" w:line="240" w:lineRule="auto"/>
      </w:pPr>
      <w:r>
        <w:t xml:space="preserve">Note:  don’t worry about the text </w:t>
      </w:r>
      <w:r w:rsidR="00820D59">
        <w:t>boxes – the</w:t>
      </w:r>
      <w:r>
        <w:t xml:space="preserve"> boxes will grow bigger as you type so there is ample room</w:t>
      </w:r>
    </w:p>
    <w:p w:rsidR="00740603" w:rsidRDefault="00740603" w:rsidP="00740603">
      <w:pPr>
        <w:spacing w:after="0" w:line="240" w:lineRule="auto"/>
      </w:pPr>
    </w:p>
    <w:p w:rsidR="000A303D" w:rsidRDefault="000A303D" w:rsidP="000A303D">
      <w:pPr>
        <w:tabs>
          <w:tab w:val="right" w:leader="dot" w:pos="10065"/>
        </w:tabs>
        <w:spacing w:line="360" w:lineRule="auto"/>
      </w:pPr>
    </w:p>
    <w:p w:rsidR="000A303D" w:rsidRPr="00F9439E" w:rsidRDefault="000A303D" w:rsidP="000A303D">
      <w:pPr>
        <w:pStyle w:val="Heading2"/>
      </w:pPr>
      <w:bookmarkStart w:id="10" w:name="_Toc474746472"/>
      <w:r>
        <w:t xml:space="preserve">Task </w:t>
      </w:r>
      <w:bookmarkEnd w:id="10"/>
      <w:r w:rsidR="00CA30A8">
        <w:t>6</w:t>
      </w:r>
      <w:r w:rsidR="0008560C">
        <w:t>:</w:t>
      </w:r>
    </w:p>
    <w:p w:rsidR="00CA30A8" w:rsidRDefault="00CA30A8" w:rsidP="000A303D">
      <w:pPr>
        <w:spacing w:before="120"/>
      </w:pPr>
    </w:p>
    <w:p w:rsidR="000A303D" w:rsidRPr="00820D59" w:rsidRDefault="000A303D" w:rsidP="000A303D">
      <w:pPr>
        <w:spacing w:before="120"/>
        <w:rPr>
          <w:sz w:val="24"/>
        </w:rPr>
      </w:pPr>
      <w:r w:rsidRPr="00820D59">
        <w:rPr>
          <w:sz w:val="24"/>
        </w:rPr>
        <w:t>Digital literacy requires you to filter material and recognise trustworthy information to enable you as a digital citizen to effectively manage the challenges of ICT.</w:t>
      </w:r>
    </w:p>
    <w:p w:rsidR="00820D59" w:rsidRPr="003D0D30" w:rsidRDefault="00820D59" w:rsidP="000A303D">
      <w:pPr>
        <w:spacing w:before="120"/>
        <w:rPr>
          <w:noProof/>
          <w:sz w:val="24"/>
          <w:szCs w:val="24"/>
          <w:lang w:eastAsia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A303D" w:rsidRPr="003D0D30" w:rsidTr="00780C20">
        <w:tc>
          <w:tcPr>
            <w:tcW w:w="5000" w:type="pct"/>
            <w:shd w:val="clear" w:color="auto" w:fill="auto"/>
            <w:vAlign w:val="center"/>
          </w:tcPr>
          <w:p w:rsidR="000A303D" w:rsidRPr="003D0D30" w:rsidRDefault="000A303D" w:rsidP="00780C20">
            <w:pPr>
              <w:spacing w:line="240" w:lineRule="auto"/>
              <w:rPr>
                <w:color w:val="7030A0"/>
                <w:sz w:val="24"/>
                <w:szCs w:val="24"/>
              </w:rPr>
            </w:pPr>
            <w:r w:rsidRPr="003D0D30">
              <w:rPr>
                <w:color w:val="7030A0"/>
                <w:sz w:val="24"/>
                <w:szCs w:val="24"/>
              </w:rPr>
              <w:t xml:space="preserve">Explain why it is important to identify the authority of web documents or websites </w:t>
            </w:r>
          </w:p>
        </w:tc>
      </w:tr>
      <w:tr w:rsidR="000A303D" w:rsidRPr="003D0D30" w:rsidTr="00780C20">
        <w:sdt>
          <w:sdtPr>
            <w:rPr>
              <w:rFonts w:ascii="Verdana" w:hAnsi="Verdana"/>
              <w:b/>
              <w:color w:val="333333"/>
              <w:sz w:val="24"/>
              <w:szCs w:val="24"/>
            </w:rPr>
            <w:id w:val="-1217962022"/>
            <w:placeholder>
              <w:docPart w:val="A8DB60AF24BF4774ADAD9082F4910D55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shd w:val="clear" w:color="auto" w:fill="auto"/>
                <w:vAlign w:val="center"/>
              </w:tcPr>
              <w:p w:rsidR="000A303D" w:rsidRPr="003D0D30" w:rsidRDefault="000A303D" w:rsidP="00780C20">
                <w:pPr>
                  <w:tabs>
                    <w:tab w:val="right" w:pos="9180"/>
                  </w:tabs>
                  <w:rPr>
                    <w:rFonts w:ascii="Verdana" w:hAnsi="Verdana"/>
                    <w:b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A303D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03D" w:rsidRPr="003D0D30" w:rsidRDefault="000A303D" w:rsidP="00780C20">
            <w:pPr>
              <w:tabs>
                <w:tab w:val="right" w:pos="9180"/>
              </w:tabs>
              <w:rPr>
                <w:rFonts w:ascii="Verdana" w:hAnsi="Verdana"/>
                <w:color w:val="E36C0A" w:themeColor="accent6" w:themeShade="BF"/>
                <w:sz w:val="24"/>
                <w:szCs w:val="24"/>
              </w:rPr>
            </w:pPr>
            <w:r w:rsidRPr="003D0D30">
              <w:rPr>
                <w:color w:val="E36C0A" w:themeColor="accent6" w:themeShade="BF"/>
                <w:sz w:val="24"/>
                <w:szCs w:val="24"/>
              </w:rPr>
              <w:t>Explain why it is important to verify the accuracy of information obtained from the Internet</w:t>
            </w:r>
          </w:p>
        </w:tc>
      </w:tr>
      <w:tr w:rsidR="000A303D" w:rsidRPr="003D0D30" w:rsidTr="00780C20">
        <w:sdt>
          <w:sdtPr>
            <w:rPr>
              <w:rFonts w:ascii="Verdana" w:hAnsi="Verdana"/>
              <w:b/>
              <w:color w:val="333333"/>
              <w:sz w:val="24"/>
              <w:szCs w:val="24"/>
            </w:rPr>
            <w:id w:val="1691479313"/>
            <w:placeholder>
              <w:docPart w:val="FD7D07EE89B74E41B12DB1CB2A98B1B2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3D0D30" w:rsidRDefault="00D91DA3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0A303D" w:rsidRPr="003D0D30" w:rsidTr="00780C2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03D" w:rsidRPr="003D0D30" w:rsidRDefault="000A303D" w:rsidP="00780C20">
            <w:pPr>
              <w:tabs>
                <w:tab w:val="right" w:pos="9180"/>
              </w:tabs>
              <w:rPr>
                <w:rFonts w:ascii="Verdana" w:hAnsi="Verdana"/>
                <w:color w:val="7030A0"/>
                <w:sz w:val="24"/>
                <w:szCs w:val="24"/>
              </w:rPr>
            </w:pPr>
            <w:r w:rsidRPr="003D0D30">
              <w:rPr>
                <w:color w:val="7030A0"/>
                <w:sz w:val="24"/>
                <w:szCs w:val="24"/>
              </w:rPr>
              <w:t>Explain why it is important to make sure of the currency of information used from the Internet</w:t>
            </w:r>
          </w:p>
        </w:tc>
      </w:tr>
      <w:tr w:rsidR="000A303D" w:rsidRPr="003D0D30" w:rsidTr="00780C20">
        <w:sdt>
          <w:sdtPr>
            <w:rPr>
              <w:rFonts w:ascii="Verdana" w:hAnsi="Verdana"/>
              <w:b/>
              <w:color w:val="333333"/>
              <w:sz w:val="24"/>
              <w:szCs w:val="24"/>
            </w:rPr>
            <w:id w:val="-163092610"/>
            <w:placeholder>
              <w:docPart w:val="B7E7F6DF47804E858DD9349B4C4DBD2A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0A303D" w:rsidRPr="003D0D30" w:rsidRDefault="00D91DA3" w:rsidP="00780C20">
                <w:pPr>
                  <w:tabs>
                    <w:tab w:val="right" w:pos="9180"/>
                  </w:tabs>
                  <w:rPr>
                    <w:rFonts w:ascii="Verdana" w:hAnsi="Verdana"/>
                    <w:color w:val="333333"/>
                    <w:sz w:val="24"/>
                    <w:szCs w:val="24"/>
                  </w:rPr>
                </w:pPr>
                <w:r w:rsidRPr="003D0D30">
                  <w:rPr>
                    <w:rStyle w:val="PlaceholderText"/>
                    <w:b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0A303D" w:rsidRDefault="000A303D" w:rsidP="000A303D"/>
    <w:p w:rsidR="000A303D" w:rsidRPr="00D91DA3" w:rsidRDefault="00820D59">
      <w:pPr>
        <w:spacing w:after="0" w:line="240" w:lineRule="auto"/>
        <w:rPr>
          <w:color w:val="800000"/>
        </w:rPr>
      </w:pPr>
      <w:r w:rsidRPr="00D91DA3">
        <w:rPr>
          <w:rFonts w:ascii="Arial Black" w:hAnsi="Arial Black"/>
          <w:color w:val="800000"/>
          <w:sz w:val="28"/>
        </w:rPr>
        <w:t xml:space="preserve">Save and close </w:t>
      </w:r>
      <w:r w:rsidR="004D5964" w:rsidRPr="00D91DA3">
        <w:rPr>
          <w:noProof/>
          <w:color w:val="800000"/>
          <w:lang w:eastAsia="en-NZ"/>
        </w:rPr>
        <w:drawing>
          <wp:inline distT="0" distB="0" distL="0" distR="0" wp14:anchorId="53D48B56" wp14:editId="79928158">
            <wp:extent cx="3295238" cy="228571"/>
            <wp:effectExtent l="19050" t="19050" r="19685" b="19685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228571"/>
                    </a:xfrm>
                    <a:prstGeom prst="rect">
                      <a:avLst/>
                    </a:prstGeom>
                    <a:ln>
                      <a:solidFill>
                        <a:srgbClr val="6C3300"/>
                      </a:solidFill>
                    </a:ln>
                  </pic:spPr>
                </pic:pic>
              </a:graphicData>
            </a:graphic>
          </wp:inline>
        </w:drawing>
      </w:r>
      <w:r w:rsidR="000A303D" w:rsidRPr="00D91DA3">
        <w:rPr>
          <w:color w:val="800000"/>
        </w:rPr>
        <w:br w:type="page"/>
      </w:r>
    </w:p>
    <w:p w:rsidR="00565072" w:rsidRDefault="00565072" w:rsidP="00565072">
      <w:pPr>
        <w:spacing w:after="0" w:line="240" w:lineRule="auto"/>
        <w:rPr>
          <w:sz w:val="21"/>
        </w:rPr>
      </w:pPr>
    </w:p>
    <w:p w:rsidR="00CE6B12" w:rsidRPr="00733E8C" w:rsidRDefault="00CE6B12" w:rsidP="00CE6B12">
      <w:pPr>
        <w:pStyle w:val="Heading4"/>
        <w:rPr>
          <w:sz w:val="36"/>
        </w:rPr>
      </w:pPr>
      <w:r w:rsidRPr="00733E8C">
        <w:rPr>
          <w:sz w:val="36"/>
        </w:rPr>
        <w:t>At completion of assessment portfolio document:</w:t>
      </w:r>
    </w:p>
    <w:p w:rsidR="00CE6B12" w:rsidRPr="00681ABD" w:rsidRDefault="00CE6B12" w:rsidP="00CE6B12"/>
    <w:p w:rsidR="00CE6B12" w:rsidRDefault="00CE6B12" w:rsidP="00CE6B12"/>
    <w:p w:rsidR="00CE6B12" w:rsidRPr="00FB43B0" w:rsidRDefault="00CE6B12" w:rsidP="00CE6B12">
      <w:pPr>
        <w:numPr>
          <w:ilvl w:val="0"/>
          <w:numId w:val="13"/>
        </w:numPr>
        <w:spacing w:line="360" w:lineRule="auto"/>
        <w:ind w:right="225"/>
        <w:rPr>
          <w:sz w:val="28"/>
          <w:szCs w:val="32"/>
        </w:rPr>
      </w:pPr>
      <w:r w:rsidRPr="00FB43B0">
        <w:rPr>
          <w:sz w:val="28"/>
          <w:szCs w:val="32"/>
        </w:rPr>
        <w:t xml:space="preserve">Internet Communication Assessment Portfolio Form 1.docx must be emailed in to </w:t>
      </w:r>
      <w:hyperlink r:id="rId26" w:history="1">
        <w:r w:rsidRPr="00FB43B0">
          <w:rPr>
            <w:rStyle w:val="Hyperlink"/>
            <w:sz w:val="28"/>
            <w:szCs w:val="32"/>
          </w:rPr>
          <w:t>nzcc2@eit.ac.nz</w:t>
        </w:r>
      </w:hyperlink>
      <w:r w:rsidRPr="00FB43B0">
        <w:rPr>
          <w:sz w:val="28"/>
          <w:szCs w:val="32"/>
        </w:rPr>
        <w:t xml:space="preserve"> for marking</w:t>
      </w:r>
      <w:r w:rsidRPr="00FB43B0">
        <w:rPr>
          <w:sz w:val="28"/>
          <w:szCs w:val="32"/>
        </w:rPr>
        <w:br/>
        <w:t xml:space="preserve">Subject line </w:t>
      </w:r>
      <w:r w:rsidRPr="00FB43B0">
        <w:rPr>
          <w:b/>
          <w:sz w:val="28"/>
          <w:szCs w:val="32"/>
        </w:rPr>
        <w:t>Internet Communication Portfolio Form 1</w:t>
      </w:r>
    </w:p>
    <w:p w:rsidR="00CE6B12" w:rsidRDefault="008C37C7" w:rsidP="00CE6B12">
      <w:pPr>
        <w:numPr>
          <w:ilvl w:val="0"/>
          <w:numId w:val="13"/>
        </w:numPr>
        <w:spacing w:line="360" w:lineRule="auto"/>
        <w:ind w:right="225"/>
        <w:rPr>
          <w:sz w:val="28"/>
          <w:szCs w:val="32"/>
        </w:rPr>
      </w:pPr>
      <w:r w:rsidRPr="00FB43B0">
        <w:rPr>
          <w:noProof/>
          <w:sz w:val="20"/>
          <w:lang w:eastAsia="en-N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96E327D" wp14:editId="1393DECC">
                <wp:simplePos x="0" y="0"/>
                <wp:positionH relativeFrom="column">
                  <wp:posOffset>-10406</wp:posOffset>
                </wp:positionH>
                <wp:positionV relativeFrom="paragraph">
                  <wp:posOffset>435610</wp:posOffset>
                </wp:positionV>
                <wp:extent cx="6121400" cy="3780089"/>
                <wp:effectExtent l="0" t="0" r="1270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00" cy="378008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6D7E6" id="Rectangle 2" o:spid="_x0000_s1026" style="position:absolute;margin-left:-.8pt;margin-top:34.3pt;width:482pt;height:297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" fillcolor="#0070c0" strokecolor="#243f60 [1604]" strokeweight="2pt"/>
            </w:pict>
          </mc:Fallback>
        </mc:AlternateContent>
      </w:r>
      <w:r w:rsidR="00CE6B12" w:rsidRPr="00FB43B0">
        <w:rPr>
          <w:sz w:val="28"/>
          <w:szCs w:val="32"/>
        </w:rPr>
        <w:t>Message to be as shown below including your full name.</w:t>
      </w:r>
    </w:p>
    <w:p w:rsidR="00FB43B0" w:rsidRPr="00FB43B0" w:rsidRDefault="00FB43B0" w:rsidP="00FB43B0">
      <w:pPr>
        <w:spacing w:line="360" w:lineRule="auto"/>
        <w:ind w:right="225"/>
        <w:rPr>
          <w:sz w:val="28"/>
          <w:szCs w:val="32"/>
        </w:rPr>
      </w:pPr>
    </w:p>
    <w:p w:rsidR="00CE6B12" w:rsidRPr="00FB43B0" w:rsidRDefault="00CE6B12" w:rsidP="00CE6B12">
      <w:pPr>
        <w:rPr>
          <w:sz w:val="20"/>
          <w:szCs w:val="32"/>
        </w:rPr>
      </w:pPr>
    </w:p>
    <w:p w:rsidR="00CE6B12" w:rsidRPr="00FB43B0" w:rsidRDefault="008C37C7" w:rsidP="00CE6B12">
      <w:pPr>
        <w:spacing w:line="360" w:lineRule="auto"/>
        <w:ind w:right="225"/>
        <w:rPr>
          <w:sz w:val="28"/>
          <w:szCs w:val="32"/>
        </w:rPr>
      </w:pPr>
      <w:r w:rsidRPr="00FB43B0">
        <w:rPr>
          <w:noProof/>
          <w:sz w:val="20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630479</wp:posOffset>
            </wp:positionH>
            <wp:positionV relativeFrom="paragraph">
              <wp:posOffset>122896</wp:posOffset>
            </wp:positionV>
            <wp:extent cx="4779075" cy="2882118"/>
            <wp:effectExtent l="19050" t="0" r="21590" b="8331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9075" cy="288211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6B12" w:rsidRPr="00FB43B0" w:rsidRDefault="00CE6B12" w:rsidP="00CE6B12">
      <w:pPr>
        <w:spacing w:line="360" w:lineRule="auto"/>
        <w:ind w:right="225"/>
        <w:rPr>
          <w:sz w:val="28"/>
          <w:szCs w:val="32"/>
        </w:rPr>
      </w:pPr>
    </w:p>
    <w:p w:rsidR="00CE6B12" w:rsidRPr="00FB43B0" w:rsidRDefault="00CE6B12" w:rsidP="00CE6B12">
      <w:pPr>
        <w:spacing w:line="360" w:lineRule="auto"/>
        <w:ind w:right="225"/>
        <w:rPr>
          <w:sz w:val="28"/>
          <w:szCs w:val="32"/>
        </w:rPr>
      </w:pPr>
    </w:p>
    <w:p w:rsidR="00CE6B12" w:rsidRPr="00FB43B0" w:rsidRDefault="00CE6B12" w:rsidP="00CE6B12">
      <w:pPr>
        <w:spacing w:line="360" w:lineRule="auto"/>
        <w:ind w:right="225"/>
        <w:rPr>
          <w:sz w:val="28"/>
          <w:szCs w:val="32"/>
        </w:rPr>
      </w:pPr>
    </w:p>
    <w:p w:rsidR="00CE6B12" w:rsidRPr="00FB43B0" w:rsidRDefault="00CE6B12" w:rsidP="00CE6B12">
      <w:pPr>
        <w:spacing w:line="360" w:lineRule="auto"/>
        <w:ind w:right="225"/>
        <w:rPr>
          <w:sz w:val="28"/>
          <w:szCs w:val="32"/>
        </w:rPr>
      </w:pPr>
    </w:p>
    <w:p w:rsidR="00CE6B12" w:rsidRPr="00FB43B0" w:rsidRDefault="00CE6B12" w:rsidP="00CE6B12">
      <w:pPr>
        <w:spacing w:line="360" w:lineRule="auto"/>
        <w:ind w:right="225"/>
        <w:rPr>
          <w:sz w:val="28"/>
          <w:szCs w:val="32"/>
        </w:rPr>
      </w:pPr>
    </w:p>
    <w:p w:rsidR="00CE6B12" w:rsidRPr="00FB43B0" w:rsidRDefault="00CE6B12" w:rsidP="00CE6B12">
      <w:pPr>
        <w:spacing w:line="360" w:lineRule="auto"/>
        <w:ind w:right="225"/>
        <w:rPr>
          <w:sz w:val="28"/>
          <w:szCs w:val="32"/>
        </w:rPr>
      </w:pPr>
    </w:p>
    <w:p w:rsidR="00CE6B12" w:rsidRPr="00FB43B0" w:rsidRDefault="00CE6B12" w:rsidP="00CE6B12">
      <w:pPr>
        <w:ind w:left="426" w:right="225"/>
        <w:jc w:val="center"/>
        <w:rPr>
          <w:sz w:val="20"/>
        </w:rPr>
      </w:pPr>
    </w:p>
    <w:p w:rsidR="00CE6B12" w:rsidRPr="00FB43B0" w:rsidRDefault="00CE6B12" w:rsidP="00CE6B12">
      <w:pPr>
        <w:ind w:left="426" w:right="225"/>
        <w:rPr>
          <w:sz w:val="20"/>
        </w:rPr>
      </w:pPr>
    </w:p>
    <w:p w:rsidR="00CE6B12" w:rsidRPr="00FB43B0" w:rsidRDefault="00CE6B12" w:rsidP="00CE6B12">
      <w:pPr>
        <w:ind w:left="426" w:right="225"/>
        <w:rPr>
          <w:sz w:val="20"/>
        </w:rPr>
      </w:pPr>
    </w:p>
    <w:p w:rsidR="00CE6B12" w:rsidRPr="004A3A5F" w:rsidRDefault="00CE6B12" w:rsidP="00CE6B12">
      <w:pPr>
        <w:numPr>
          <w:ilvl w:val="0"/>
          <w:numId w:val="13"/>
        </w:numPr>
        <w:spacing w:line="360" w:lineRule="auto"/>
        <w:ind w:right="225"/>
        <w:rPr>
          <w:b/>
          <w:sz w:val="28"/>
          <w:szCs w:val="32"/>
        </w:rPr>
      </w:pPr>
      <w:r w:rsidRPr="004A3A5F">
        <w:rPr>
          <w:b/>
          <w:sz w:val="28"/>
          <w:szCs w:val="32"/>
        </w:rPr>
        <w:t xml:space="preserve">Any feedback will be emailed to you from </w:t>
      </w:r>
      <w:hyperlink r:id="rId28" w:history="1">
        <w:r w:rsidRPr="004A3A5F">
          <w:rPr>
            <w:rStyle w:val="Hyperlink"/>
            <w:b/>
            <w:sz w:val="28"/>
            <w:szCs w:val="32"/>
          </w:rPr>
          <w:t>nzcc2@eit.ac.nz</w:t>
        </w:r>
      </w:hyperlink>
      <w:r w:rsidRPr="004A3A5F">
        <w:rPr>
          <w:b/>
          <w:sz w:val="28"/>
          <w:szCs w:val="32"/>
        </w:rPr>
        <w:t xml:space="preserve">   </w:t>
      </w:r>
    </w:p>
    <w:p w:rsidR="00CE6B12" w:rsidRPr="00FB43B0" w:rsidRDefault="00CE6B12" w:rsidP="00CE6B12">
      <w:pPr>
        <w:numPr>
          <w:ilvl w:val="0"/>
          <w:numId w:val="13"/>
        </w:numPr>
        <w:spacing w:line="360" w:lineRule="auto"/>
        <w:ind w:right="225"/>
        <w:rPr>
          <w:sz w:val="28"/>
          <w:szCs w:val="32"/>
        </w:rPr>
      </w:pPr>
      <w:r w:rsidRPr="004A3A5F">
        <w:rPr>
          <w:b/>
          <w:sz w:val="28"/>
          <w:szCs w:val="32"/>
        </w:rPr>
        <w:t xml:space="preserve">Your Assessment Decision will be emailed to you from </w:t>
      </w:r>
      <w:hyperlink r:id="rId29" w:history="1">
        <w:r w:rsidRPr="004A3A5F">
          <w:rPr>
            <w:rStyle w:val="Hyperlink"/>
            <w:b/>
            <w:sz w:val="28"/>
            <w:szCs w:val="32"/>
          </w:rPr>
          <w:t>nzcc2@eit.ac.nz</w:t>
        </w:r>
      </w:hyperlink>
      <w:r w:rsidRPr="00FB43B0">
        <w:rPr>
          <w:sz w:val="28"/>
          <w:szCs w:val="32"/>
        </w:rPr>
        <w:t xml:space="preserve"> </w:t>
      </w:r>
    </w:p>
    <w:sectPr w:rsidR="00CE6B12" w:rsidRPr="00FB43B0" w:rsidSect="00F45912">
      <w:footerReference w:type="default" r:id="rId30"/>
      <w:footerReference w:type="first" r:id="rId31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8B3" w:rsidRDefault="001C48B3">
      <w:r>
        <w:separator/>
      </w:r>
    </w:p>
  </w:endnote>
  <w:endnote w:type="continuationSeparator" w:id="0">
    <w:p w:rsidR="001C48B3" w:rsidRDefault="001C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64" w:rsidRDefault="0045284B" w:rsidP="00F45912">
    <w:pPr>
      <w:pStyle w:val="Footer"/>
      <w:tabs>
        <w:tab w:val="clear" w:pos="4513"/>
        <w:tab w:val="clear" w:pos="9026"/>
        <w:tab w:val="right" w:pos="9639"/>
      </w:tabs>
    </w:pPr>
    <w:r>
      <w:rPr>
        <w:noProof/>
      </w:rPr>
      <w:fldChar w:fldCharType="begin"/>
    </w:r>
    <w:r>
      <w:rPr>
        <w:noProof/>
      </w:rPr>
      <w:instrText xml:space="preserve"> FILENAME  </w:instrText>
    </w:r>
    <w:r>
      <w:rPr>
        <w:noProof/>
      </w:rPr>
      <w:fldChar w:fldCharType="separate"/>
    </w:r>
    <w:r w:rsidR="00F6019D">
      <w:rPr>
        <w:noProof/>
      </w:rPr>
      <w:t>Internet Communication Assessment Portfolio Form.docx</w:t>
    </w:r>
    <w:r>
      <w:rPr>
        <w:noProof/>
      </w:rPr>
      <w:fldChar w:fldCharType="end"/>
    </w:r>
    <w:r w:rsidR="001D0D64">
      <w:tab/>
      <w:t xml:space="preserve">Page </w:t>
    </w:r>
    <w:r w:rsidR="001D0D64">
      <w:rPr>
        <w:rStyle w:val="PageNumber"/>
      </w:rPr>
      <w:fldChar w:fldCharType="begin"/>
    </w:r>
    <w:r w:rsidR="001D0D64">
      <w:rPr>
        <w:rStyle w:val="PageNumber"/>
      </w:rPr>
      <w:instrText xml:space="preserve"> PAGE </w:instrText>
    </w:r>
    <w:r w:rsidR="001D0D64">
      <w:rPr>
        <w:rStyle w:val="PageNumber"/>
      </w:rPr>
      <w:fldChar w:fldCharType="separate"/>
    </w:r>
    <w:r w:rsidR="00AE74D5">
      <w:rPr>
        <w:rStyle w:val="PageNumber"/>
        <w:noProof/>
      </w:rPr>
      <w:t>7</w:t>
    </w:r>
    <w:r w:rsidR="001D0D64">
      <w:rPr>
        <w:rStyle w:val="PageNumber"/>
      </w:rPr>
      <w:fldChar w:fldCharType="end"/>
    </w:r>
    <w:r w:rsidR="001D0D64">
      <w:rPr>
        <w:rStyle w:val="PageNumber"/>
      </w:rPr>
      <w:t xml:space="preserve"> of </w:t>
    </w:r>
    <w:r w:rsidR="001D0D64">
      <w:rPr>
        <w:rStyle w:val="PageNumber"/>
      </w:rPr>
      <w:fldChar w:fldCharType="begin"/>
    </w:r>
    <w:r w:rsidR="001D0D64">
      <w:rPr>
        <w:rStyle w:val="PageNumber"/>
      </w:rPr>
      <w:instrText xml:space="preserve"> NUMPAGES </w:instrText>
    </w:r>
    <w:r w:rsidR="001D0D64">
      <w:rPr>
        <w:rStyle w:val="PageNumber"/>
      </w:rPr>
      <w:fldChar w:fldCharType="separate"/>
    </w:r>
    <w:r w:rsidR="00AE74D5">
      <w:rPr>
        <w:rStyle w:val="PageNumber"/>
        <w:noProof/>
      </w:rPr>
      <w:t>9</w:t>
    </w:r>
    <w:r w:rsidR="001D0D64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64" w:rsidRPr="00195423" w:rsidRDefault="001D0D64">
    <w:pPr>
      <w:pStyle w:val="Footer"/>
      <w:rPr>
        <w:szCs w:val="22"/>
      </w:rPr>
    </w:pPr>
    <w:r w:rsidRPr="005B7BC2">
      <w:rPr>
        <w:szCs w:val="22"/>
      </w:rPr>
      <w:t>Assessment Supervisor Name: ………………………………</w:t>
    </w:r>
    <w:r>
      <w:rPr>
        <w:szCs w:val="22"/>
      </w:rPr>
      <w:t>……………………….Signature: …………………………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8B3" w:rsidRDefault="001C48B3">
      <w:r>
        <w:separator/>
      </w:r>
    </w:p>
  </w:footnote>
  <w:footnote w:type="continuationSeparator" w:id="0">
    <w:p w:rsidR="001C48B3" w:rsidRDefault="001C4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85pt;height:11.85pt" o:bullet="t">
        <v:imagedata r:id="rId1" o:title="mso193"/>
      </v:shape>
    </w:pict>
  </w:numPicBullet>
  <w:abstractNum w:abstractNumId="0" w15:restartNumberingAfterBreak="0">
    <w:nsid w:val="055F4F37"/>
    <w:multiLevelType w:val="multilevel"/>
    <w:tmpl w:val="0444EF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8235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8E5642"/>
    <w:multiLevelType w:val="hybridMultilevel"/>
    <w:tmpl w:val="D604E00C"/>
    <w:lvl w:ilvl="0" w:tplc="EDCAE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872F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A086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B62F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822A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98C3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78CD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5ADCF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3EA1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119B0B63"/>
    <w:multiLevelType w:val="multilevel"/>
    <w:tmpl w:val="8BF0E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554D04"/>
    <w:multiLevelType w:val="hybridMultilevel"/>
    <w:tmpl w:val="FEDCDEF8"/>
    <w:lvl w:ilvl="0" w:tplc="089238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769F"/>
    <w:multiLevelType w:val="hybridMultilevel"/>
    <w:tmpl w:val="799241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836A4E"/>
    <w:multiLevelType w:val="hybridMultilevel"/>
    <w:tmpl w:val="1D14CB36"/>
    <w:lvl w:ilvl="0" w:tplc="8564B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CD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6A2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4CE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BAB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32D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FEC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2C4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E09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49E120F"/>
    <w:multiLevelType w:val="hybridMultilevel"/>
    <w:tmpl w:val="199AB2F0"/>
    <w:lvl w:ilvl="0" w:tplc="66006C3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14810"/>
    <w:multiLevelType w:val="multilevel"/>
    <w:tmpl w:val="159E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B62DF1"/>
    <w:multiLevelType w:val="hybridMultilevel"/>
    <w:tmpl w:val="7742A9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056BDF"/>
    <w:multiLevelType w:val="multilevel"/>
    <w:tmpl w:val="39B8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C70DF3"/>
    <w:multiLevelType w:val="hybridMultilevel"/>
    <w:tmpl w:val="C9B0FF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5140"/>
    <w:multiLevelType w:val="hybridMultilevel"/>
    <w:tmpl w:val="A5D4672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FF6268"/>
    <w:multiLevelType w:val="hybridMultilevel"/>
    <w:tmpl w:val="05DE98B0"/>
    <w:lvl w:ilvl="0" w:tplc="3878A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7E28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EA04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8824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4942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CD640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60F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4356B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5FE9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 w15:restartNumberingAfterBreak="0">
    <w:nsid w:val="69FE7404"/>
    <w:multiLevelType w:val="hybridMultilevel"/>
    <w:tmpl w:val="159EA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9"/>
  </w:num>
  <w:num w:numId="5">
    <w:abstractNumId w:val="10"/>
  </w:num>
  <w:num w:numId="6">
    <w:abstractNumId w:val="2"/>
  </w:num>
  <w:num w:numId="7">
    <w:abstractNumId w:val="13"/>
  </w:num>
  <w:num w:numId="8">
    <w:abstractNumId w:val="4"/>
  </w:num>
  <w:num w:numId="9">
    <w:abstractNumId w:val="3"/>
  </w:num>
  <w:num w:numId="10">
    <w:abstractNumId w:val="5"/>
  </w:num>
  <w:num w:numId="11">
    <w:abstractNumId w:val="0"/>
  </w:num>
  <w:num w:numId="12">
    <w:abstractNumId w:val="12"/>
  </w:num>
  <w:num w:numId="13">
    <w:abstractNumId w:val="7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wH9A6DCtFUxprrQtgmNcWi69GIkbNsVSHyPchPctKFz5lom/KPDw0H5v3JhGlIRQmImnTNgAKDvMB/QNkoU3w==" w:salt="JoYzegq5oRk36bN9eLsLp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7B"/>
    <w:rsid w:val="000116B9"/>
    <w:rsid w:val="00022226"/>
    <w:rsid w:val="00063646"/>
    <w:rsid w:val="00065128"/>
    <w:rsid w:val="00074049"/>
    <w:rsid w:val="0008560C"/>
    <w:rsid w:val="000A303D"/>
    <w:rsid w:val="000A5E0F"/>
    <w:rsid w:val="000C444B"/>
    <w:rsid w:val="000D5F98"/>
    <w:rsid w:val="00100F22"/>
    <w:rsid w:val="0010113E"/>
    <w:rsid w:val="001018E1"/>
    <w:rsid w:val="00116AC0"/>
    <w:rsid w:val="001321FB"/>
    <w:rsid w:val="00140833"/>
    <w:rsid w:val="00141567"/>
    <w:rsid w:val="00153FF0"/>
    <w:rsid w:val="0017329B"/>
    <w:rsid w:val="0018402E"/>
    <w:rsid w:val="00195423"/>
    <w:rsid w:val="001C3339"/>
    <w:rsid w:val="001C48B3"/>
    <w:rsid w:val="001D0424"/>
    <w:rsid w:val="001D0D64"/>
    <w:rsid w:val="001D0EB9"/>
    <w:rsid w:val="001D58FE"/>
    <w:rsid w:val="001E0A67"/>
    <w:rsid w:val="001F19DA"/>
    <w:rsid w:val="002007FE"/>
    <w:rsid w:val="00206279"/>
    <w:rsid w:val="00211179"/>
    <w:rsid w:val="00237621"/>
    <w:rsid w:val="00255A8A"/>
    <w:rsid w:val="0026221F"/>
    <w:rsid w:val="00262AF8"/>
    <w:rsid w:val="00273C2A"/>
    <w:rsid w:val="00274162"/>
    <w:rsid w:val="0028496C"/>
    <w:rsid w:val="002B700C"/>
    <w:rsid w:val="002B7772"/>
    <w:rsid w:val="002C063F"/>
    <w:rsid w:val="002D1035"/>
    <w:rsid w:val="002D5BDE"/>
    <w:rsid w:val="002E196D"/>
    <w:rsid w:val="002E54E0"/>
    <w:rsid w:val="002F1725"/>
    <w:rsid w:val="002F2763"/>
    <w:rsid w:val="00321146"/>
    <w:rsid w:val="00322519"/>
    <w:rsid w:val="00325A87"/>
    <w:rsid w:val="00326753"/>
    <w:rsid w:val="00334501"/>
    <w:rsid w:val="0034095E"/>
    <w:rsid w:val="00346A10"/>
    <w:rsid w:val="00352E55"/>
    <w:rsid w:val="00362A74"/>
    <w:rsid w:val="00397702"/>
    <w:rsid w:val="003A7293"/>
    <w:rsid w:val="003C59EC"/>
    <w:rsid w:val="003D0D30"/>
    <w:rsid w:val="003D59D9"/>
    <w:rsid w:val="003D5CBB"/>
    <w:rsid w:val="00401164"/>
    <w:rsid w:val="0041730B"/>
    <w:rsid w:val="00420754"/>
    <w:rsid w:val="00431828"/>
    <w:rsid w:val="004349E2"/>
    <w:rsid w:val="00441CD6"/>
    <w:rsid w:val="0045120B"/>
    <w:rsid w:val="0045284B"/>
    <w:rsid w:val="00461A5A"/>
    <w:rsid w:val="00470424"/>
    <w:rsid w:val="00470DAC"/>
    <w:rsid w:val="00480816"/>
    <w:rsid w:val="0049266D"/>
    <w:rsid w:val="004A3A5F"/>
    <w:rsid w:val="004A5D51"/>
    <w:rsid w:val="004B2F7B"/>
    <w:rsid w:val="004B5FB6"/>
    <w:rsid w:val="004C2F9D"/>
    <w:rsid w:val="004D5964"/>
    <w:rsid w:val="00501A8F"/>
    <w:rsid w:val="00503F7B"/>
    <w:rsid w:val="00514426"/>
    <w:rsid w:val="00524414"/>
    <w:rsid w:val="00560513"/>
    <w:rsid w:val="00565072"/>
    <w:rsid w:val="005947B9"/>
    <w:rsid w:val="0059633F"/>
    <w:rsid w:val="005A7953"/>
    <w:rsid w:val="005A7D62"/>
    <w:rsid w:val="005E33D1"/>
    <w:rsid w:val="005E3977"/>
    <w:rsid w:val="0061566A"/>
    <w:rsid w:val="006446DC"/>
    <w:rsid w:val="00651366"/>
    <w:rsid w:val="00676048"/>
    <w:rsid w:val="0068106B"/>
    <w:rsid w:val="00681ABD"/>
    <w:rsid w:val="006908B7"/>
    <w:rsid w:val="006911D5"/>
    <w:rsid w:val="0069174A"/>
    <w:rsid w:val="006A0DEA"/>
    <w:rsid w:val="006C1676"/>
    <w:rsid w:val="006C31D6"/>
    <w:rsid w:val="006D5EEA"/>
    <w:rsid w:val="006F53B6"/>
    <w:rsid w:val="00704FB1"/>
    <w:rsid w:val="00717049"/>
    <w:rsid w:val="00727359"/>
    <w:rsid w:val="00737A2F"/>
    <w:rsid w:val="00740603"/>
    <w:rsid w:val="007417C5"/>
    <w:rsid w:val="00757DFD"/>
    <w:rsid w:val="00762FB4"/>
    <w:rsid w:val="00795261"/>
    <w:rsid w:val="00796EDB"/>
    <w:rsid w:val="007C7029"/>
    <w:rsid w:val="007D68FA"/>
    <w:rsid w:val="007E26E5"/>
    <w:rsid w:val="007F0029"/>
    <w:rsid w:val="007F5DA3"/>
    <w:rsid w:val="0080517E"/>
    <w:rsid w:val="00820D59"/>
    <w:rsid w:val="00823438"/>
    <w:rsid w:val="00830761"/>
    <w:rsid w:val="008350B5"/>
    <w:rsid w:val="00857AE4"/>
    <w:rsid w:val="008676BC"/>
    <w:rsid w:val="00872F2F"/>
    <w:rsid w:val="00873387"/>
    <w:rsid w:val="008733F5"/>
    <w:rsid w:val="00873C7E"/>
    <w:rsid w:val="00877E22"/>
    <w:rsid w:val="00890E0C"/>
    <w:rsid w:val="008944C9"/>
    <w:rsid w:val="008960BE"/>
    <w:rsid w:val="008A0527"/>
    <w:rsid w:val="008A6025"/>
    <w:rsid w:val="008B011F"/>
    <w:rsid w:val="008C37C7"/>
    <w:rsid w:val="008D1361"/>
    <w:rsid w:val="008F1FCE"/>
    <w:rsid w:val="009143F8"/>
    <w:rsid w:val="00917289"/>
    <w:rsid w:val="00925B81"/>
    <w:rsid w:val="009374E5"/>
    <w:rsid w:val="0094460A"/>
    <w:rsid w:val="00945608"/>
    <w:rsid w:val="009552D2"/>
    <w:rsid w:val="00977285"/>
    <w:rsid w:val="00977BC9"/>
    <w:rsid w:val="00980384"/>
    <w:rsid w:val="00981C6A"/>
    <w:rsid w:val="00990C76"/>
    <w:rsid w:val="009A2DA7"/>
    <w:rsid w:val="009B0999"/>
    <w:rsid w:val="009B458E"/>
    <w:rsid w:val="009C3802"/>
    <w:rsid w:val="009C63C3"/>
    <w:rsid w:val="009F375E"/>
    <w:rsid w:val="00A05161"/>
    <w:rsid w:val="00A126DC"/>
    <w:rsid w:val="00A30B78"/>
    <w:rsid w:val="00A35D4D"/>
    <w:rsid w:val="00A37DA2"/>
    <w:rsid w:val="00A40124"/>
    <w:rsid w:val="00A43E2C"/>
    <w:rsid w:val="00A624AA"/>
    <w:rsid w:val="00A75842"/>
    <w:rsid w:val="00A7735C"/>
    <w:rsid w:val="00A816CA"/>
    <w:rsid w:val="00A82A0C"/>
    <w:rsid w:val="00A84A3E"/>
    <w:rsid w:val="00AB5952"/>
    <w:rsid w:val="00AB688F"/>
    <w:rsid w:val="00AB72B7"/>
    <w:rsid w:val="00AC5C16"/>
    <w:rsid w:val="00AE0254"/>
    <w:rsid w:val="00AE74D5"/>
    <w:rsid w:val="00AF4728"/>
    <w:rsid w:val="00B01636"/>
    <w:rsid w:val="00B14DED"/>
    <w:rsid w:val="00B2248B"/>
    <w:rsid w:val="00B226B6"/>
    <w:rsid w:val="00B337FF"/>
    <w:rsid w:val="00B341B3"/>
    <w:rsid w:val="00B454B9"/>
    <w:rsid w:val="00B52732"/>
    <w:rsid w:val="00B553AE"/>
    <w:rsid w:val="00B56710"/>
    <w:rsid w:val="00B64C79"/>
    <w:rsid w:val="00B7156A"/>
    <w:rsid w:val="00B730F0"/>
    <w:rsid w:val="00BA1B92"/>
    <w:rsid w:val="00BA574A"/>
    <w:rsid w:val="00BB50FC"/>
    <w:rsid w:val="00BB609C"/>
    <w:rsid w:val="00BB7336"/>
    <w:rsid w:val="00BC7776"/>
    <w:rsid w:val="00BD037A"/>
    <w:rsid w:val="00BE1955"/>
    <w:rsid w:val="00BF01BD"/>
    <w:rsid w:val="00BF7498"/>
    <w:rsid w:val="00C30E8C"/>
    <w:rsid w:val="00C448D0"/>
    <w:rsid w:val="00C50FEB"/>
    <w:rsid w:val="00C72EF4"/>
    <w:rsid w:val="00CA30A8"/>
    <w:rsid w:val="00CB11A3"/>
    <w:rsid w:val="00CC0782"/>
    <w:rsid w:val="00CD1191"/>
    <w:rsid w:val="00CE19B6"/>
    <w:rsid w:val="00CE5A16"/>
    <w:rsid w:val="00CE6B12"/>
    <w:rsid w:val="00CF183A"/>
    <w:rsid w:val="00CF5645"/>
    <w:rsid w:val="00D12D93"/>
    <w:rsid w:val="00D207C0"/>
    <w:rsid w:val="00D337CF"/>
    <w:rsid w:val="00D6267A"/>
    <w:rsid w:val="00D65C8A"/>
    <w:rsid w:val="00D740F8"/>
    <w:rsid w:val="00D83F55"/>
    <w:rsid w:val="00D91DA3"/>
    <w:rsid w:val="00DA132E"/>
    <w:rsid w:val="00DA26A3"/>
    <w:rsid w:val="00DA337A"/>
    <w:rsid w:val="00DA3B6E"/>
    <w:rsid w:val="00DA754F"/>
    <w:rsid w:val="00DC73C9"/>
    <w:rsid w:val="00DD6B62"/>
    <w:rsid w:val="00DE1D1B"/>
    <w:rsid w:val="00DE6C62"/>
    <w:rsid w:val="00DF1320"/>
    <w:rsid w:val="00E21597"/>
    <w:rsid w:val="00E242D7"/>
    <w:rsid w:val="00E30014"/>
    <w:rsid w:val="00E30F6C"/>
    <w:rsid w:val="00E3100B"/>
    <w:rsid w:val="00E460ED"/>
    <w:rsid w:val="00E60252"/>
    <w:rsid w:val="00E61F6D"/>
    <w:rsid w:val="00E8614C"/>
    <w:rsid w:val="00E8788A"/>
    <w:rsid w:val="00E90AAE"/>
    <w:rsid w:val="00E93167"/>
    <w:rsid w:val="00EB0955"/>
    <w:rsid w:val="00EE2A55"/>
    <w:rsid w:val="00EE59F1"/>
    <w:rsid w:val="00F05891"/>
    <w:rsid w:val="00F2335E"/>
    <w:rsid w:val="00F36377"/>
    <w:rsid w:val="00F363F4"/>
    <w:rsid w:val="00F45912"/>
    <w:rsid w:val="00F4754C"/>
    <w:rsid w:val="00F52F74"/>
    <w:rsid w:val="00F5678B"/>
    <w:rsid w:val="00F6019D"/>
    <w:rsid w:val="00F6775E"/>
    <w:rsid w:val="00F82F62"/>
    <w:rsid w:val="00FB263F"/>
    <w:rsid w:val="00FB43B0"/>
    <w:rsid w:val="00FB5AD3"/>
    <w:rsid w:val="00FD5BC2"/>
    <w:rsid w:val="00FD64E5"/>
    <w:rsid w:val="00FE63EB"/>
    <w:rsid w:val="00FF3FA9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D4D18669-5C91-428D-AE84-F2290FAF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62"/>
    <w:pPr>
      <w:spacing w:after="120" w:line="276" w:lineRule="auto"/>
    </w:pPr>
    <w:rPr>
      <w:rFonts w:ascii="Calibri" w:eastAsia="SimSun" w:hAnsi="Calibri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74162"/>
    <w:pPr>
      <w:pBdr>
        <w:bottom w:val="double" w:sz="6" w:space="1" w:color="auto"/>
      </w:pBdr>
      <w:spacing w:before="60"/>
      <w:outlineLvl w:val="0"/>
    </w:pPr>
    <w:rPr>
      <w:b/>
      <w:sz w:val="32"/>
    </w:rPr>
  </w:style>
  <w:style w:type="paragraph" w:styleId="Heading2">
    <w:name w:val="heading 2"/>
    <w:next w:val="Normal"/>
    <w:link w:val="Heading2Char"/>
    <w:qFormat/>
    <w:rsid w:val="00274162"/>
    <w:pPr>
      <w:shd w:val="clear" w:color="auto" w:fill="000000"/>
      <w:spacing w:before="120"/>
      <w:outlineLvl w:val="1"/>
    </w:pPr>
    <w:rPr>
      <w:rFonts w:ascii="Maiandra GD" w:eastAsia="SimSun" w:hAnsi="Maiandra GD"/>
      <w:b/>
      <w:sz w:val="28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27416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</w:rPr>
  </w:style>
  <w:style w:type="paragraph" w:styleId="Heading4">
    <w:name w:val="heading 4"/>
    <w:basedOn w:val="Heading2"/>
    <w:next w:val="Normal"/>
    <w:link w:val="Heading4Char"/>
    <w:qFormat/>
    <w:rsid w:val="00274162"/>
    <w:pPr>
      <w:keepNext/>
      <w:spacing w:before="240" w:after="60"/>
      <w:outlineLvl w:val="3"/>
    </w:pPr>
    <w:rPr>
      <w:rFonts w:ascii="Kristen ITC" w:hAnsi="Kristen ITC"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100F22"/>
    <w:rPr>
      <w:b/>
      <w:bCs/>
    </w:rPr>
  </w:style>
  <w:style w:type="paragraph" w:styleId="NormalWeb">
    <w:name w:val="Normal (Web)"/>
    <w:basedOn w:val="Normal"/>
    <w:rsid w:val="005E33D1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uiPriority w:val="99"/>
    <w:rsid w:val="005E33D1"/>
    <w:rPr>
      <w:color w:val="0000FF"/>
      <w:u w:val="single"/>
    </w:rPr>
  </w:style>
  <w:style w:type="table" w:styleId="TableGrid">
    <w:name w:val="Table Grid"/>
    <w:basedOn w:val="TableNormal"/>
    <w:rsid w:val="0091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374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4162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74162"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  <w:rsid w:val="009F375E"/>
  </w:style>
  <w:style w:type="paragraph" w:styleId="NoSpacing">
    <w:name w:val="No Spacing"/>
    <w:uiPriority w:val="1"/>
    <w:qFormat/>
    <w:rsid w:val="00DA754F"/>
    <w:rPr>
      <w:rFonts w:ascii="Franklin Gothic Book" w:hAnsi="Franklin Gothic Book"/>
      <w:sz w:val="24"/>
      <w:szCs w:val="24"/>
      <w:lang w:val="en-AU" w:eastAsia="en-US"/>
    </w:rPr>
  </w:style>
  <w:style w:type="paragraph" w:customStyle="1" w:styleId="Default">
    <w:name w:val="Default"/>
    <w:rsid w:val="006911D5"/>
    <w:pPr>
      <w:widowControl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AU" w:eastAsia="en-AU"/>
    </w:rPr>
  </w:style>
  <w:style w:type="paragraph" w:customStyle="1" w:styleId="smallline">
    <w:name w:val="smallline"/>
    <w:basedOn w:val="Normal"/>
    <w:next w:val="Normal"/>
    <w:link w:val="smalllineChar"/>
    <w:qFormat/>
    <w:rsid w:val="00274162"/>
    <w:pPr>
      <w:spacing w:line="120" w:lineRule="exact"/>
    </w:pPr>
    <w:rPr>
      <w:sz w:val="21"/>
    </w:rPr>
  </w:style>
  <w:style w:type="character" w:customStyle="1" w:styleId="smalllineChar">
    <w:name w:val="smallline Char"/>
    <w:link w:val="smallline"/>
    <w:locked/>
    <w:rsid w:val="00274162"/>
    <w:rPr>
      <w:rFonts w:ascii="Calibri" w:eastAsia="SimSun" w:hAnsi="Calibri"/>
      <w:sz w:val="21"/>
      <w:lang w:eastAsia="zh-CN"/>
    </w:rPr>
  </w:style>
  <w:style w:type="character" w:customStyle="1" w:styleId="Heading2Char">
    <w:name w:val="Heading 2 Char"/>
    <w:link w:val="Heading2"/>
    <w:rsid w:val="00274162"/>
    <w:rPr>
      <w:rFonts w:ascii="Maiandra GD" w:eastAsia="SimSun" w:hAnsi="Maiandra GD"/>
      <w:b/>
      <w:sz w:val="28"/>
      <w:shd w:val="clear" w:color="auto" w:fill="000000"/>
      <w:lang w:val="en-GB" w:eastAsia="en-US"/>
    </w:rPr>
  </w:style>
  <w:style w:type="character" w:customStyle="1" w:styleId="FooterChar">
    <w:name w:val="Footer Char"/>
    <w:link w:val="Footer"/>
    <w:uiPriority w:val="99"/>
    <w:rsid w:val="00274162"/>
    <w:rPr>
      <w:rFonts w:ascii="Calibri" w:eastAsia="SimSun" w:hAnsi="Calibri"/>
      <w:sz w:val="22"/>
      <w:lang w:eastAsia="zh-CN"/>
    </w:rPr>
  </w:style>
  <w:style w:type="character" w:customStyle="1" w:styleId="HeaderChar">
    <w:name w:val="Header Char"/>
    <w:link w:val="Header"/>
    <w:uiPriority w:val="99"/>
    <w:rsid w:val="00274162"/>
    <w:rPr>
      <w:rFonts w:ascii="Calibri" w:eastAsia="SimSun" w:hAnsi="Calibri"/>
      <w:sz w:val="22"/>
      <w:lang w:eastAsia="zh-CN"/>
    </w:rPr>
  </w:style>
  <w:style w:type="character" w:customStyle="1" w:styleId="Heading1Char">
    <w:name w:val="Heading 1 Char"/>
    <w:link w:val="Heading1"/>
    <w:rsid w:val="00274162"/>
    <w:rPr>
      <w:rFonts w:ascii="Calibri" w:eastAsia="SimSun" w:hAnsi="Calibri"/>
      <w:b/>
      <w:sz w:val="32"/>
      <w:lang w:eastAsia="zh-CN"/>
    </w:rPr>
  </w:style>
  <w:style w:type="character" w:customStyle="1" w:styleId="Heading3Char">
    <w:name w:val="Heading 3 Char"/>
    <w:link w:val="Heading3"/>
    <w:rsid w:val="00274162"/>
    <w:rPr>
      <w:rFonts w:ascii="Arial" w:hAnsi="Arial" w:cs="Arial"/>
      <w:b/>
      <w:bCs/>
      <w:noProof/>
      <w:sz w:val="26"/>
      <w:szCs w:val="26"/>
      <w:lang w:eastAsia="zh-CN"/>
    </w:rPr>
  </w:style>
  <w:style w:type="character" w:customStyle="1" w:styleId="Heading4Char">
    <w:name w:val="Heading 4 Char"/>
    <w:link w:val="Heading4"/>
    <w:rsid w:val="00274162"/>
    <w:rPr>
      <w:rFonts w:ascii="Kristen ITC" w:eastAsia="SimSun" w:hAnsi="Kristen ITC"/>
      <w:b/>
      <w:bCs/>
      <w:sz w:val="22"/>
      <w:szCs w:val="28"/>
      <w:shd w:val="clear" w:color="auto" w:fill="000000"/>
      <w:lang w:val="en-GB" w:eastAsia="en-US"/>
    </w:rPr>
  </w:style>
  <w:style w:type="paragraph" w:customStyle="1" w:styleId="why">
    <w:name w:val="why"/>
    <w:basedOn w:val="Normal"/>
    <w:link w:val="whyChar"/>
    <w:qFormat/>
    <w:rsid w:val="00274162"/>
    <w:rPr>
      <w:rFonts w:ascii="Comic Sans MS" w:hAnsi="Comic Sans MS"/>
      <w:color w:val="000080"/>
      <w:sz w:val="19"/>
    </w:rPr>
  </w:style>
  <w:style w:type="character" w:customStyle="1" w:styleId="whyChar">
    <w:name w:val="why Char"/>
    <w:link w:val="why"/>
    <w:rsid w:val="00274162"/>
    <w:rPr>
      <w:rFonts w:ascii="Comic Sans MS" w:eastAsia="SimSun" w:hAnsi="Comic Sans MS"/>
      <w:color w:val="000080"/>
      <w:sz w:val="19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AC5C16"/>
    <w:rPr>
      <w:color w:val="808080"/>
    </w:rPr>
  </w:style>
  <w:style w:type="paragraph" w:styleId="ListParagraph">
    <w:name w:val="List Paragraph"/>
    <w:basedOn w:val="Normal"/>
    <w:uiPriority w:val="34"/>
    <w:qFormat/>
    <w:rsid w:val="000A303D"/>
    <w:pPr>
      <w:spacing w:after="0" w:line="269" w:lineRule="auto"/>
      <w:ind w:left="720"/>
    </w:pPr>
    <w:rPr>
      <w:rFonts w:eastAsia="Times New Roman"/>
      <w:szCs w:val="22"/>
      <w:lang w:eastAsia="en-US"/>
    </w:rPr>
  </w:style>
  <w:style w:type="character" w:customStyle="1" w:styleId="whyChar1">
    <w:name w:val="why Char1"/>
    <w:rsid w:val="00262AF8"/>
    <w:rPr>
      <w:rFonts w:ascii="Comic Sans MS" w:hAnsi="Comic Sans MS"/>
      <w:color w:val="003300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73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cc2@eit.ac.nz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hyperlink" Target="mailto:nzcc2@eit.ac.n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nzcc2@eit.ac.nz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nzcc2@eit.ac.nz" TargetMode="External"/><Relationship Id="rId12" Type="http://schemas.openxmlformats.org/officeDocument/2006/relationships/hyperlink" Target="mailto:nzcc2@eit.ac.nz" TargetMode="External"/><Relationship Id="rId17" Type="http://schemas.openxmlformats.org/officeDocument/2006/relationships/hyperlink" Target="mailto:nzcc2@eit.ac.nz" TargetMode="External"/><Relationship Id="rId25" Type="http://schemas.openxmlformats.org/officeDocument/2006/relationships/hyperlink" Target="mailto:nzcc2@eit.ac.nz" TargetMode="External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hyperlink" Target="mailto:nzcc2@eit.ac.nz" TargetMode="External"/><Relationship Id="rId20" Type="http://schemas.openxmlformats.org/officeDocument/2006/relationships/hyperlink" Target="mailto:nzcc2@eit.ac.nz" TargetMode="External"/><Relationship Id="rId29" Type="http://schemas.openxmlformats.org/officeDocument/2006/relationships/hyperlink" Target="mailto:nzcc2@eit.ac.n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mailto:nzcc2@eit.ac.nz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www.axess.co.nz" TargetMode="External"/><Relationship Id="rId28" Type="http://schemas.openxmlformats.org/officeDocument/2006/relationships/hyperlink" Target="mailto:nzcc2@eit.ac.nz" TargetMode="External"/><Relationship Id="rId10" Type="http://schemas.openxmlformats.org/officeDocument/2006/relationships/image" Target="media/image3.png"/><Relationship Id="rId19" Type="http://schemas.openxmlformats.org/officeDocument/2006/relationships/hyperlink" Target="mailto:nzcc2@eit.ac.nz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9.png"/><Relationship Id="rId27" Type="http://schemas.openxmlformats.org/officeDocument/2006/relationships/image" Target="media/image10.png"/><Relationship Id="rId3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992A6-AF2B-4073-A50B-A17821156D01}"/>
      </w:docPartPr>
      <w:docPartBody>
        <w:p w:rsidR="005B4C18" w:rsidRDefault="00AE6F18" w:rsidP="00AE6F18">
          <w:pPr>
            <w:pStyle w:val="DefaultPlaceholder1082065158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D9A8D69A0C7940DB84123555E2261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A8BA6-9FAE-4DE8-9D19-B0AF308295E4}"/>
      </w:docPartPr>
      <w:docPartBody>
        <w:p w:rsidR="004D3BE4" w:rsidRDefault="00AE6F18" w:rsidP="00AE6F18">
          <w:pPr>
            <w:pStyle w:val="D9A8D69A0C7940DB84123555E22610501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2365F3CB92C248BDADAB280629FA3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90153-4857-49B7-AA12-59BEBC4770CE}"/>
      </w:docPartPr>
      <w:docPartBody>
        <w:p w:rsidR="004D3BE4" w:rsidRDefault="00AE6F18" w:rsidP="00AE6F18">
          <w:pPr>
            <w:pStyle w:val="2365F3CB92C248BDADAB280629FA36A41"/>
          </w:pPr>
          <w:r w:rsidRPr="000A303D">
            <w:rPr>
              <w:rStyle w:val="PlaceholderText"/>
              <w:rFonts w:ascii="Verdana" w:hAnsi="Verdana"/>
              <w:color w:val="0070C0"/>
              <w:sz w:val="20"/>
            </w:rPr>
            <w:t>Click here to enter text.</w:t>
          </w:r>
        </w:p>
      </w:docPartBody>
    </w:docPart>
    <w:docPart>
      <w:docPartPr>
        <w:name w:val="1987E35E465E4A5A9F6F2129F1164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91EA1-6700-4430-95CA-E639EE36E121}"/>
      </w:docPartPr>
      <w:docPartBody>
        <w:p w:rsidR="004D3BE4" w:rsidRDefault="00AE6F18" w:rsidP="00AE6F18">
          <w:pPr>
            <w:pStyle w:val="1987E35E465E4A5A9F6F2129F11649AD1"/>
          </w:pPr>
          <w:r w:rsidRPr="000A303D">
            <w:rPr>
              <w:rStyle w:val="PlaceholderText"/>
              <w:rFonts w:ascii="Verdana" w:hAnsi="Verdana"/>
              <w:color w:val="C00000"/>
              <w:sz w:val="20"/>
            </w:rPr>
            <w:t>Click here to enter text.</w:t>
          </w:r>
        </w:p>
      </w:docPartBody>
    </w:docPart>
    <w:docPart>
      <w:docPartPr>
        <w:name w:val="A8DB60AF24BF4774ADAD9082F4910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D0273-FEB4-4DF8-B391-F71584E47389}"/>
      </w:docPartPr>
      <w:docPartBody>
        <w:p w:rsidR="004D3BE4" w:rsidRDefault="00AE6F18" w:rsidP="00AE6F18">
          <w:pPr>
            <w:pStyle w:val="A8DB60AF24BF4774ADAD9082F4910D551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F9A1037F23184BDFB3D7B13A6EB39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510D6-139B-4CA4-B3F2-04D3B9FE3692}"/>
      </w:docPartPr>
      <w:docPartBody>
        <w:p w:rsidR="004D3BE4" w:rsidRDefault="00AE6F18" w:rsidP="00AE6F18">
          <w:pPr>
            <w:pStyle w:val="F9A1037F23184BDFB3D7B13A6EB396CA"/>
          </w:pPr>
          <w:r w:rsidRPr="00B333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6AA918D89B2D409C81F0A555318CD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A2B1C-6F9C-4234-BAD8-12F52FBD9C7F}"/>
      </w:docPartPr>
      <w:docPartBody>
        <w:p w:rsidR="004D3BE4" w:rsidRDefault="00AE6F18" w:rsidP="00AE6F18">
          <w:pPr>
            <w:pStyle w:val="6AA918D89B2D409C81F0A555318CDF56"/>
          </w:pPr>
          <w:r w:rsidRPr="00B333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CF7F7A119EAE4B0B88C2B7357EF64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FF9E6-D930-4130-85F2-7021CE79184E}"/>
      </w:docPartPr>
      <w:docPartBody>
        <w:p w:rsidR="004D3BE4" w:rsidRDefault="00AE6F18" w:rsidP="00AE6F18">
          <w:pPr>
            <w:pStyle w:val="CF7F7A119EAE4B0B88C2B7357EF64046"/>
          </w:pPr>
          <w:r w:rsidRPr="00B333CB">
            <w:rPr>
              <w:rStyle w:val="PlaceholderText"/>
            </w:rPr>
            <w:t>Click or tap to enter a date.</w:t>
          </w:r>
        </w:p>
      </w:docPartBody>
    </w:docPart>
    <w:docPart>
      <w:docPartPr>
        <w:name w:val="FA020A7D167B4AC9BBAFBF60AC63A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BF731-68C2-4378-8D55-3627ED0219F6}"/>
      </w:docPartPr>
      <w:docPartBody>
        <w:p w:rsidR="00A238B0" w:rsidRDefault="003328F5" w:rsidP="003328F5">
          <w:pPr>
            <w:pStyle w:val="FA020A7D167B4AC9BBAFBF60AC63A99E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3A43495FC5D84B04AF6AB3103CF9E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65A0D-886C-4FF0-9EFA-69D49FCCB5D4}"/>
      </w:docPartPr>
      <w:docPartBody>
        <w:p w:rsidR="00A238B0" w:rsidRDefault="003328F5" w:rsidP="003328F5">
          <w:pPr>
            <w:pStyle w:val="3A43495FC5D84B04AF6AB3103CF9E873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C5464E791839435CB540C7E5696E0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87F34-94EA-4C82-B239-B442D712DA75}"/>
      </w:docPartPr>
      <w:docPartBody>
        <w:p w:rsidR="00A238B0" w:rsidRDefault="003328F5" w:rsidP="003328F5">
          <w:pPr>
            <w:pStyle w:val="C5464E791839435CB540C7E5696E0D40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26AC6B3BB90E441A8174BE79521C7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B72AD-6EC4-4760-9DCB-6692B6B4B497}"/>
      </w:docPartPr>
      <w:docPartBody>
        <w:p w:rsidR="00A238B0" w:rsidRDefault="003328F5" w:rsidP="003328F5">
          <w:pPr>
            <w:pStyle w:val="26AC6B3BB90E441A8174BE79521C75D4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837D3FB0296F465A953B80F5396A4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416F3-7A50-423A-B495-041418E1698D}"/>
      </w:docPartPr>
      <w:docPartBody>
        <w:p w:rsidR="00A238B0" w:rsidRDefault="003328F5" w:rsidP="003328F5">
          <w:pPr>
            <w:pStyle w:val="837D3FB0296F465A953B80F5396A487A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B926FD6B37B140789C09B4C30086F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478B2-3177-405E-8E6F-06C948E74B6F}"/>
      </w:docPartPr>
      <w:docPartBody>
        <w:p w:rsidR="00A238B0" w:rsidRDefault="003328F5" w:rsidP="003328F5">
          <w:pPr>
            <w:pStyle w:val="B926FD6B37B140789C09B4C30086F580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9B552347DDB4415087D15A4C00E34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D934C-BDC5-4EBD-A6EB-21306E2EE6D6}"/>
      </w:docPartPr>
      <w:docPartBody>
        <w:p w:rsidR="00A238B0" w:rsidRDefault="003328F5" w:rsidP="003328F5">
          <w:pPr>
            <w:pStyle w:val="9B552347DDB4415087D15A4C00E3407B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84027F77B34846F1AF11521E1ACF4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E37F7-23F2-482E-BA63-F3C6686DF706}"/>
      </w:docPartPr>
      <w:docPartBody>
        <w:p w:rsidR="00A238B0" w:rsidRDefault="003328F5" w:rsidP="003328F5">
          <w:pPr>
            <w:pStyle w:val="84027F77B34846F1AF11521E1ACF4A7E"/>
          </w:pPr>
          <w:r w:rsidRPr="000A303D">
            <w:rPr>
              <w:rStyle w:val="PlaceholderText"/>
              <w:rFonts w:ascii="Verdana" w:hAnsi="Verdana"/>
              <w:color w:val="0070C0"/>
              <w:sz w:val="20"/>
            </w:rPr>
            <w:t>Click here to enter text.</w:t>
          </w:r>
        </w:p>
      </w:docPartBody>
    </w:docPart>
    <w:docPart>
      <w:docPartPr>
        <w:name w:val="E7EBC512EA3B4700ABC56FA29B6A3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E4910-BDEE-439A-B1FE-C47221F00586}"/>
      </w:docPartPr>
      <w:docPartBody>
        <w:p w:rsidR="00A238B0" w:rsidRDefault="003328F5" w:rsidP="003328F5">
          <w:pPr>
            <w:pStyle w:val="E7EBC512EA3B4700ABC56FA29B6A3408"/>
          </w:pPr>
          <w:r w:rsidRPr="000A303D">
            <w:rPr>
              <w:rStyle w:val="PlaceholderText"/>
              <w:rFonts w:ascii="Verdana" w:hAnsi="Verdana"/>
              <w:color w:val="0070C0"/>
              <w:sz w:val="20"/>
            </w:rPr>
            <w:t>Click here to enter text.</w:t>
          </w:r>
        </w:p>
      </w:docPartBody>
    </w:docPart>
    <w:docPart>
      <w:docPartPr>
        <w:name w:val="9667CA9847BA48C1BC3FBBC99B980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1C3E8-670B-4B96-BA62-E4E4727270D1}"/>
      </w:docPartPr>
      <w:docPartBody>
        <w:p w:rsidR="00A238B0" w:rsidRDefault="003328F5" w:rsidP="003328F5">
          <w:pPr>
            <w:pStyle w:val="9667CA9847BA48C1BC3FBBC99B980138"/>
          </w:pPr>
          <w:r w:rsidRPr="000A303D">
            <w:rPr>
              <w:rStyle w:val="PlaceholderText"/>
              <w:rFonts w:ascii="Verdana" w:hAnsi="Verdana"/>
              <w:color w:val="C00000"/>
              <w:sz w:val="20"/>
            </w:rPr>
            <w:t>Click here to enter text.</w:t>
          </w:r>
        </w:p>
      </w:docPartBody>
    </w:docPart>
    <w:docPart>
      <w:docPartPr>
        <w:name w:val="5562E35B8603419A8979AD4035153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16CCE-B6D2-459C-B6AF-549002B2766C}"/>
      </w:docPartPr>
      <w:docPartBody>
        <w:p w:rsidR="00A238B0" w:rsidRDefault="003328F5" w:rsidP="003328F5">
          <w:pPr>
            <w:pStyle w:val="5562E35B8603419A8979AD4035153546"/>
          </w:pPr>
          <w:r w:rsidRPr="000A303D">
            <w:rPr>
              <w:rStyle w:val="PlaceholderText"/>
              <w:rFonts w:ascii="Verdana" w:hAnsi="Verdana"/>
              <w:color w:val="C00000"/>
              <w:sz w:val="20"/>
            </w:rPr>
            <w:t>Click here to enter text.</w:t>
          </w:r>
        </w:p>
      </w:docPartBody>
    </w:docPart>
    <w:docPart>
      <w:docPartPr>
        <w:name w:val="FD7D07EE89B74E41B12DB1CB2A98B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B22F7-9EEB-48D6-BBB7-DBEF26630F76}"/>
      </w:docPartPr>
      <w:docPartBody>
        <w:p w:rsidR="00A238B0" w:rsidRDefault="003328F5" w:rsidP="003328F5">
          <w:pPr>
            <w:pStyle w:val="FD7D07EE89B74E41B12DB1CB2A98B1B2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B7E7F6DF47804E858DD9349B4C4DB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6A656-FE23-43A0-A0E8-0AFCD3B7C2AD}"/>
      </w:docPartPr>
      <w:docPartBody>
        <w:p w:rsidR="00A238B0" w:rsidRDefault="003328F5" w:rsidP="003328F5">
          <w:pPr>
            <w:pStyle w:val="B7E7F6DF47804E858DD9349B4C4DBD2A"/>
          </w:pPr>
          <w:r w:rsidRPr="00E331A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49"/>
    <w:rsid w:val="00131649"/>
    <w:rsid w:val="003328F5"/>
    <w:rsid w:val="003538E2"/>
    <w:rsid w:val="00395C8E"/>
    <w:rsid w:val="004D3BE4"/>
    <w:rsid w:val="005B4C18"/>
    <w:rsid w:val="005D0115"/>
    <w:rsid w:val="005F12CC"/>
    <w:rsid w:val="00614A1F"/>
    <w:rsid w:val="009F10F1"/>
    <w:rsid w:val="00A22716"/>
    <w:rsid w:val="00A238B0"/>
    <w:rsid w:val="00A83394"/>
    <w:rsid w:val="00AE6F18"/>
    <w:rsid w:val="00BC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28F5"/>
    <w:rPr>
      <w:color w:val="808080"/>
    </w:rPr>
  </w:style>
  <w:style w:type="paragraph" w:customStyle="1" w:styleId="F9FED2BB60FE49ED9A52112D9EB0918E">
    <w:name w:val="F9FED2BB60FE49ED9A52112D9EB0918E"/>
    <w:rsid w:val="005D0115"/>
  </w:style>
  <w:style w:type="paragraph" w:customStyle="1" w:styleId="E96707AA25AE4F60BC9318D5066F0442">
    <w:name w:val="E96707AA25AE4F60BC9318D5066F0442"/>
    <w:rsid w:val="005D0115"/>
  </w:style>
  <w:style w:type="paragraph" w:customStyle="1" w:styleId="F6B17E7586B843B886D26C4F2021E893">
    <w:name w:val="F6B17E7586B843B886D26C4F2021E893"/>
    <w:rsid w:val="005D0115"/>
  </w:style>
  <w:style w:type="paragraph" w:customStyle="1" w:styleId="3703E8F710D441C8A2B3948FB99BF05C">
    <w:name w:val="3703E8F710D441C8A2B3948FB99BF05C"/>
    <w:rsid w:val="005D0115"/>
  </w:style>
  <w:style w:type="paragraph" w:customStyle="1" w:styleId="FA0363D9A1FD41108622CD293D86DAD4">
    <w:name w:val="FA0363D9A1FD41108622CD293D86DAD4"/>
    <w:rsid w:val="005D0115"/>
  </w:style>
  <w:style w:type="paragraph" w:customStyle="1" w:styleId="621174D295AD4DC4AEA65B7F9349BB0E">
    <w:name w:val="621174D295AD4DC4AEA65B7F9349BB0E"/>
    <w:rsid w:val="005D0115"/>
  </w:style>
  <w:style w:type="paragraph" w:customStyle="1" w:styleId="3CEBC77866F94DC897EC6D9374437C9E">
    <w:name w:val="3CEBC77866F94DC897EC6D9374437C9E"/>
    <w:rsid w:val="005D0115"/>
  </w:style>
  <w:style w:type="paragraph" w:customStyle="1" w:styleId="1B57F237D3DD4BF594184F6856067B5E">
    <w:name w:val="1B57F237D3DD4BF594184F6856067B5E"/>
    <w:rsid w:val="00614A1F"/>
  </w:style>
  <w:style w:type="paragraph" w:customStyle="1" w:styleId="5B03338ABD264FE3B78B7FFBC2743F0F">
    <w:name w:val="5B03338ABD264FE3B78B7FFBC2743F0F"/>
    <w:rsid w:val="00614A1F"/>
  </w:style>
  <w:style w:type="paragraph" w:customStyle="1" w:styleId="58DF9D4B9E274D7C8A66766EC0BB5F42">
    <w:name w:val="58DF9D4B9E274D7C8A66766EC0BB5F42"/>
    <w:rsid w:val="00614A1F"/>
  </w:style>
  <w:style w:type="paragraph" w:customStyle="1" w:styleId="F17D894FB539421684852E9DE1EEB356">
    <w:name w:val="F17D894FB539421684852E9DE1EEB356"/>
    <w:rsid w:val="00614A1F"/>
  </w:style>
  <w:style w:type="paragraph" w:customStyle="1" w:styleId="579799A503CF49A9A3B4BB477F3147AB">
    <w:name w:val="579799A503CF49A9A3B4BB477F3147AB"/>
    <w:rsid w:val="00614A1F"/>
  </w:style>
  <w:style w:type="paragraph" w:customStyle="1" w:styleId="EBC38A97C3814CA1BC782505423D4770">
    <w:name w:val="EBC38A97C3814CA1BC782505423D4770"/>
    <w:rsid w:val="00614A1F"/>
  </w:style>
  <w:style w:type="paragraph" w:customStyle="1" w:styleId="B88908FFBFFA4FA283756B398305BBCA">
    <w:name w:val="B88908FFBFFA4FA283756B398305BBCA"/>
    <w:rsid w:val="00614A1F"/>
  </w:style>
  <w:style w:type="paragraph" w:customStyle="1" w:styleId="4092724111AC4C1D852FA9617DF7FF1E">
    <w:name w:val="4092724111AC4C1D852FA9617DF7FF1E"/>
    <w:rsid w:val="00614A1F"/>
  </w:style>
  <w:style w:type="paragraph" w:customStyle="1" w:styleId="89F9A8D0EF9A4F3EBD5413DF6B2EC2E2">
    <w:name w:val="89F9A8D0EF9A4F3EBD5413DF6B2EC2E2"/>
    <w:rsid w:val="00614A1F"/>
  </w:style>
  <w:style w:type="paragraph" w:customStyle="1" w:styleId="08BA2003B9B4409EB69B96DE8B81B04E">
    <w:name w:val="08BA2003B9B4409EB69B96DE8B81B04E"/>
    <w:rsid w:val="00614A1F"/>
  </w:style>
  <w:style w:type="paragraph" w:customStyle="1" w:styleId="1A4473EF65D94A8F80F04B2F76E18955">
    <w:name w:val="1A4473EF65D94A8F80F04B2F76E18955"/>
    <w:rsid w:val="00614A1F"/>
  </w:style>
  <w:style w:type="paragraph" w:customStyle="1" w:styleId="8432E21A688C4FFB924A30976C64C453">
    <w:name w:val="8432E21A688C4FFB924A30976C64C453"/>
    <w:rsid w:val="00614A1F"/>
  </w:style>
  <w:style w:type="paragraph" w:customStyle="1" w:styleId="4E2FE40EDAC94275B9CEDADE340399A1">
    <w:name w:val="4E2FE40EDAC94275B9CEDADE340399A1"/>
    <w:rsid w:val="00614A1F"/>
  </w:style>
  <w:style w:type="paragraph" w:customStyle="1" w:styleId="2C73B785787A4521864F364DDBF0F642">
    <w:name w:val="2C73B785787A4521864F364DDBF0F642"/>
    <w:rsid w:val="00614A1F"/>
  </w:style>
  <w:style w:type="paragraph" w:customStyle="1" w:styleId="EE8DFB3D6934402DBA852A606D35DBB7">
    <w:name w:val="EE8DFB3D6934402DBA852A606D35DBB7"/>
    <w:rsid w:val="00614A1F"/>
  </w:style>
  <w:style w:type="paragraph" w:customStyle="1" w:styleId="C35277F058444348B2E96EFCA1AC415E">
    <w:name w:val="C35277F058444348B2E96EFCA1AC415E"/>
    <w:rsid w:val="00614A1F"/>
  </w:style>
  <w:style w:type="paragraph" w:customStyle="1" w:styleId="F3F5B0EAE4C54560B011600164D3F0B6">
    <w:name w:val="F3F5B0EAE4C54560B011600164D3F0B6"/>
    <w:pPr>
      <w:spacing w:after="160" w:line="259" w:lineRule="auto"/>
    </w:pPr>
  </w:style>
  <w:style w:type="paragraph" w:customStyle="1" w:styleId="D7F59F47077E44179C995CE308D6FF46">
    <w:name w:val="D7F59F47077E44179C995CE308D6FF46"/>
    <w:pPr>
      <w:spacing w:after="160" w:line="259" w:lineRule="auto"/>
    </w:pPr>
  </w:style>
  <w:style w:type="paragraph" w:customStyle="1" w:styleId="AC2E095FB6754D14850654660142827A">
    <w:name w:val="AC2E095FB6754D14850654660142827A"/>
    <w:pPr>
      <w:spacing w:after="160" w:line="259" w:lineRule="auto"/>
    </w:pPr>
  </w:style>
  <w:style w:type="paragraph" w:customStyle="1" w:styleId="0D5A2EA9907A404980ED1BFB2336679A">
    <w:name w:val="0D5A2EA9907A404980ED1BFB2336679A"/>
    <w:pPr>
      <w:spacing w:after="160" w:line="259" w:lineRule="auto"/>
    </w:pPr>
  </w:style>
  <w:style w:type="paragraph" w:customStyle="1" w:styleId="1F85DFED8BCE4FEA9A790511203707DD">
    <w:name w:val="1F85DFED8BCE4FEA9A790511203707DD"/>
    <w:pPr>
      <w:spacing w:after="160" w:line="259" w:lineRule="auto"/>
    </w:pPr>
  </w:style>
  <w:style w:type="paragraph" w:customStyle="1" w:styleId="258DB9844FE24F5A8DF73CEA3719B3CF">
    <w:name w:val="258DB9844FE24F5A8DF73CEA3719B3CF"/>
    <w:pPr>
      <w:spacing w:after="160" w:line="259" w:lineRule="auto"/>
    </w:pPr>
  </w:style>
  <w:style w:type="paragraph" w:customStyle="1" w:styleId="C0EC3DC49F184DDA8C0E747CE8135F65">
    <w:name w:val="C0EC3DC49F184DDA8C0E747CE8135F65"/>
    <w:pPr>
      <w:spacing w:after="160" w:line="259" w:lineRule="auto"/>
    </w:pPr>
  </w:style>
  <w:style w:type="paragraph" w:customStyle="1" w:styleId="DA34BCCA1E5249778AFBB46399F79384">
    <w:name w:val="DA34BCCA1E5249778AFBB46399F79384"/>
    <w:pPr>
      <w:spacing w:after="160" w:line="259" w:lineRule="auto"/>
    </w:pPr>
  </w:style>
  <w:style w:type="paragraph" w:customStyle="1" w:styleId="A48DE9341D5D4198AD0C162D4E69CC74">
    <w:name w:val="A48DE9341D5D4198AD0C162D4E69CC74"/>
    <w:pPr>
      <w:spacing w:after="160" w:line="259" w:lineRule="auto"/>
    </w:pPr>
  </w:style>
  <w:style w:type="paragraph" w:customStyle="1" w:styleId="E153CC72A7D441CC8B23AB849AD11726">
    <w:name w:val="E153CC72A7D441CC8B23AB849AD11726"/>
    <w:pPr>
      <w:spacing w:after="160" w:line="259" w:lineRule="auto"/>
    </w:pPr>
  </w:style>
  <w:style w:type="paragraph" w:customStyle="1" w:styleId="57A98620D3E9450087B4CAA1F44ACECE">
    <w:name w:val="57A98620D3E9450087B4CAA1F44ACECE"/>
    <w:pPr>
      <w:spacing w:after="160" w:line="259" w:lineRule="auto"/>
    </w:pPr>
  </w:style>
  <w:style w:type="paragraph" w:customStyle="1" w:styleId="58F412A1717A4A11BD09D651140CCCC3">
    <w:name w:val="58F412A1717A4A11BD09D651140CCCC3"/>
    <w:pPr>
      <w:spacing w:after="160" w:line="259" w:lineRule="auto"/>
    </w:pPr>
  </w:style>
  <w:style w:type="paragraph" w:customStyle="1" w:styleId="BF4063A3FD7A44D393BD2C74AF12FA04">
    <w:name w:val="BF4063A3FD7A44D393BD2C74AF12FA04"/>
    <w:pPr>
      <w:spacing w:after="160" w:line="259" w:lineRule="auto"/>
    </w:pPr>
  </w:style>
  <w:style w:type="paragraph" w:customStyle="1" w:styleId="E02AA074B32D445B9CE802BF1462EA84">
    <w:name w:val="E02AA074B32D445B9CE802BF1462EA84"/>
    <w:pPr>
      <w:spacing w:after="160" w:line="259" w:lineRule="auto"/>
    </w:pPr>
  </w:style>
  <w:style w:type="paragraph" w:customStyle="1" w:styleId="83A6AD98F6CD4686895A52B96DDF296B">
    <w:name w:val="83A6AD98F6CD4686895A52B96DDF296B"/>
    <w:rsid w:val="003538E2"/>
    <w:pPr>
      <w:spacing w:after="160" w:line="259" w:lineRule="auto"/>
    </w:pPr>
  </w:style>
  <w:style w:type="paragraph" w:customStyle="1" w:styleId="C1225B30BF21405C9FFD0DFA9D4C74EF">
    <w:name w:val="C1225B30BF21405C9FFD0DFA9D4C74EF"/>
    <w:rsid w:val="003538E2"/>
    <w:pPr>
      <w:spacing w:after="160" w:line="259" w:lineRule="auto"/>
    </w:pPr>
  </w:style>
  <w:style w:type="paragraph" w:customStyle="1" w:styleId="883973E3C76D498C883A6F6AF851B76A">
    <w:name w:val="883973E3C76D498C883A6F6AF851B76A"/>
    <w:rsid w:val="003538E2"/>
    <w:pPr>
      <w:spacing w:after="160" w:line="259" w:lineRule="auto"/>
    </w:pPr>
  </w:style>
  <w:style w:type="paragraph" w:customStyle="1" w:styleId="34325D92AD0F444DA61D84DC55C4CE0D">
    <w:name w:val="34325D92AD0F444DA61D84DC55C4CE0D"/>
    <w:rsid w:val="003538E2"/>
    <w:pPr>
      <w:spacing w:after="160" w:line="259" w:lineRule="auto"/>
    </w:pPr>
  </w:style>
  <w:style w:type="paragraph" w:customStyle="1" w:styleId="19E81EB0B7474D3AAFEF4DF588710649">
    <w:name w:val="19E81EB0B7474D3AAFEF4DF588710649"/>
    <w:rsid w:val="003538E2"/>
    <w:pPr>
      <w:spacing w:after="160" w:line="259" w:lineRule="auto"/>
    </w:pPr>
  </w:style>
  <w:style w:type="paragraph" w:customStyle="1" w:styleId="5C02AF4B2D854451B4F441E4941D2BA8">
    <w:name w:val="5C02AF4B2D854451B4F441E4941D2BA8"/>
    <w:rsid w:val="003538E2"/>
    <w:pPr>
      <w:spacing w:after="160" w:line="259" w:lineRule="auto"/>
    </w:pPr>
  </w:style>
  <w:style w:type="paragraph" w:customStyle="1" w:styleId="3DBB5F3B6A744458A802C4E0619DA3A1">
    <w:name w:val="3DBB5F3B6A744458A802C4E0619DA3A1"/>
    <w:rsid w:val="003538E2"/>
    <w:pPr>
      <w:spacing w:after="160" w:line="259" w:lineRule="auto"/>
    </w:pPr>
  </w:style>
  <w:style w:type="paragraph" w:customStyle="1" w:styleId="3BB996C452784474BE41F80610CE7C71">
    <w:name w:val="3BB996C452784474BE41F80610CE7C71"/>
    <w:rsid w:val="003538E2"/>
    <w:pPr>
      <w:spacing w:after="160" w:line="259" w:lineRule="auto"/>
    </w:pPr>
  </w:style>
  <w:style w:type="paragraph" w:customStyle="1" w:styleId="62263E2F6947416398F52609D20D3592">
    <w:name w:val="62263E2F6947416398F52609D20D3592"/>
    <w:rsid w:val="003538E2"/>
    <w:pPr>
      <w:spacing w:after="160" w:line="259" w:lineRule="auto"/>
    </w:pPr>
  </w:style>
  <w:style w:type="paragraph" w:customStyle="1" w:styleId="AD1C6ABFCD094484AF82EE6F6EE0FCC6">
    <w:name w:val="AD1C6ABFCD094484AF82EE6F6EE0FCC6"/>
    <w:rsid w:val="003538E2"/>
    <w:pPr>
      <w:spacing w:after="160" w:line="259" w:lineRule="auto"/>
    </w:pPr>
  </w:style>
  <w:style w:type="paragraph" w:customStyle="1" w:styleId="02B38CAEA05E4AD6AC6C75012E69A620">
    <w:name w:val="02B38CAEA05E4AD6AC6C75012E69A620"/>
    <w:rsid w:val="003538E2"/>
    <w:pPr>
      <w:spacing w:after="160" w:line="259" w:lineRule="auto"/>
    </w:pPr>
  </w:style>
  <w:style w:type="paragraph" w:customStyle="1" w:styleId="7A9A208F8CBF4A1B9B77A2801001D1D5">
    <w:name w:val="7A9A208F8CBF4A1B9B77A2801001D1D5"/>
    <w:rsid w:val="003538E2"/>
    <w:pPr>
      <w:spacing w:after="160" w:line="259" w:lineRule="auto"/>
    </w:pPr>
  </w:style>
  <w:style w:type="paragraph" w:customStyle="1" w:styleId="0673153186D84F4AB96C26A2C552F548">
    <w:name w:val="0673153186D84F4AB96C26A2C552F548"/>
    <w:rsid w:val="00AE6F18"/>
    <w:pPr>
      <w:spacing w:after="160" w:line="259" w:lineRule="auto"/>
    </w:pPr>
  </w:style>
  <w:style w:type="paragraph" w:customStyle="1" w:styleId="3CF13F44B371407FB8CF0A7FD37E047C">
    <w:name w:val="3CF13F44B371407FB8CF0A7FD37E047C"/>
    <w:rsid w:val="00AE6F18"/>
    <w:pPr>
      <w:spacing w:after="160" w:line="259" w:lineRule="auto"/>
    </w:pPr>
  </w:style>
  <w:style w:type="paragraph" w:customStyle="1" w:styleId="D9A8D69A0C7940DB84123555E2261050">
    <w:name w:val="D9A8D69A0C7940DB84123555E2261050"/>
    <w:rsid w:val="00AE6F18"/>
    <w:pPr>
      <w:spacing w:after="160" w:line="259" w:lineRule="auto"/>
    </w:pPr>
  </w:style>
  <w:style w:type="paragraph" w:customStyle="1" w:styleId="8A21FEFD06CF494CA8121FFEABA4A740">
    <w:name w:val="8A21FEFD06CF494CA8121FFEABA4A740"/>
    <w:rsid w:val="00AE6F18"/>
    <w:pPr>
      <w:spacing w:after="160" w:line="259" w:lineRule="auto"/>
    </w:pPr>
  </w:style>
  <w:style w:type="paragraph" w:customStyle="1" w:styleId="08EE1AE3C37E44538D1E30B26E530B8E">
    <w:name w:val="08EE1AE3C37E44538D1E30B26E530B8E"/>
    <w:rsid w:val="00AE6F18"/>
    <w:pPr>
      <w:spacing w:after="160" w:line="259" w:lineRule="auto"/>
    </w:pPr>
  </w:style>
  <w:style w:type="paragraph" w:customStyle="1" w:styleId="BF601532377740CAB8BB01177F4C34EC">
    <w:name w:val="BF601532377740CAB8BB01177F4C34EC"/>
    <w:rsid w:val="00AE6F18"/>
    <w:pPr>
      <w:spacing w:after="160" w:line="259" w:lineRule="auto"/>
    </w:pPr>
  </w:style>
  <w:style w:type="paragraph" w:customStyle="1" w:styleId="28A3500CA7084670A04CC81AE14ACEAA">
    <w:name w:val="28A3500CA7084670A04CC81AE14ACEAA"/>
    <w:rsid w:val="00AE6F18"/>
    <w:pPr>
      <w:spacing w:after="160" w:line="259" w:lineRule="auto"/>
    </w:pPr>
  </w:style>
  <w:style w:type="paragraph" w:customStyle="1" w:styleId="F0066247476448DC81B2D800ECC574A2">
    <w:name w:val="F0066247476448DC81B2D800ECC574A2"/>
    <w:rsid w:val="00AE6F18"/>
    <w:pPr>
      <w:spacing w:after="160" w:line="259" w:lineRule="auto"/>
    </w:pPr>
  </w:style>
  <w:style w:type="paragraph" w:customStyle="1" w:styleId="EBAD2573A0EB4B8886BD4C2B4D65E7A2">
    <w:name w:val="EBAD2573A0EB4B8886BD4C2B4D65E7A2"/>
    <w:rsid w:val="00AE6F18"/>
    <w:pPr>
      <w:spacing w:after="160" w:line="259" w:lineRule="auto"/>
    </w:pPr>
  </w:style>
  <w:style w:type="paragraph" w:customStyle="1" w:styleId="F76248B50F564AE2B08E2819F921FC59">
    <w:name w:val="F76248B50F564AE2B08E2819F921FC59"/>
    <w:rsid w:val="00AE6F18"/>
    <w:pPr>
      <w:spacing w:after="160" w:line="259" w:lineRule="auto"/>
    </w:pPr>
  </w:style>
  <w:style w:type="paragraph" w:customStyle="1" w:styleId="D9AE3A16B9004DE8993613E7F01064DF">
    <w:name w:val="D9AE3A16B9004DE8993613E7F01064DF"/>
    <w:rsid w:val="00AE6F18"/>
    <w:pPr>
      <w:spacing w:after="160" w:line="259" w:lineRule="auto"/>
    </w:pPr>
  </w:style>
  <w:style w:type="paragraph" w:customStyle="1" w:styleId="2365F3CB92C248BDADAB280629FA36A4">
    <w:name w:val="2365F3CB92C248BDADAB280629FA36A4"/>
    <w:rsid w:val="00AE6F18"/>
    <w:pPr>
      <w:spacing w:after="160" w:line="259" w:lineRule="auto"/>
    </w:pPr>
  </w:style>
  <w:style w:type="paragraph" w:customStyle="1" w:styleId="1987E35E465E4A5A9F6F2129F11649AD">
    <w:name w:val="1987E35E465E4A5A9F6F2129F11649AD"/>
    <w:rsid w:val="00AE6F18"/>
    <w:pPr>
      <w:spacing w:after="160" w:line="259" w:lineRule="auto"/>
    </w:pPr>
  </w:style>
  <w:style w:type="paragraph" w:customStyle="1" w:styleId="38FD4945C32B4A4292F5A926E1AE9D5F">
    <w:name w:val="38FD4945C32B4A4292F5A926E1AE9D5F"/>
    <w:rsid w:val="00AE6F18"/>
    <w:pPr>
      <w:spacing w:after="160" w:line="259" w:lineRule="auto"/>
    </w:pPr>
  </w:style>
  <w:style w:type="paragraph" w:customStyle="1" w:styleId="EF766D5892FD460BA58B820063AAE360">
    <w:name w:val="EF766D5892FD460BA58B820063AAE360"/>
    <w:rsid w:val="00AE6F18"/>
    <w:pPr>
      <w:spacing w:after="160" w:line="259" w:lineRule="auto"/>
    </w:pPr>
  </w:style>
  <w:style w:type="paragraph" w:customStyle="1" w:styleId="94A8641602014C8C96A0CE6C60337DCF">
    <w:name w:val="94A8641602014C8C96A0CE6C60337DCF"/>
    <w:rsid w:val="00AE6F18"/>
    <w:pPr>
      <w:spacing w:after="160" w:line="259" w:lineRule="auto"/>
    </w:pPr>
  </w:style>
  <w:style w:type="paragraph" w:customStyle="1" w:styleId="AA50FDA88C544F2F8E74955E5C6AEBEE">
    <w:name w:val="AA50FDA88C544F2F8E74955E5C6AEBEE"/>
    <w:rsid w:val="00AE6F18"/>
    <w:pPr>
      <w:spacing w:after="160" w:line="259" w:lineRule="auto"/>
    </w:pPr>
  </w:style>
  <w:style w:type="paragraph" w:customStyle="1" w:styleId="BEA107596586441B9A2FA76F24AD006F">
    <w:name w:val="BEA107596586441B9A2FA76F24AD006F"/>
    <w:rsid w:val="00AE6F18"/>
    <w:pPr>
      <w:spacing w:after="160" w:line="259" w:lineRule="auto"/>
    </w:pPr>
  </w:style>
  <w:style w:type="paragraph" w:customStyle="1" w:styleId="6699D2B08F3B4EADB645292F3B77089D">
    <w:name w:val="6699D2B08F3B4EADB645292F3B77089D"/>
    <w:rsid w:val="00AE6F18"/>
    <w:pPr>
      <w:spacing w:after="160" w:line="259" w:lineRule="auto"/>
    </w:pPr>
  </w:style>
  <w:style w:type="paragraph" w:customStyle="1" w:styleId="A8DB60AF24BF4774ADAD9082F4910D55">
    <w:name w:val="A8DB60AF24BF4774ADAD9082F4910D55"/>
    <w:rsid w:val="00AE6F18"/>
    <w:pPr>
      <w:spacing w:after="160" w:line="259" w:lineRule="auto"/>
    </w:pPr>
  </w:style>
  <w:style w:type="paragraph" w:customStyle="1" w:styleId="19723534F8BA42CC95D33899F58829DE">
    <w:name w:val="19723534F8BA42CC95D33899F58829DE"/>
    <w:rsid w:val="00AE6F18"/>
    <w:pPr>
      <w:spacing w:after="160" w:line="259" w:lineRule="auto"/>
    </w:pPr>
  </w:style>
  <w:style w:type="paragraph" w:customStyle="1" w:styleId="7F74B5D584C841618E95C7760105519F">
    <w:name w:val="7F74B5D584C841618E95C7760105519F"/>
    <w:rsid w:val="00AE6F18"/>
    <w:pPr>
      <w:spacing w:after="160" w:line="259" w:lineRule="auto"/>
    </w:pPr>
  </w:style>
  <w:style w:type="paragraph" w:customStyle="1" w:styleId="DefaultPlaceholder1082065158">
    <w:name w:val="DefaultPlaceholder_1082065158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D9A8D69A0C7940DB84123555E22610501">
    <w:name w:val="D9A8D69A0C7940DB84123555E2261050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8A21FEFD06CF494CA8121FFEABA4A7401">
    <w:name w:val="8A21FEFD06CF494CA8121FFEABA4A740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08EE1AE3C37E44538D1E30B26E530B8E1">
    <w:name w:val="08EE1AE3C37E44538D1E30B26E530B8E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BF601532377740CAB8BB01177F4C34EC1">
    <w:name w:val="BF601532377740CAB8BB01177F4C34EC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28A3500CA7084670A04CC81AE14ACEAA1">
    <w:name w:val="28A3500CA7084670A04CC81AE14ACEAA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F0066247476448DC81B2D800ECC574A21">
    <w:name w:val="F0066247476448DC81B2D800ECC574A2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EBAD2573A0EB4B8886BD4C2B4D65E7A21">
    <w:name w:val="EBAD2573A0EB4B8886BD4C2B4D65E7A2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F76248B50F564AE2B08E2819F921FC591">
    <w:name w:val="F76248B50F564AE2B08E2819F921FC59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2365F3CB92C248BDADAB280629FA36A41">
    <w:name w:val="2365F3CB92C248BDADAB280629FA36A4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1987E35E465E4A5A9F6F2129F11649AD1">
    <w:name w:val="1987E35E465E4A5A9F6F2129F11649AD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38FD4945C32B4A4292F5A926E1AE9D5F1">
    <w:name w:val="38FD4945C32B4A4292F5A926E1AE9D5F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EF766D5892FD460BA58B820063AAE3601">
    <w:name w:val="EF766D5892FD460BA58B820063AAE360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94A8641602014C8C96A0CE6C60337DCF1">
    <w:name w:val="94A8641602014C8C96A0CE6C60337DCF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AA50FDA88C544F2F8E74955E5C6AEBEE1">
    <w:name w:val="AA50FDA88C544F2F8E74955E5C6AEBEE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BEA107596586441B9A2FA76F24AD006F1">
    <w:name w:val="BEA107596586441B9A2FA76F24AD006F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6699D2B08F3B4EADB645292F3B77089D1">
    <w:name w:val="6699D2B08F3B4EADB645292F3B77089D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A8DB60AF24BF4774ADAD9082F4910D551">
    <w:name w:val="A8DB60AF24BF4774ADAD9082F4910D55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19723534F8BA42CC95D33899F58829DE1">
    <w:name w:val="19723534F8BA42CC95D33899F58829DE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7F74B5D584C841618E95C7760105519F1">
    <w:name w:val="7F74B5D584C841618E95C7760105519F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1B57F237D3DD4BF594184F6856067B5E1">
    <w:name w:val="1B57F237D3DD4BF594184F6856067B5E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5B03338ABD264FE3B78B7FFBC2743F0F1">
    <w:name w:val="5B03338ABD264FE3B78B7FFBC2743F0F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5803B54AE0CD444CBF7B6B101B0BF6DB">
    <w:name w:val="5803B54AE0CD444CBF7B6B101B0BF6DB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D7F59F47077E44179C995CE308D6FF461">
    <w:name w:val="D7F59F47077E44179C995CE308D6FF46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83A6AD98F6CD4686895A52B96DDF296B1">
    <w:name w:val="83A6AD98F6CD4686895A52B96DDF296B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C1225B30BF21405C9FFD0DFA9D4C74EF1">
    <w:name w:val="C1225B30BF21405C9FFD0DFA9D4C74EF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883973E3C76D498C883A6F6AF851B76A1">
    <w:name w:val="883973E3C76D498C883A6F6AF851B76A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34325D92AD0F444DA61D84DC55C4CE0D1">
    <w:name w:val="34325D92AD0F444DA61D84DC55C4CE0D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19E81EB0B7474D3AAFEF4DF5887106491">
    <w:name w:val="19E81EB0B7474D3AAFEF4DF588710649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4E2FE40EDAC94275B9CEDADE340399A11">
    <w:name w:val="4E2FE40EDAC94275B9CEDADE340399A11"/>
    <w:rsid w:val="00AE6F18"/>
    <w:pPr>
      <w:spacing w:after="120"/>
    </w:pPr>
    <w:rPr>
      <w:rFonts w:ascii="Calibri" w:eastAsia="SimSun" w:hAnsi="Calibri" w:cs="Times New Roman"/>
      <w:szCs w:val="20"/>
      <w:lang w:eastAsia="zh-CN"/>
    </w:rPr>
  </w:style>
  <w:style w:type="paragraph" w:customStyle="1" w:styleId="0E2F54E4894E468EACD7F41150222DAC">
    <w:name w:val="0E2F54E4894E468EACD7F41150222DAC"/>
    <w:rsid w:val="00AE6F18"/>
    <w:pPr>
      <w:spacing w:after="160" w:line="259" w:lineRule="auto"/>
    </w:pPr>
  </w:style>
  <w:style w:type="paragraph" w:customStyle="1" w:styleId="F9A1037F23184BDFB3D7B13A6EB396CA">
    <w:name w:val="F9A1037F23184BDFB3D7B13A6EB396CA"/>
    <w:rsid w:val="00AE6F18"/>
    <w:pPr>
      <w:spacing w:after="160" w:line="259" w:lineRule="auto"/>
    </w:pPr>
  </w:style>
  <w:style w:type="paragraph" w:customStyle="1" w:styleId="6AA918D89B2D409C81F0A555318CDF56">
    <w:name w:val="6AA918D89B2D409C81F0A555318CDF56"/>
    <w:rsid w:val="00AE6F18"/>
    <w:pPr>
      <w:spacing w:after="160" w:line="259" w:lineRule="auto"/>
    </w:pPr>
  </w:style>
  <w:style w:type="paragraph" w:customStyle="1" w:styleId="CF7F7A119EAE4B0B88C2B7357EF64046">
    <w:name w:val="CF7F7A119EAE4B0B88C2B7357EF64046"/>
    <w:rsid w:val="00AE6F18"/>
    <w:pPr>
      <w:spacing w:after="160" w:line="259" w:lineRule="auto"/>
    </w:pPr>
  </w:style>
  <w:style w:type="paragraph" w:customStyle="1" w:styleId="AC76FAD91D1148A89E9F8C9BA278E5CF">
    <w:name w:val="AC76FAD91D1148A89E9F8C9BA278E5CF"/>
    <w:rsid w:val="00AE6F18"/>
    <w:pPr>
      <w:spacing w:after="160" w:line="259" w:lineRule="auto"/>
    </w:pPr>
  </w:style>
  <w:style w:type="paragraph" w:customStyle="1" w:styleId="8C71605257AE4BA9A921C88F4E21F944">
    <w:name w:val="8C71605257AE4BA9A921C88F4E21F944"/>
    <w:rsid w:val="00AE6F18"/>
    <w:pPr>
      <w:spacing w:after="160" w:line="259" w:lineRule="auto"/>
    </w:pPr>
  </w:style>
  <w:style w:type="paragraph" w:customStyle="1" w:styleId="F63CE319B658451CA4ACE285E18928F7">
    <w:name w:val="F63CE319B658451CA4ACE285E18928F7"/>
    <w:rsid w:val="00AE6F18"/>
    <w:pPr>
      <w:spacing w:after="160" w:line="259" w:lineRule="auto"/>
    </w:pPr>
  </w:style>
  <w:style w:type="paragraph" w:customStyle="1" w:styleId="8034B6E1F1914C54B367C0524AF09011">
    <w:name w:val="8034B6E1F1914C54B367C0524AF09011"/>
    <w:rsid w:val="00A22716"/>
    <w:pPr>
      <w:spacing w:after="160" w:line="259" w:lineRule="auto"/>
    </w:pPr>
  </w:style>
  <w:style w:type="paragraph" w:customStyle="1" w:styleId="FA020A7D167B4AC9BBAFBF60AC63A99E">
    <w:name w:val="FA020A7D167B4AC9BBAFBF60AC63A99E"/>
    <w:rsid w:val="003328F5"/>
    <w:pPr>
      <w:spacing w:after="160" w:line="259" w:lineRule="auto"/>
    </w:pPr>
  </w:style>
  <w:style w:type="paragraph" w:customStyle="1" w:styleId="3A43495FC5D84B04AF6AB3103CF9E873">
    <w:name w:val="3A43495FC5D84B04AF6AB3103CF9E873"/>
    <w:rsid w:val="003328F5"/>
    <w:pPr>
      <w:spacing w:after="160" w:line="259" w:lineRule="auto"/>
    </w:pPr>
  </w:style>
  <w:style w:type="paragraph" w:customStyle="1" w:styleId="C5464E791839435CB540C7E5696E0D40">
    <w:name w:val="C5464E791839435CB540C7E5696E0D40"/>
    <w:rsid w:val="003328F5"/>
    <w:pPr>
      <w:spacing w:after="160" w:line="259" w:lineRule="auto"/>
    </w:pPr>
  </w:style>
  <w:style w:type="paragraph" w:customStyle="1" w:styleId="26AC6B3BB90E441A8174BE79521C75D4">
    <w:name w:val="26AC6B3BB90E441A8174BE79521C75D4"/>
    <w:rsid w:val="003328F5"/>
    <w:pPr>
      <w:spacing w:after="160" w:line="259" w:lineRule="auto"/>
    </w:pPr>
  </w:style>
  <w:style w:type="paragraph" w:customStyle="1" w:styleId="837D3FB0296F465A953B80F5396A487A">
    <w:name w:val="837D3FB0296F465A953B80F5396A487A"/>
    <w:rsid w:val="003328F5"/>
    <w:pPr>
      <w:spacing w:after="160" w:line="259" w:lineRule="auto"/>
    </w:pPr>
  </w:style>
  <w:style w:type="paragraph" w:customStyle="1" w:styleId="B926FD6B37B140789C09B4C30086F580">
    <w:name w:val="B926FD6B37B140789C09B4C30086F580"/>
    <w:rsid w:val="003328F5"/>
    <w:pPr>
      <w:spacing w:after="160" w:line="259" w:lineRule="auto"/>
    </w:pPr>
  </w:style>
  <w:style w:type="paragraph" w:customStyle="1" w:styleId="9B552347DDB4415087D15A4C00E3407B">
    <w:name w:val="9B552347DDB4415087D15A4C00E3407B"/>
    <w:rsid w:val="003328F5"/>
    <w:pPr>
      <w:spacing w:after="160" w:line="259" w:lineRule="auto"/>
    </w:pPr>
  </w:style>
  <w:style w:type="paragraph" w:customStyle="1" w:styleId="84027F77B34846F1AF11521E1ACF4A7E">
    <w:name w:val="84027F77B34846F1AF11521E1ACF4A7E"/>
    <w:rsid w:val="003328F5"/>
    <w:pPr>
      <w:spacing w:after="160" w:line="259" w:lineRule="auto"/>
    </w:pPr>
  </w:style>
  <w:style w:type="paragraph" w:customStyle="1" w:styleId="E7EBC512EA3B4700ABC56FA29B6A3408">
    <w:name w:val="E7EBC512EA3B4700ABC56FA29B6A3408"/>
    <w:rsid w:val="003328F5"/>
    <w:pPr>
      <w:spacing w:after="160" w:line="259" w:lineRule="auto"/>
    </w:pPr>
  </w:style>
  <w:style w:type="paragraph" w:customStyle="1" w:styleId="9667CA9847BA48C1BC3FBBC99B980138">
    <w:name w:val="9667CA9847BA48C1BC3FBBC99B980138"/>
    <w:rsid w:val="003328F5"/>
    <w:pPr>
      <w:spacing w:after="160" w:line="259" w:lineRule="auto"/>
    </w:pPr>
  </w:style>
  <w:style w:type="paragraph" w:customStyle="1" w:styleId="5562E35B8603419A8979AD4035153546">
    <w:name w:val="5562E35B8603419A8979AD4035153546"/>
    <w:rsid w:val="003328F5"/>
    <w:pPr>
      <w:spacing w:after="160" w:line="259" w:lineRule="auto"/>
    </w:pPr>
  </w:style>
  <w:style w:type="paragraph" w:customStyle="1" w:styleId="FD7D07EE89B74E41B12DB1CB2A98B1B2">
    <w:name w:val="FD7D07EE89B74E41B12DB1CB2A98B1B2"/>
    <w:rsid w:val="003328F5"/>
    <w:pPr>
      <w:spacing w:after="160" w:line="259" w:lineRule="auto"/>
    </w:pPr>
  </w:style>
  <w:style w:type="paragraph" w:customStyle="1" w:styleId="B7E7F6DF47804E858DD9349B4C4DBD2A">
    <w:name w:val="B7E7F6DF47804E858DD9349B4C4DBD2A"/>
    <w:rsid w:val="003328F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4331E0D9.dotm</Template>
  <TotalTime>38</TotalTime>
  <Pages>9</Pages>
  <Words>911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Unauthorised Access to computer data</vt:lpstr>
    </vt:vector>
  </TitlesOfParts>
  <Company>EIT</Company>
  <LinksUpToDate>false</LinksUpToDate>
  <CharactersWithSpaces>5863</CharactersWithSpaces>
  <SharedDoc>false</SharedDoc>
  <HLinks>
    <vt:vector size="18" baseType="variant">
      <vt:variant>
        <vt:i4>6619205</vt:i4>
      </vt:variant>
      <vt:variant>
        <vt:i4>6</vt:i4>
      </vt:variant>
      <vt:variant>
        <vt:i4>0</vt:i4>
      </vt:variant>
      <vt:variant>
        <vt:i4>5</vt:i4>
      </vt:variant>
      <vt:variant>
        <vt:lpwstr>mailto:ncc2@eit.ac.nz</vt:lpwstr>
      </vt:variant>
      <vt:variant>
        <vt:lpwstr/>
      </vt:variant>
      <vt:variant>
        <vt:i4>6619205</vt:i4>
      </vt:variant>
      <vt:variant>
        <vt:i4>3</vt:i4>
      </vt:variant>
      <vt:variant>
        <vt:i4>0</vt:i4>
      </vt:variant>
      <vt:variant>
        <vt:i4>5</vt:i4>
      </vt:variant>
      <vt:variant>
        <vt:lpwstr>mailto:ncc2@eit.ac.nz</vt:lpwstr>
      </vt:variant>
      <vt:variant>
        <vt:lpwstr/>
      </vt:variant>
      <vt:variant>
        <vt:i4>6619205</vt:i4>
      </vt:variant>
      <vt:variant>
        <vt:i4>0</vt:i4>
      </vt:variant>
      <vt:variant>
        <vt:i4>0</vt:i4>
      </vt:variant>
      <vt:variant>
        <vt:i4>5</vt:i4>
      </vt:variant>
      <vt:variant>
        <vt:lpwstr>mailto:ncc2@eit.ac.nz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Unauthorised Access to computer data</dc:title>
  <dc:subject/>
  <dc:creator>IT Services</dc:creator>
  <cp:keywords/>
  <dc:description/>
  <cp:lastModifiedBy>Gay Robertson</cp:lastModifiedBy>
  <cp:revision>22</cp:revision>
  <cp:lastPrinted>2017-02-13T23:39:00Z</cp:lastPrinted>
  <dcterms:created xsi:type="dcterms:W3CDTF">2017-02-16T20:09:00Z</dcterms:created>
  <dcterms:modified xsi:type="dcterms:W3CDTF">2019-08-21T23:13:00Z</dcterms:modified>
</cp:coreProperties>
</file>