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BA3" w:rsidRPr="00E9193D" w:rsidRDefault="00180BA3" w:rsidP="00180BA3">
      <w:pPr>
        <w:pStyle w:val="Title"/>
        <w:rPr>
          <w:rFonts w:ascii="Maiandra GD" w:hAnsi="Maiandra GD"/>
          <w:lang w:eastAsia="en-NZ"/>
        </w:rPr>
      </w:pPr>
      <w:bookmarkStart w:id="0" w:name="_Toc433086971"/>
      <w:bookmarkStart w:id="1" w:name="_Toc433087068"/>
      <w:bookmarkStart w:id="2" w:name="_Toc433087422"/>
      <w:bookmarkStart w:id="3" w:name="_Toc433087630"/>
      <w:bookmarkStart w:id="4" w:name="_Toc433518199"/>
      <w:bookmarkStart w:id="5" w:name="_Toc433523224"/>
      <w:bookmarkStart w:id="6" w:name="_Toc433601613"/>
      <w:bookmarkStart w:id="7" w:name="_Toc434397242"/>
      <w:bookmarkStart w:id="8" w:name="_Toc521400026"/>
      <w:r w:rsidRPr="00E9193D">
        <w:rPr>
          <w:rFonts w:ascii="Maiandra GD" w:hAnsi="Maiandra GD"/>
          <w:noProof/>
          <w:lang w:eastAsia="en-NZ"/>
        </w:rPr>
        <w:t>NZCC Computer Fundamentals Assessment Form 3</w:t>
      </w:r>
      <w:r w:rsidR="00E9193D" w:rsidRPr="00E9193D">
        <w:rPr>
          <w:rFonts w:ascii="Maiandra GD" w:hAnsi="Maiandra GD"/>
          <w:noProof/>
          <w:lang w:eastAsia="en-NZ"/>
        </w:rPr>
        <w:t xml:space="preserve"> </w:t>
      </w:r>
      <w:r w:rsidRPr="00E9193D">
        <w:rPr>
          <w:rFonts w:ascii="Maiandra GD" w:hAnsi="Maiandra GD"/>
          <w:lang w:eastAsia="en-NZ"/>
        </w:rPr>
        <w:t>(Basic Security)</w:t>
      </w:r>
    </w:p>
    <w:p w:rsidR="00E9193D" w:rsidRDefault="00E9193D" w:rsidP="00E9193D">
      <w:pPr>
        <w:rPr>
          <w:rFonts w:ascii="Tahoma" w:hAnsi="Tahoma" w:cs="Tahoma"/>
          <w:szCs w:val="32"/>
        </w:rPr>
      </w:pPr>
    </w:p>
    <w:p w:rsidR="00E9193D" w:rsidRPr="00F45BAF" w:rsidRDefault="00E9193D" w:rsidP="00E9193D">
      <w:pPr>
        <w:rPr>
          <w:rFonts w:ascii="Tahoma" w:hAnsi="Tahoma" w:cs="Tahoma"/>
          <w:szCs w:val="32"/>
        </w:rPr>
      </w:pPr>
      <w:r>
        <w:rPr>
          <w:rFonts w:ascii="Tahoma" w:hAnsi="Tahoma" w:cs="Tahoma"/>
          <w:szCs w:val="32"/>
        </w:rPr>
        <w:t>LO2</w:t>
      </w:r>
      <w:r w:rsidRPr="00F45BAF">
        <w:rPr>
          <w:rFonts w:ascii="Tahoma" w:hAnsi="Tahoma" w:cs="Tahoma"/>
          <w:szCs w:val="32"/>
        </w:rPr>
        <w:t xml:space="preserve">: </w:t>
      </w:r>
      <w:r>
        <w:rPr>
          <w:rFonts w:ascii="Tahoma" w:hAnsi="Tahoma" w:cs="Tahoma"/>
          <w:szCs w:val="32"/>
        </w:rPr>
        <w:t>Recognise basic security risks and compliance requirements when using digital devices and software, and identify procedures and solutions to implement basic security in a home, work or study context</w:t>
      </w:r>
    </w:p>
    <w:p w:rsidR="00180BA3" w:rsidRDefault="00180BA3" w:rsidP="00180BA3">
      <w:pPr>
        <w:jc w:val="right"/>
        <w:rPr>
          <w:rFonts w:ascii="Tahoma" w:hAnsi="Tahoma" w:cs="Tahoma"/>
          <w:sz w:val="32"/>
          <w:szCs w:val="32"/>
        </w:rPr>
      </w:pPr>
    </w:p>
    <w:p w:rsidR="00F45912" w:rsidRDefault="00F45912" w:rsidP="00F45912">
      <w:pPr>
        <w:spacing w:after="0" w:line="240" w:lineRule="auto"/>
      </w:pPr>
    </w:p>
    <w:p w:rsidR="00E9193D" w:rsidRDefault="00E9193D" w:rsidP="00F45912">
      <w:pPr>
        <w:spacing w:after="0" w:line="240" w:lineRule="auto"/>
      </w:pPr>
    </w:p>
    <w:p w:rsidR="00F45912" w:rsidRDefault="00F45912" w:rsidP="00F45912">
      <w:pPr>
        <w:spacing w:after="0" w:line="240" w:lineRule="auto"/>
      </w:pPr>
    </w:p>
    <w:p w:rsidR="00F45912" w:rsidRDefault="00F45912" w:rsidP="00F45912">
      <w:pPr>
        <w:spacing w:after="0" w:line="240" w:lineRule="auto"/>
      </w:pPr>
      <w:r>
        <w:t>To fill in the form follow this instruction:</w:t>
      </w:r>
    </w:p>
    <w:p w:rsidR="00F45912" w:rsidRDefault="00F45912" w:rsidP="00F45912">
      <w:pPr>
        <w:spacing w:after="0" w:line="240" w:lineRule="auto"/>
      </w:pPr>
      <w:r>
        <w:rPr>
          <w:noProof/>
          <w:lang w:eastAsia="en-NZ"/>
        </w:rPr>
        <w:drawing>
          <wp:inline distT="0" distB="0" distL="0" distR="0" wp14:anchorId="4FCDBA48" wp14:editId="22704249">
            <wp:extent cx="3685715" cy="590476"/>
            <wp:effectExtent l="0" t="0" r="0" b="635"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5715" cy="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912" w:rsidRDefault="00F45912" w:rsidP="00F45912"/>
    <w:p w:rsidR="004C2F9D" w:rsidRPr="00886728" w:rsidRDefault="004C2F9D" w:rsidP="00274162">
      <w:pPr>
        <w:pStyle w:val="smallline"/>
      </w:pPr>
    </w:p>
    <w:p w:rsidR="004C2F9D" w:rsidRDefault="00274162" w:rsidP="004C2F9D">
      <w:pPr>
        <w:pStyle w:val="Heading2"/>
      </w:pPr>
      <w:r>
        <w:t>Please fill in this section</w:t>
      </w:r>
    </w:p>
    <w:p w:rsidR="004C2F9D" w:rsidRDefault="004C2F9D" w:rsidP="004C2F9D">
      <w:pPr>
        <w:pStyle w:val="smallline"/>
      </w:pPr>
    </w:p>
    <w:p w:rsidR="00180BA3" w:rsidRDefault="00180BA3" w:rsidP="00180BA3">
      <w:pPr>
        <w:tabs>
          <w:tab w:val="right" w:leader="dot" w:pos="7655"/>
        </w:tabs>
        <w:rPr>
          <w:rFonts w:ascii="Tahoma" w:hAnsi="Tahoma" w:cs="Tahoma"/>
        </w:rPr>
      </w:pPr>
      <w:r>
        <w:rPr>
          <w:rFonts w:ascii="Tahoma" w:hAnsi="Tahoma" w:cs="Tahoma"/>
        </w:rPr>
        <w:t xml:space="preserve">Key your Name / or Student ID here: </w:t>
      </w:r>
      <w:sdt>
        <w:sdtPr>
          <w:rPr>
            <w:rFonts w:ascii="Tahoma" w:hAnsi="Tahoma" w:cs="Tahoma"/>
          </w:rPr>
          <w:id w:val="-574585385"/>
          <w:placeholder>
            <w:docPart w:val="F39F1F49C890434FA46C693A24C9E9B9"/>
          </w:placeholder>
          <w:showingPlcHdr/>
          <w:text/>
        </w:sdtPr>
        <w:sdtEndPr/>
        <w:sdtContent>
          <w:r w:rsidRPr="00E30C1D">
            <w:rPr>
              <w:rStyle w:val="PlaceholderText"/>
            </w:rPr>
            <w:t>Click here to enter text.</w:t>
          </w:r>
        </w:sdtContent>
      </w:sdt>
      <w:r>
        <w:rPr>
          <w:rFonts w:ascii="Tahoma" w:hAnsi="Tahoma" w:cs="Tahoma"/>
        </w:rPr>
        <w:t xml:space="preserve"> </w:t>
      </w:r>
    </w:p>
    <w:p w:rsidR="00180BA3" w:rsidRDefault="00180BA3" w:rsidP="00180BA3">
      <w:pPr>
        <w:tabs>
          <w:tab w:val="right" w:leader="dot" w:pos="7655"/>
        </w:tabs>
        <w:rPr>
          <w:rFonts w:ascii="Tahoma" w:hAnsi="Tahoma" w:cs="Tahoma"/>
        </w:rPr>
      </w:pPr>
      <w:r>
        <w:rPr>
          <w:rFonts w:ascii="Tahoma" w:hAnsi="Tahoma" w:cs="Tahoma"/>
        </w:rPr>
        <w:t xml:space="preserve">Save your document to your </w:t>
      </w:r>
      <w:r w:rsidRPr="00757822">
        <w:rPr>
          <w:noProof/>
          <w:sz w:val="24"/>
          <w:lang w:eastAsia="en-NZ"/>
        </w:rPr>
        <w:drawing>
          <wp:inline distT="0" distB="0" distL="0" distR="0" wp14:anchorId="5898E9D6" wp14:editId="7D4F9825">
            <wp:extent cx="1533333" cy="238095"/>
            <wp:effectExtent l="19050" t="19050" r="10160" b="101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3333" cy="2380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</w:rPr>
        <w:t xml:space="preserve"> folder.    (If you have not already created this folder, do it now) </w:t>
      </w:r>
    </w:p>
    <w:p w:rsidR="00F45912" w:rsidRPr="00321146" w:rsidRDefault="00F45912" w:rsidP="00274162">
      <w:pPr>
        <w:keepNext/>
        <w:keepLines/>
        <w:spacing w:after="0" w:line="240" w:lineRule="auto"/>
        <w:rPr>
          <w:rFonts w:cs="Arial"/>
          <w:b/>
          <w:sz w:val="20"/>
        </w:rPr>
      </w:pPr>
    </w:p>
    <w:p w:rsidR="002E196D" w:rsidRDefault="00C448D0" w:rsidP="002E196D">
      <w:pPr>
        <w:rPr>
          <w:rFonts w:ascii="Tahoma" w:hAnsi="Tahoma" w:cs="Tahoma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1DCCDB" wp14:editId="7C48D75B">
                <wp:simplePos x="0" y="0"/>
                <wp:positionH relativeFrom="column">
                  <wp:posOffset>-91440</wp:posOffset>
                </wp:positionH>
                <wp:positionV relativeFrom="paragraph">
                  <wp:posOffset>225743</wp:posOffset>
                </wp:positionV>
                <wp:extent cx="6276975" cy="3028950"/>
                <wp:effectExtent l="0" t="0" r="28575" b="19050"/>
                <wp:wrapNone/>
                <wp:docPr id="3" name="Folded Corne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3028950"/>
                        </a:xfrm>
                        <a:prstGeom prst="foldedCorner">
                          <a:avLst>
                            <a:gd name="adj" fmla="val 11444"/>
                          </a:avLst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532509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Folded Corner 9" o:spid="_x0000_s1026" type="#_x0000_t65" style="position:absolute;margin-left:-7.2pt;margin-top:17.8pt;width:494.25pt;height:23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" adj="19128" filled="f" strokecolor="#243f60" strokeweight="2pt"/>
            </w:pict>
          </mc:Fallback>
        </mc:AlternateContent>
      </w:r>
    </w:p>
    <w:p w:rsidR="00180BA3" w:rsidRPr="00A900C2" w:rsidRDefault="00180BA3" w:rsidP="00180BA3">
      <w:pPr>
        <w:rPr>
          <w:b/>
          <w:sz w:val="28"/>
        </w:rPr>
      </w:pPr>
      <w:r w:rsidRPr="00A900C2">
        <w:rPr>
          <w:b/>
          <w:sz w:val="28"/>
        </w:rPr>
        <w:t>Assessment Conditions:</w:t>
      </w:r>
    </w:p>
    <w:p w:rsidR="00180BA3" w:rsidRPr="00321146" w:rsidRDefault="00180BA3" w:rsidP="00180BA3">
      <w:pPr>
        <w:numPr>
          <w:ilvl w:val="0"/>
          <w:numId w:val="13"/>
        </w:numPr>
      </w:pPr>
      <w:r w:rsidRPr="00321146">
        <w:t>The documents produced during this assessment must be entirely your own work. You signed</w:t>
      </w:r>
      <w:r>
        <w:t xml:space="preserve"> and returned to EIT</w:t>
      </w:r>
      <w:r w:rsidRPr="00321146">
        <w:t xml:space="preserve"> an Attestation Form.</w:t>
      </w:r>
    </w:p>
    <w:p w:rsidR="00180BA3" w:rsidRDefault="00180BA3" w:rsidP="00180BA3">
      <w:pPr>
        <w:numPr>
          <w:ilvl w:val="0"/>
          <w:numId w:val="13"/>
        </w:numPr>
        <w:spacing w:after="0" w:line="360" w:lineRule="auto"/>
      </w:pPr>
      <w:r>
        <w:t>When completing this assessment you must comply with occupational health and safety guidelines in relation to your own working environment and practices.</w:t>
      </w:r>
    </w:p>
    <w:p w:rsidR="00180BA3" w:rsidRDefault="00180BA3" w:rsidP="00180BA3">
      <w:pPr>
        <w:numPr>
          <w:ilvl w:val="0"/>
          <w:numId w:val="13"/>
        </w:numPr>
        <w:spacing w:line="360" w:lineRule="auto"/>
      </w:pPr>
      <w:r w:rsidRPr="0022231E">
        <w:t xml:space="preserve">This is an open book </w:t>
      </w:r>
      <w:r>
        <w:t>assignment</w:t>
      </w:r>
      <w:r w:rsidRPr="0022231E">
        <w:t xml:space="preserve">.  </w:t>
      </w:r>
      <w:r>
        <w:t>Use of</w:t>
      </w:r>
      <w:r w:rsidRPr="0022231E">
        <w:t xml:space="preserve"> workbooks</w:t>
      </w:r>
      <w:r>
        <w:t xml:space="preserve"> and </w:t>
      </w:r>
      <w:proofErr w:type="gramStart"/>
      <w:r>
        <w:t>powerpoint</w:t>
      </w:r>
      <w:proofErr w:type="gramEnd"/>
      <w:r>
        <w:t xml:space="preserve"> presentations</w:t>
      </w:r>
      <w:r w:rsidRPr="0022231E">
        <w:t xml:space="preserve"> is allowed.</w:t>
      </w:r>
      <w:r>
        <w:t xml:space="preserve">  No printing is required.</w:t>
      </w:r>
    </w:p>
    <w:p w:rsidR="00180BA3" w:rsidRDefault="00180BA3" w:rsidP="00180BA3">
      <w:pPr>
        <w:numPr>
          <w:ilvl w:val="0"/>
          <w:numId w:val="13"/>
        </w:numPr>
        <w:spacing w:line="360" w:lineRule="auto"/>
      </w:pPr>
      <w:r>
        <w:t>Your document must be emailed in as per instructions at the end of the assignment.</w:t>
      </w:r>
    </w:p>
    <w:p w:rsidR="00180BA3" w:rsidRDefault="00180BA3" w:rsidP="00180BA3">
      <w:pPr>
        <w:numPr>
          <w:ilvl w:val="0"/>
          <w:numId w:val="13"/>
        </w:numPr>
        <w:spacing w:line="360" w:lineRule="auto"/>
      </w:pPr>
      <w:r>
        <w:t xml:space="preserve">Any feedback will be phoned or emailed from </w:t>
      </w:r>
      <w:hyperlink r:id="rId9" w:history="1">
        <w:r w:rsidRPr="004D1299">
          <w:rPr>
            <w:rStyle w:val="Hyperlink"/>
          </w:rPr>
          <w:t>nzcc2@eit.ac.nz</w:t>
        </w:r>
      </w:hyperlink>
      <w:r>
        <w:t xml:space="preserve">   </w:t>
      </w:r>
    </w:p>
    <w:p w:rsidR="00180BA3" w:rsidRPr="0022231E" w:rsidRDefault="00180BA3" w:rsidP="00180BA3">
      <w:pPr>
        <w:numPr>
          <w:ilvl w:val="0"/>
          <w:numId w:val="13"/>
        </w:numPr>
        <w:spacing w:line="360" w:lineRule="auto"/>
      </w:pPr>
      <w:r>
        <w:t xml:space="preserve">Your Assessment Decision will also be phoned or emailed from </w:t>
      </w:r>
      <w:hyperlink r:id="rId10" w:history="1">
        <w:r w:rsidRPr="004D1299">
          <w:rPr>
            <w:rStyle w:val="Hyperlink"/>
          </w:rPr>
          <w:t>nzcc2@eit.ac.nz</w:t>
        </w:r>
      </w:hyperlink>
      <w:r>
        <w:t xml:space="preserve"> </w:t>
      </w:r>
    </w:p>
    <w:p w:rsidR="004C2F9D" w:rsidRDefault="004C2F9D" w:rsidP="00195423"/>
    <w:p w:rsidR="00180BA3" w:rsidRDefault="00180BA3" w:rsidP="00274162">
      <w:pPr>
        <w:rPr>
          <w:sz w:val="28"/>
        </w:rPr>
      </w:pPr>
    </w:p>
    <w:p w:rsidR="002E196D" w:rsidRPr="009E3B61" w:rsidRDefault="00321146" w:rsidP="00274162">
      <w:r w:rsidRPr="0063172E">
        <w:rPr>
          <w:sz w:val="28"/>
        </w:rPr>
        <w:t>Go to the next page to begin your assignment</w:t>
      </w:r>
      <w:r w:rsidR="002E196D" w:rsidRPr="002E196D">
        <w:br w:type="page"/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676048" w:rsidRPr="002E196D" w:rsidRDefault="001F19DA" w:rsidP="001F19DA">
      <w:pPr>
        <w:tabs>
          <w:tab w:val="right" w:pos="9180"/>
        </w:tabs>
        <w:rPr>
          <w:b/>
          <w:noProof/>
          <w:color w:val="FFFFFF"/>
          <w:sz w:val="28"/>
          <w:szCs w:val="28"/>
          <w:highlight w:val="black"/>
        </w:rPr>
      </w:pPr>
      <w:r>
        <w:rPr>
          <w:b/>
          <w:noProof/>
          <w:color w:val="FFFFFF"/>
          <w:sz w:val="28"/>
          <w:szCs w:val="28"/>
          <w:highlight w:val="black"/>
        </w:rPr>
        <w:lastRenderedPageBreak/>
        <w:t>Task 1</w:t>
      </w:r>
      <w:r w:rsidR="002E196D">
        <w:rPr>
          <w:b/>
          <w:noProof/>
          <w:color w:val="FFFFFF"/>
          <w:sz w:val="28"/>
          <w:szCs w:val="28"/>
          <w:highlight w:val="black"/>
        </w:rPr>
        <w:tab/>
      </w:r>
    </w:p>
    <w:p w:rsidR="002F1725" w:rsidRDefault="002F1725" w:rsidP="002F1725"/>
    <w:p w:rsidR="00CD1191" w:rsidRPr="003B7B38" w:rsidRDefault="007F5DA3" w:rsidP="002F1725">
      <w:pPr>
        <w:rPr>
          <w:sz w:val="28"/>
        </w:rPr>
      </w:pPr>
      <w:r w:rsidRPr="003B7B38">
        <w:rPr>
          <w:sz w:val="28"/>
        </w:rPr>
        <w:t xml:space="preserve">Describe </w:t>
      </w:r>
      <w:r w:rsidR="00777E18" w:rsidRPr="003B7B38">
        <w:rPr>
          <w:sz w:val="28"/>
        </w:rPr>
        <w:t>three common threats to the computer system</w:t>
      </w:r>
    </w:p>
    <w:p w:rsidR="009B0999" w:rsidRDefault="009B0999" w:rsidP="002F17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1"/>
      </w:tblGrid>
      <w:tr w:rsidR="00777E18" w:rsidRPr="00AE0254" w:rsidTr="00777E18">
        <w:tc>
          <w:tcPr>
            <w:tcW w:w="9401" w:type="dxa"/>
            <w:shd w:val="clear" w:color="auto" w:fill="C6D9F1" w:themeFill="text2" w:themeFillTint="33"/>
            <w:vAlign w:val="center"/>
          </w:tcPr>
          <w:p w:rsidR="00777E18" w:rsidRPr="00AE0254" w:rsidRDefault="00777E18" w:rsidP="00777E18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 w:rsidRPr="00AE0254">
              <w:rPr>
                <w:rFonts w:ascii="Verdana" w:hAnsi="Verdana"/>
                <w:color w:val="333333"/>
                <w:sz w:val="20"/>
              </w:rPr>
              <w:t xml:space="preserve">Threat 1:Internet and email </w:t>
            </w:r>
            <w:r>
              <w:rPr>
                <w:rFonts w:ascii="Verdana" w:hAnsi="Verdana"/>
                <w:color w:val="333333"/>
                <w:sz w:val="20"/>
              </w:rPr>
              <w:t>threats</w:t>
            </w:r>
          </w:p>
        </w:tc>
      </w:tr>
      <w:tr w:rsidR="009B0999" w:rsidRPr="00AE0254" w:rsidTr="004349E2">
        <w:tc>
          <w:tcPr>
            <w:tcW w:w="9401" w:type="dxa"/>
            <w:shd w:val="clear" w:color="auto" w:fill="auto"/>
            <w:vAlign w:val="center"/>
          </w:tcPr>
          <w:p w:rsidR="00777E18" w:rsidRPr="00AE0254" w:rsidRDefault="00777E18" w:rsidP="00777E18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>
              <w:rPr>
                <w:rFonts w:ascii="Verdana" w:hAnsi="Verdana"/>
                <w:color w:val="333333"/>
                <w:sz w:val="20"/>
              </w:rPr>
              <w:t>Key the names of three email or internet threats</w:t>
            </w:r>
          </w:p>
        </w:tc>
      </w:tr>
      <w:tr w:rsidR="009B0999" w:rsidRPr="00AE0254" w:rsidTr="004349E2">
        <w:sdt>
          <w:sdtPr>
            <w:rPr>
              <w:rFonts w:ascii="Verdana" w:hAnsi="Verdana"/>
              <w:color w:val="333333"/>
              <w:sz w:val="20"/>
            </w:rPr>
            <w:id w:val="521129546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9401" w:type="dxa"/>
                <w:shd w:val="clear" w:color="auto" w:fill="auto"/>
                <w:vAlign w:val="center"/>
              </w:tcPr>
              <w:p w:rsidR="009B0999" w:rsidRPr="00AE0254" w:rsidRDefault="00AC5C16" w:rsidP="004349E2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0"/>
                  </w:rPr>
                </w:pPr>
                <w:r w:rsidRPr="00704AAA">
                  <w:rPr>
                    <w:rStyle w:val="PlaceholderText"/>
                    <w:color w:val="7030A0"/>
                  </w:rPr>
                  <w:t>Click here to enter text.</w:t>
                </w:r>
              </w:p>
            </w:tc>
          </w:sdtContent>
        </w:sdt>
      </w:tr>
      <w:tr w:rsidR="00777E18" w:rsidRPr="00AE0254" w:rsidTr="00630E8E">
        <w:tc>
          <w:tcPr>
            <w:tcW w:w="9401" w:type="dxa"/>
            <w:shd w:val="clear" w:color="auto" w:fill="auto"/>
            <w:vAlign w:val="center"/>
          </w:tcPr>
          <w:p w:rsidR="00777E18" w:rsidRPr="00AE0254" w:rsidRDefault="00777E18" w:rsidP="00630E8E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>
              <w:rPr>
                <w:rFonts w:ascii="Verdana" w:hAnsi="Verdana"/>
                <w:color w:val="333333"/>
                <w:sz w:val="20"/>
              </w:rPr>
              <w:t>How do they get in?</w:t>
            </w:r>
          </w:p>
        </w:tc>
      </w:tr>
      <w:tr w:rsidR="00777E18" w:rsidRPr="00AE0254" w:rsidTr="00630E8E">
        <w:sdt>
          <w:sdtPr>
            <w:rPr>
              <w:rFonts w:ascii="Verdana" w:hAnsi="Verdana"/>
              <w:color w:val="333333"/>
              <w:sz w:val="20"/>
            </w:rPr>
            <w:id w:val="-890882145"/>
            <w:placeholder>
              <w:docPart w:val="D9C6C182E83545FFBCD32AC2B701C36C"/>
            </w:placeholder>
            <w:showingPlcHdr/>
            <w:text/>
          </w:sdtPr>
          <w:sdtEndPr/>
          <w:sdtContent>
            <w:tc>
              <w:tcPr>
                <w:tcW w:w="9401" w:type="dxa"/>
                <w:shd w:val="clear" w:color="auto" w:fill="auto"/>
                <w:vAlign w:val="center"/>
              </w:tcPr>
              <w:p w:rsidR="00777E18" w:rsidRPr="00AE0254" w:rsidRDefault="00777E18" w:rsidP="00630E8E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0"/>
                  </w:rPr>
                </w:pPr>
                <w:r w:rsidRPr="00704AAA">
                  <w:rPr>
                    <w:rStyle w:val="PlaceholderText"/>
                    <w:color w:val="00B050"/>
                  </w:rPr>
                  <w:t>Click here to enter text.</w:t>
                </w:r>
              </w:p>
            </w:tc>
          </w:sdtContent>
        </w:sdt>
      </w:tr>
      <w:tr w:rsidR="009B0999" w:rsidRPr="00AE0254" w:rsidTr="004349E2">
        <w:tc>
          <w:tcPr>
            <w:tcW w:w="9401" w:type="dxa"/>
            <w:shd w:val="clear" w:color="auto" w:fill="auto"/>
            <w:vAlign w:val="center"/>
          </w:tcPr>
          <w:p w:rsidR="009B0999" w:rsidRPr="00AE0254" w:rsidRDefault="00777E18" w:rsidP="004349E2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>
              <w:rPr>
                <w:rFonts w:ascii="Verdana" w:hAnsi="Verdana"/>
                <w:color w:val="333333"/>
                <w:sz w:val="20"/>
              </w:rPr>
              <w:t>What impact do these threats have on your system:</w:t>
            </w:r>
          </w:p>
        </w:tc>
      </w:tr>
      <w:tr w:rsidR="009B0999" w:rsidRPr="00AE0254" w:rsidTr="004349E2">
        <w:sdt>
          <w:sdtPr>
            <w:rPr>
              <w:rFonts w:ascii="Verdana" w:hAnsi="Verdana"/>
              <w:color w:val="333333"/>
              <w:sz w:val="20"/>
            </w:rPr>
            <w:id w:val="110615922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9401" w:type="dxa"/>
                <w:shd w:val="clear" w:color="auto" w:fill="auto"/>
                <w:vAlign w:val="center"/>
              </w:tcPr>
              <w:p w:rsidR="009B0999" w:rsidRPr="00AE0254" w:rsidRDefault="00AC5C16" w:rsidP="004349E2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0"/>
                  </w:rPr>
                </w:pPr>
                <w:r w:rsidRPr="00704AAA">
                  <w:rPr>
                    <w:rStyle w:val="PlaceholderText"/>
                    <w:color w:val="7030A0"/>
                  </w:rPr>
                  <w:t>Click here to enter text.</w:t>
                </w:r>
              </w:p>
            </w:tc>
          </w:sdtContent>
        </w:sdt>
      </w:tr>
    </w:tbl>
    <w:p w:rsidR="007F5DA3" w:rsidRDefault="007F5DA3" w:rsidP="009B0999">
      <w:pPr>
        <w:tabs>
          <w:tab w:val="right" w:pos="9180"/>
        </w:tabs>
        <w:rPr>
          <w:rFonts w:ascii="Verdana" w:hAnsi="Verdana"/>
          <w:color w:val="333333"/>
          <w:sz w:val="20"/>
        </w:rPr>
      </w:pPr>
    </w:p>
    <w:p w:rsidR="007F5DA3" w:rsidRDefault="007F5DA3" w:rsidP="00E8788A">
      <w:pPr>
        <w:tabs>
          <w:tab w:val="right" w:pos="9180"/>
        </w:tabs>
        <w:rPr>
          <w:rFonts w:ascii="Verdana" w:hAnsi="Verdana"/>
          <w:color w:val="333333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1"/>
      </w:tblGrid>
      <w:tr w:rsidR="009B0999" w:rsidRPr="00AE0254" w:rsidTr="00777E18">
        <w:tc>
          <w:tcPr>
            <w:tcW w:w="9401" w:type="dxa"/>
            <w:shd w:val="clear" w:color="auto" w:fill="C6D9F1" w:themeFill="text2" w:themeFillTint="33"/>
            <w:vAlign w:val="center"/>
          </w:tcPr>
          <w:p w:rsidR="009B0999" w:rsidRPr="00AE0254" w:rsidRDefault="009B0999" w:rsidP="004349E2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 w:rsidRPr="00AE0254">
              <w:rPr>
                <w:rFonts w:ascii="Verdana" w:hAnsi="Verdana"/>
                <w:color w:val="333333"/>
                <w:sz w:val="20"/>
              </w:rPr>
              <w:t>Threat 2: Spyware</w:t>
            </w:r>
            <w:r w:rsidR="00777E18">
              <w:rPr>
                <w:rFonts w:ascii="Verdana" w:hAnsi="Verdana"/>
                <w:color w:val="333333"/>
                <w:sz w:val="20"/>
              </w:rPr>
              <w:t>, Adware and key loggers</w:t>
            </w:r>
          </w:p>
        </w:tc>
      </w:tr>
      <w:tr w:rsidR="00777E18" w:rsidRPr="00AE0254" w:rsidTr="004349E2">
        <w:tc>
          <w:tcPr>
            <w:tcW w:w="9401" w:type="dxa"/>
            <w:shd w:val="clear" w:color="auto" w:fill="auto"/>
            <w:vAlign w:val="center"/>
          </w:tcPr>
          <w:p w:rsidR="00777E18" w:rsidRDefault="00777E18" w:rsidP="004349E2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>
              <w:rPr>
                <w:rFonts w:ascii="Verdana" w:hAnsi="Verdana"/>
                <w:color w:val="333333"/>
                <w:sz w:val="20"/>
              </w:rPr>
              <w:t>How do they get in?</w:t>
            </w:r>
          </w:p>
        </w:tc>
      </w:tr>
      <w:tr w:rsidR="009B0999" w:rsidRPr="00AE0254" w:rsidTr="004349E2">
        <w:sdt>
          <w:sdtPr>
            <w:rPr>
              <w:rFonts w:ascii="Verdana" w:hAnsi="Verdana"/>
              <w:color w:val="333333"/>
              <w:sz w:val="20"/>
            </w:rPr>
            <w:id w:val="-173291831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9401" w:type="dxa"/>
                <w:shd w:val="clear" w:color="auto" w:fill="auto"/>
                <w:vAlign w:val="center"/>
              </w:tcPr>
              <w:p w:rsidR="009B0999" w:rsidRPr="00AE0254" w:rsidRDefault="00AC5C16" w:rsidP="004349E2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0"/>
                  </w:rPr>
                </w:pPr>
                <w:r w:rsidRPr="00704AAA">
                  <w:rPr>
                    <w:rStyle w:val="PlaceholderText"/>
                    <w:color w:val="7030A0"/>
                  </w:rPr>
                  <w:t>Click here to enter text.</w:t>
                </w:r>
              </w:p>
            </w:tc>
          </w:sdtContent>
        </w:sdt>
      </w:tr>
      <w:tr w:rsidR="00777E18" w:rsidRPr="00AE0254" w:rsidTr="004349E2">
        <w:tc>
          <w:tcPr>
            <w:tcW w:w="9401" w:type="dxa"/>
            <w:shd w:val="clear" w:color="auto" w:fill="auto"/>
            <w:vAlign w:val="center"/>
          </w:tcPr>
          <w:p w:rsidR="00777E18" w:rsidRPr="00AE0254" w:rsidRDefault="00777E18" w:rsidP="00777E18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>
              <w:rPr>
                <w:rFonts w:ascii="Verdana" w:hAnsi="Verdana"/>
                <w:color w:val="333333"/>
                <w:sz w:val="20"/>
              </w:rPr>
              <w:t>What impact do these threats have on your system:</w:t>
            </w:r>
          </w:p>
        </w:tc>
      </w:tr>
      <w:tr w:rsidR="009B0999" w:rsidRPr="00AE0254" w:rsidTr="004349E2">
        <w:sdt>
          <w:sdtPr>
            <w:rPr>
              <w:rFonts w:ascii="Verdana" w:hAnsi="Verdana"/>
              <w:color w:val="333333"/>
              <w:sz w:val="20"/>
            </w:rPr>
            <w:id w:val="-835146523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9401" w:type="dxa"/>
                <w:shd w:val="clear" w:color="auto" w:fill="auto"/>
                <w:vAlign w:val="center"/>
              </w:tcPr>
              <w:p w:rsidR="009B0999" w:rsidRPr="00AE0254" w:rsidRDefault="00AC5C16" w:rsidP="004349E2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0"/>
                  </w:rPr>
                </w:pPr>
                <w:r w:rsidRPr="00704AAA">
                  <w:rPr>
                    <w:rStyle w:val="PlaceholderText"/>
                    <w:color w:val="00B050"/>
                  </w:rPr>
                  <w:t>Click here to enter text.</w:t>
                </w:r>
              </w:p>
            </w:tc>
          </w:sdtContent>
        </w:sdt>
      </w:tr>
    </w:tbl>
    <w:p w:rsidR="007F5DA3" w:rsidRDefault="007F5DA3" w:rsidP="009B0999">
      <w:pPr>
        <w:tabs>
          <w:tab w:val="right" w:pos="9180"/>
        </w:tabs>
        <w:rPr>
          <w:rFonts w:ascii="Verdana" w:hAnsi="Verdana"/>
          <w:color w:val="333333"/>
          <w:sz w:val="20"/>
        </w:rPr>
      </w:pPr>
    </w:p>
    <w:p w:rsidR="007F5DA3" w:rsidRDefault="007F5DA3" w:rsidP="00E8788A">
      <w:pPr>
        <w:tabs>
          <w:tab w:val="right" w:pos="9180"/>
        </w:tabs>
        <w:rPr>
          <w:rFonts w:ascii="Verdana" w:hAnsi="Verdana"/>
          <w:color w:val="333333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1"/>
      </w:tblGrid>
      <w:tr w:rsidR="009B0999" w:rsidRPr="00AE0254" w:rsidTr="00777E18">
        <w:tc>
          <w:tcPr>
            <w:tcW w:w="9401" w:type="dxa"/>
            <w:shd w:val="clear" w:color="auto" w:fill="C6D9F1" w:themeFill="text2" w:themeFillTint="33"/>
            <w:vAlign w:val="center"/>
          </w:tcPr>
          <w:p w:rsidR="009B0999" w:rsidRPr="00AE0254" w:rsidRDefault="009B0999" w:rsidP="00777E18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 w:rsidRPr="00AE0254">
              <w:rPr>
                <w:rFonts w:ascii="Verdana" w:hAnsi="Verdana"/>
                <w:color w:val="333333"/>
                <w:sz w:val="20"/>
              </w:rPr>
              <w:t xml:space="preserve">Threat 3: </w:t>
            </w:r>
            <w:r w:rsidR="00777E18">
              <w:rPr>
                <w:rFonts w:ascii="Verdana" w:hAnsi="Verdana"/>
                <w:color w:val="333333"/>
                <w:sz w:val="20"/>
              </w:rPr>
              <w:t xml:space="preserve">Choose one of the following:    </w:t>
            </w:r>
            <w:sdt>
              <w:sdtPr>
                <w:rPr>
                  <w:rFonts w:ascii="Verdana" w:hAnsi="Verdana"/>
                  <w:color w:val="333333"/>
                  <w:sz w:val="20"/>
                </w:rPr>
                <w:id w:val="1910263722"/>
                <w:placeholder>
                  <w:docPart w:val="DefaultPlaceholder_-1854013439"/>
                </w:placeholder>
                <w:showingPlcHdr/>
                <w:comboBox>
                  <w:listItem w:value="Choose an item."/>
                  <w:listItem w:displayText="Natural disaster" w:value="Natural disaster"/>
                  <w:listItem w:displayText="Unauthorised access" w:value="Unauthorised access"/>
                </w:comboBox>
              </w:sdtPr>
              <w:sdtEndPr/>
              <w:sdtContent>
                <w:r w:rsidR="00777E18" w:rsidRPr="004D1299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9B0999" w:rsidRPr="00AE0254" w:rsidTr="004349E2">
        <w:tc>
          <w:tcPr>
            <w:tcW w:w="9401" w:type="dxa"/>
            <w:shd w:val="clear" w:color="auto" w:fill="auto"/>
            <w:vAlign w:val="center"/>
          </w:tcPr>
          <w:p w:rsidR="009B0999" w:rsidRPr="00AE0254" w:rsidRDefault="00777E18" w:rsidP="004349E2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>
              <w:rPr>
                <w:rFonts w:ascii="Verdana" w:hAnsi="Verdana"/>
                <w:color w:val="333333"/>
                <w:sz w:val="20"/>
              </w:rPr>
              <w:t>What can you do to minimise the threat to your computer system from your chosen threat.</w:t>
            </w:r>
          </w:p>
        </w:tc>
      </w:tr>
      <w:tr w:rsidR="009B0999" w:rsidRPr="00AE0254" w:rsidTr="004349E2">
        <w:sdt>
          <w:sdtPr>
            <w:rPr>
              <w:rFonts w:ascii="Verdana" w:hAnsi="Verdana"/>
              <w:color w:val="333333"/>
              <w:sz w:val="20"/>
            </w:rPr>
            <w:id w:val="-598494192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9401" w:type="dxa"/>
                <w:shd w:val="clear" w:color="auto" w:fill="auto"/>
                <w:vAlign w:val="center"/>
              </w:tcPr>
              <w:p w:rsidR="009B0999" w:rsidRPr="00AE0254" w:rsidRDefault="00AC5C16" w:rsidP="004349E2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0"/>
                  </w:rPr>
                </w:pPr>
                <w:r w:rsidRPr="00704AAA">
                  <w:rPr>
                    <w:rStyle w:val="PlaceholderText"/>
                    <w:color w:val="7030A0"/>
                  </w:rPr>
                  <w:t>Click here to enter text.</w:t>
                </w:r>
              </w:p>
            </w:tc>
          </w:sdtContent>
        </w:sdt>
      </w:tr>
    </w:tbl>
    <w:p w:rsidR="003B7B38" w:rsidRDefault="003B7B38" w:rsidP="009B0999">
      <w:pPr>
        <w:tabs>
          <w:tab w:val="right" w:pos="9180"/>
        </w:tabs>
        <w:rPr>
          <w:rFonts w:ascii="Verdana" w:hAnsi="Verdana"/>
          <w:color w:val="333333"/>
          <w:sz w:val="20"/>
        </w:rPr>
      </w:pPr>
    </w:p>
    <w:p w:rsidR="003B7B38" w:rsidRDefault="003B7B38">
      <w:pPr>
        <w:spacing w:after="0" w:line="240" w:lineRule="auto"/>
        <w:rPr>
          <w:rFonts w:ascii="Verdana" w:hAnsi="Verdana"/>
          <w:color w:val="333333"/>
          <w:sz w:val="20"/>
        </w:rPr>
      </w:pPr>
      <w:r>
        <w:rPr>
          <w:rFonts w:ascii="Verdana" w:hAnsi="Verdana"/>
          <w:color w:val="333333"/>
          <w:sz w:val="20"/>
        </w:rPr>
        <w:br w:type="page"/>
      </w:r>
    </w:p>
    <w:p w:rsidR="006911D5" w:rsidRPr="000656F8" w:rsidRDefault="006911D5" w:rsidP="006911D5">
      <w:pPr>
        <w:tabs>
          <w:tab w:val="right" w:pos="9540"/>
        </w:tabs>
        <w:rPr>
          <w:b/>
          <w:color w:val="FFFFFF"/>
          <w:sz w:val="28"/>
          <w:szCs w:val="28"/>
          <w:highlight w:val="black"/>
        </w:rPr>
      </w:pPr>
      <w:r>
        <w:rPr>
          <w:b/>
          <w:color w:val="FFFFFF"/>
          <w:sz w:val="28"/>
          <w:szCs w:val="28"/>
          <w:highlight w:val="black"/>
        </w:rPr>
        <w:lastRenderedPageBreak/>
        <w:t>Task 2</w:t>
      </w:r>
      <w:r w:rsidRPr="000656F8">
        <w:rPr>
          <w:b/>
          <w:color w:val="FFFFFF"/>
          <w:sz w:val="28"/>
          <w:szCs w:val="28"/>
          <w:highlight w:val="black"/>
        </w:rPr>
        <w:t xml:space="preserve"> </w:t>
      </w:r>
      <w:r>
        <w:rPr>
          <w:b/>
          <w:color w:val="FFFFFF"/>
          <w:sz w:val="28"/>
          <w:szCs w:val="28"/>
          <w:highlight w:val="black"/>
        </w:rPr>
        <w:tab/>
      </w:r>
    </w:p>
    <w:p w:rsidR="006911D5" w:rsidRPr="00704AAA" w:rsidRDefault="006911D5" w:rsidP="006911D5">
      <w:pPr>
        <w:rPr>
          <w:rFonts w:cs="Franklin Gothic Book"/>
          <w:color w:val="000000"/>
          <w:sz w:val="28"/>
        </w:rPr>
      </w:pPr>
      <w:r w:rsidRPr="00704AAA">
        <w:rPr>
          <w:rFonts w:cs="Franklin Gothic Book"/>
          <w:color w:val="000000"/>
          <w:sz w:val="28"/>
        </w:rPr>
        <w:t xml:space="preserve">Describe protection measures to </w:t>
      </w:r>
      <w:r w:rsidR="003B7B38" w:rsidRPr="00704AAA">
        <w:rPr>
          <w:rFonts w:cs="Franklin Gothic Book"/>
          <w:color w:val="000000"/>
          <w:sz w:val="28"/>
        </w:rPr>
        <w:t>use to protect your digital data from common threats</w:t>
      </w:r>
    </w:p>
    <w:p w:rsidR="006911D5" w:rsidRDefault="006911D5" w:rsidP="006911D5">
      <w:pPr>
        <w:rPr>
          <w:rFonts w:cs="Franklin Gothic Book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1"/>
      </w:tblGrid>
      <w:tr w:rsidR="009B0999" w:rsidRPr="00704AAA" w:rsidTr="000462CB">
        <w:tc>
          <w:tcPr>
            <w:tcW w:w="9401" w:type="dxa"/>
            <w:shd w:val="clear" w:color="auto" w:fill="C6D9F1" w:themeFill="text2" w:themeFillTint="33"/>
            <w:vAlign w:val="center"/>
          </w:tcPr>
          <w:p w:rsidR="009B0999" w:rsidRPr="00704AAA" w:rsidRDefault="003B7B38" w:rsidP="00704AAA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 w:rsidRPr="00704AAA">
              <w:rPr>
                <w:rFonts w:ascii="Verdana" w:hAnsi="Verdana"/>
                <w:color w:val="333333"/>
                <w:sz w:val="20"/>
              </w:rPr>
              <w:t>Measure 1:  Backup techniques (How often? What to backup? How to do it?)</w:t>
            </w:r>
          </w:p>
        </w:tc>
      </w:tr>
      <w:tr w:rsidR="009B0999" w:rsidRPr="00704AAA" w:rsidTr="004349E2">
        <w:sdt>
          <w:sdtPr>
            <w:rPr>
              <w:rFonts w:ascii="Verdana" w:hAnsi="Verdana"/>
              <w:color w:val="333333"/>
              <w:sz w:val="20"/>
            </w:rPr>
            <w:id w:val="-203618344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9401" w:type="dxa"/>
                <w:shd w:val="clear" w:color="auto" w:fill="auto"/>
                <w:vAlign w:val="center"/>
              </w:tcPr>
              <w:p w:rsidR="009B0999" w:rsidRPr="00AE0254" w:rsidRDefault="00AC5C16" w:rsidP="004349E2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0"/>
                  </w:rPr>
                </w:pPr>
                <w:r w:rsidRPr="00704AAA">
                  <w:rPr>
                    <w:rFonts w:ascii="Verdana" w:hAnsi="Verdana"/>
                    <w:color w:val="7030A0"/>
                    <w:sz w:val="20"/>
                  </w:rPr>
                  <w:t>Click here to enter text.</w:t>
                </w:r>
              </w:p>
            </w:tc>
          </w:sdtContent>
        </w:sdt>
      </w:tr>
    </w:tbl>
    <w:p w:rsidR="006911D5" w:rsidRPr="00704AAA" w:rsidRDefault="006911D5" w:rsidP="00704AAA">
      <w:pPr>
        <w:tabs>
          <w:tab w:val="right" w:pos="9180"/>
        </w:tabs>
        <w:rPr>
          <w:rFonts w:ascii="Verdana" w:hAnsi="Verdana"/>
          <w:color w:val="333333"/>
          <w:sz w:val="20"/>
        </w:rPr>
      </w:pPr>
    </w:p>
    <w:p w:rsidR="006911D5" w:rsidRPr="00704AAA" w:rsidRDefault="006911D5" w:rsidP="00704AAA">
      <w:pPr>
        <w:tabs>
          <w:tab w:val="right" w:pos="9180"/>
        </w:tabs>
        <w:rPr>
          <w:rFonts w:ascii="Verdana" w:hAnsi="Verdana"/>
          <w:color w:val="333333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1"/>
      </w:tblGrid>
      <w:tr w:rsidR="009B0999" w:rsidRPr="00704AAA" w:rsidTr="000462CB">
        <w:tc>
          <w:tcPr>
            <w:tcW w:w="9401" w:type="dxa"/>
            <w:shd w:val="clear" w:color="auto" w:fill="C6D9F1" w:themeFill="text2" w:themeFillTint="33"/>
            <w:vAlign w:val="center"/>
          </w:tcPr>
          <w:p w:rsidR="009B0999" w:rsidRPr="00704AAA" w:rsidRDefault="009B0999" w:rsidP="00704AAA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 w:rsidRPr="00704AAA">
              <w:rPr>
                <w:rFonts w:ascii="Verdana" w:hAnsi="Verdana"/>
                <w:color w:val="333333"/>
                <w:sz w:val="20"/>
              </w:rPr>
              <w:t>Measure 2:  Virus protection measures</w:t>
            </w:r>
          </w:p>
        </w:tc>
      </w:tr>
      <w:tr w:rsidR="003B7B38" w:rsidRPr="00704AAA" w:rsidTr="004349E2">
        <w:tc>
          <w:tcPr>
            <w:tcW w:w="9401" w:type="dxa"/>
            <w:shd w:val="clear" w:color="auto" w:fill="auto"/>
            <w:vAlign w:val="center"/>
          </w:tcPr>
          <w:p w:rsidR="003B7B38" w:rsidRPr="003B7B38" w:rsidRDefault="003B7B38" w:rsidP="00704AAA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>
              <w:rPr>
                <w:rFonts w:ascii="Verdana" w:hAnsi="Verdana"/>
                <w:color w:val="333333"/>
                <w:sz w:val="20"/>
              </w:rPr>
              <w:t xml:space="preserve">What </w:t>
            </w:r>
            <w:r w:rsidR="00704AAA">
              <w:rPr>
                <w:rFonts w:ascii="Verdana" w:hAnsi="Verdana"/>
                <w:color w:val="333333"/>
                <w:sz w:val="20"/>
              </w:rPr>
              <w:t>you could</w:t>
            </w:r>
            <w:r>
              <w:rPr>
                <w:rFonts w:ascii="Verdana" w:hAnsi="Verdana"/>
                <w:color w:val="333333"/>
                <w:sz w:val="20"/>
              </w:rPr>
              <w:t xml:space="preserve"> do a</w:t>
            </w:r>
            <w:r w:rsidRPr="003B7B38">
              <w:rPr>
                <w:rFonts w:ascii="Verdana" w:hAnsi="Verdana"/>
                <w:color w:val="333333"/>
                <w:sz w:val="20"/>
              </w:rPr>
              <w:t>t home</w:t>
            </w:r>
            <w:r>
              <w:rPr>
                <w:rFonts w:ascii="Verdana" w:hAnsi="Verdana"/>
                <w:color w:val="333333"/>
                <w:sz w:val="20"/>
              </w:rPr>
              <w:t xml:space="preserve"> to protect your data</w:t>
            </w:r>
            <w:r w:rsidRPr="003B7B38">
              <w:rPr>
                <w:rFonts w:ascii="Verdana" w:hAnsi="Verdana"/>
                <w:color w:val="333333"/>
                <w:sz w:val="20"/>
              </w:rPr>
              <w:t>:</w:t>
            </w:r>
          </w:p>
        </w:tc>
      </w:tr>
      <w:tr w:rsidR="009B0999" w:rsidRPr="00704AAA" w:rsidTr="004349E2">
        <w:sdt>
          <w:sdtPr>
            <w:rPr>
              <w:rFonts w:ascii="Verdana" w:hAnsi="Verdana"/>
              <w:color w:val="333333"/>
              <w:sz w:val="20"/>
            </w:rPr>
            <w:id w:val="-92468805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9401" w:type="dxa"/>
                <w:shd w:val="clear" w:color="auto" w:fill="auto"/>
                <w:vAlign w:val="center"/>
              </w:tcPr>
              <w:p w:rsidR="009B0999" w:rsidRPr="00AE0254" w:rsidRDefault="00AC5C16" w:rsidP="004349E2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0"/>
                  </w:rPr>
                </w:pPr>
                <w:r w:rsidRPr="00704AAA">
                  <w:rPr>
                    <w:rFonts w:ascii="Verdana" w:hAnsi="Verdana"/>
                    <w:color w:val="00B050"/>
                    <w:sz w:val="20"/>
                  </w:rPr>
                  <w:t>Click here to enter text.</w:t>
                </w:r>
              </w:p>
            </w:tc>
          </w:sdtContent>
        </w:sdt>
      </w:tr>
      <w:tr w:rsidR="003B7B38" w:rsidRPr="00704AAA" w:rsidTr="004349E2">
        <w:tc>
          <w:tcPr>
            <w:tcW w:w="9401" w:type="dxa"/>
            <w:shd w:val="clear" w:color="auto" w:fill="auto"/>
            <w:vAlign w:val="center"/>
          </w:tcPr>
          <w:p w:rsidR="003B7B38" w:rsidRDefault="003B7B38" w:rsidP="004349E2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>
              <w:rPr>
                <w:rFonts w:ascii="Verdana" w:hAnsi="Verdana"/>
                <w:color w:val="333333"/>
                <w:sz w:val="20"/>
              </w:rPr>
              <w:t>iPad and iPhone device data protection measures:</w:t>
            </w:r>
          </w:p>
        </w:tc>
      </w:tr>
      <w:tr w:rsidR="003B7B38" w:rsidRPr="00704AAA" w:rsidTr="003B7B38">
        <w:sdt>
          <w:sdtPr>
            <w:rPr>
              <w:rFonts w:ascii="Verdana" w:hAnsi="Verdana"/>
              <w:color w:val="333333"/>
              <w:sz w:val="20"/>
            </w:rPr>
            <w:id w:val="1589656629"/>
            <w:placeholder>
              <w:docPart w:val="0D97D7A5F35E4315BC906E8F94159237"/>
            </w:placeholder>
            <w:showingPlcHdr/>
            <w:text/>
          </w:sdtPr>
          <w:sdtEndPr/>
          <w:sdtContent>
            <w:tc>
              <w:tcPr>
                <w:tcW w:w="94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B7B38" w:rsidRPr="00AE0254" w:rsidRDefault="003B7B38" w:rsidP="00630E8E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0"/>
                  </w:rPr>
                </w:pPr>
                <w:r w:rsidRPr="00704AAA">
                  <w:rPr>
                    <w:color w:val="7030A0"/>
                  </w:rPr>
                  <w:t>Click here to enter text.</w:t>
                </w:r>
              </w:p>
            </w:tc>
          </w:sdtContent>
        </w:sdt>
      </w:tr>
      <w:tr w:rsidR="003B7B38" w:rsidRPr="00704AAA" w:rsidTr="003B7B38">
        <w:tc>
          <w:tcPr>
            <w:tcW w:w="9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B38" w:rsidRDefault="003B7B38" w:rsidP="00630E8E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>
              <w:rPr>
                <w:rFonts w:ascii="Verdana" w:hAnsi="Verdana"/>
                <w:color w:val="333333"/>
                <w:sz w:val="20"/>
              </w:rPr>
              <w:t>Android device data protection measures:</w:t>
            </w:r>
          </w:p>
        </w:tc>
      </w:tr>
      <w:tr w:rsidR="003B7B38" w:rsidRPr="00704AAA" w:rsidTr="003B7B38">
        <w:sdt>
          <w:sdtPr>
            <w:rPr>
              <w:rFonts w:ascii="Verdana" w:hAnsi="Verdana"/>
              <w:color w:val="333333"/>
              <w:sz w:val="20"/>
            </w:rPr>
            <w:id w:val="1455137126"/>
            <w:placeholder>
              <w:docPart w:val="42A32AF544D041FF90187960835DE932"/>
            </w:placeholder>
            <w:showingPlcHdr/>
            <w:text/>
          </w:sdtPr>
          <w:sdtEndPr/>
          <w:sdtContent>
            <w:tc>
              <w:tcPr>
                <w:tcW w:w="94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B7B38" w:rsidRPr="00AE0254" w:rsidRDefault="003B7B38" w:rsidP="00630E8E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0"/>
                  </w:rPr>
                </w:pPr>
                <w:r w:rsidRPr="000462CB">
                  <w:rPr>
                    <w:color w:val="00B050"/>
                  </w:rPr>
                  <w:t>Click here to enter text.</w:t>
                </w:r>
              </w:p>
            </w:tc>
          </w:sdtContent>
        </w:sdt>
      </w:tr>
    </w:tbl>
    <w:p w:rsidR="006911D5" w:rsidRPr="00704AAA" w:rsidRDefault="006911D5" w:rsidP="00704AAA">
      <w:pPr>
        <w:tabs>
          <w:tab w:val="right" w:pos="9180"/>
        </w:tabs>
        <w:rPr>
          <w:rFonts w:ascii="Verdana" w:hAnsi="Verdana"/>
          <w:color w:val="333333"/>
          <w:sz w:val="20"/>
        </w:rPr>
      </w:pPr>
    </w:p>
    <w:p w:rsidR="006911D5" w:rsidRPr="00704AAA" w:rsidRDefault="006911D5" w:rsidP="00704AAA">
      <w:pPr>
        <w:tabs>
          <w:tab w:val="right" w:pos="9180"/>
        </w:tabs>
        <w:rPr>
          <w:rFonts w:ascii="Verdana" w:hAnsi="Verdana"/>
          <w:color w:val="333333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B0999" w:rsidRPr="00704AAA" w:rsidTr="000462CB">
        <w:tc>
          <w:tcPr>
            <w:tcW w:w="5000" w:type="pct"/>
            <w:shd w:val="clear" w:color="auto" w:fill="C6D9F1" w:themeFill="text2" w:themeFillTint="33"/>
            <w:vAlign w:val="center"/>
          </w:tcPr>
          <w:p w:rsidR="009B0999" w:rsidRPr="00704AAA" w:rsidRDefault="003B7B38" w:rsidP="00704AAA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 w:rsidRPr="00704AAA">
              <w:rPr>
                <w:rFonts w:ascii="Verdana" w:hAnsi="Verdana"/>
                <w:color w:val="333333"/>
                <w:sz w:val="20"/>
              </w:rPr>
              <w:t>Measure 3:  Power</w:t>
            </w:r>
            <w:r w:rsidR="009B0999" w:rsidRPr="00704AAA">
              <w:rPr>
                <w:rFonts w:ascii="Verdana" w:hAnsi="Verdana"/>
                <w:color w:val="333333"/>
                <w:sz w:val="20"/>
              </w:rPr>
              <w:t xml:space="preserve"> protection measures</w:t>
            </w:r>
          </w:p>
        </w:tc>
      </w:tr>
      <w:tr w:rsidR="009B0999" w:rsidRPr="00704AAA" w:rsidTr="004349E2">
        <w:sdt>
          <w:sdtPr>
            <w:rPr>
              <w:rFonts w:ascii="Verdana" w:hAnsi="Verdana"/>
              <w:color w:val="333333"/>
              <w:sz w:val="20"/>
            </w:rPr>
            <w:id w:val="102891108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5000" w:type="pct"/>
                <w:shd w:val="clear" w:color="auto" w:fill="auto"/>
                <w:vAlign w:val="center"/>
              </w:tcPr>
              <w:p w:rsidR="009B0999" w:rsidRPr="00AE0254" w:rsidRDefault="00AC5C16" w:rsidP="004349E2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0"/>
                  </w:rPr>
                </w:pPr>
                <w:r w:rsidRPr="00704AAA">
                  <w:rPr>
                    <w:rFonts w:ascii="Verdana" w:hAnsi="Verdana"/>
                    <w:color w:val="7030A0"/>
                    <w:sz w:val="20"/>
                  </w:rPr>
                  <w:t>Click here to enter text.</w:t>
                </w:r>
              </w:p>
            </w:tc>
          </w:sdtContent>
        </w:sdt>
      </w:tr>
    </w:tbl>
    <w:p w:rsidR="006911D5" w:rsidRDefault="006911D5" w:rsidP="009B0999">
      <w:pPr>
        <w:pStyle w:val="Default"/>
        <w:rPr>
          <w:rFonts w:cs="Times New Roman"/>
          <w:color w:val="auto"/>
        </w:rPr>
      </w:pPr>
    </w:p>
    <w:p w:rsidR="009B0999" w:rsidRDefault="009B0999" w:rsidP="009B0999">
      <w:pPr>
        <w:pStyle w:val="smallline"/>
      </w:pPr>
    </w:p>
    <w:p w:rsidR="00681ABD" w:rsidRDefault="00681ABD" w:rsidP="00681ABD"/>
    <w:p w:rsidR="00704AAA" w:rsidRDefault="00704AAA">
      <w:pPr>
        <w:spacing w:after="0" w:line="240" w:lineRule="auto"/>
      </w:pPr>
      <w:r>
        <w:br w:type="page"/>
      </w:r>
    </w:p>
    <w:p w:rsidR="00704AAA" w:rsidRPr="000656F8" w:rsidRDefault="00704AAA" w:rsidP="00704AAA">
      <w:pPr>
        <w:tabs>
          <w:tab w:val="right" w:pos="9540"/>
        </w:tabs>
        <w:rPr>
          <w:b/>
          <w:color w:val="FFFFFF"/>
          <w:sz w:val="28"/>
          <w:szCs w:val="28"/>
          <w:highlight w:val="black"/>
        </w:rPr>
      </w:pPr>
      <w:r>
        <w:rPr>
          <w:b/>
          <w:color w:val="FFFFFF"/>
          <w:sz w:val="28"/>
          <w:szCs w:val="28"/>
          <w:highlight w:val="black"/>
        </w:rPr>
        <w:lastRenderedPageBreak/>
        <w:t>Task 3</w:t>
      </w:r>
      <w:r>
        <w:rPr>
          <w:b/>
          <w:color w:val="FFFFFF"/>
          <w:sz w:val="28"/>
          <w:szCs w:val="28"/>
          <w:highlight w:val="black"/>
        </w:rPr>
        <w:tab/>
      </w:r>
    </w:p>
    <w:p w:rsidR="001F34FC" w:rsidRDefault="001F34FC" w:rsidP="001F34FC">
      <w:pPr>
        <w:rPr>
          <w:sz w:val="28"/>
        </w:rPr>
      </w:pPr>
      <w:r w:rsidRPr="001F34FC">
        <w:rPr>
          <w:sz w:val="28"/>
        </w:rPr>
        <w:t xml:space="preserve">Explain (in your own words) the following </w:t>
      </w:r>
      <w:r>
        <w:rPr>
          <w:sz w:val="28"/>
        </w:rPr>
        <w:t>compliance requirements in relation to the management of data.</w:t>
      </w:r>
    </w:p>
    <w:p w:rsidR="001F34FC" w:rsidRPr="001F34FC" w:rsidRDefault="001F34FC" w:rsidP="001F34FC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F34FC" w:rsidRPr="00433C8F" w:rsidTr="001F34FC">
        <w:tc>
          <w:tcPr>
            <w:tcW w:w="9628" w:type="dxa"/>
            <w:shd w:val="clear" w:color="auto" w:fill="C6D9F1" w:themeFill="text2" w:themeFillTint="33"/>
            <w:vAlign w:val="center"/>
          </w:tcPr>
          <w:p w:rsidR="001F34FC" w:rsidRPr="00433C8F" w:rsidRDefault="001F34FC" w:rsidP="00D21D70">
            <w:pPr>
              <w:pStyle w:val="princ"/>
              <w:spacing w:before="0" w:after="0"/>
              <w:rPr>
                <w:b/>
              </w:rPr>
            </w:pPr>
            <w:r>
              <w:rPr>
                <w:sz w:val="28"/>
              </w:rPr>
              <w:t>Information Privacy</w:t>
            </w:r>
          </w:p>
        </w:tc>
      </w:tr>
      <w:tr w:rsidR="001F34FC" w:rsidRPr="00433C8F" w:rsidTr="001F34FC">
        <w:tc>
          <w:tcPr>
            <w:tcW w:w="9628" w:type="dxa"/>
            <w:shd w:val="clear" w:color="auto" w:fill="auto"/>
            <w:vAlign w:val="center"/>
          </w:tcPr>
          <w:p w:rsidR="001F34FC" w:rsidRPr="00433C8F" w:rsidRDefault="001F34FC" w:rsidP="00D21D70">
            <w:pPr>
              <w:pStyle w:val="princ"/>
              <w:spacing w:before="0" w:after="0"/>
              <w:rPr>
                <w:b/>
              </w:rPr>
            </w:pPr>
            <w:r w:rsidRPr="00433C8F">
              <w:rPr>
                <w:b/>
              </w:rPr>
              <w:t>Access:</w:t>
            </w:r>
          </w:p>
        </w:tc>
      </w:tr>
      <w:tr w:rsidR="001F34FC" w:rsidRPr="00433C8F" w:rsidTr="001F34FC">
        <w:sdt>
          <w:sdtPr>
            <w:id w:val="-813482086"/>
            <w:placeholder>
              <w:docPart w:val="FD1F88796E0447179A166AF754E3AFA1"/>
            </w:placeholder>
            <w:showingPlcHdr/>
            <w:text/>
          </w:sdtPr>
          <w:sdtEndPr/>
          <w:sdtContent>
            <w:tc>
              <w:tcPr>
                <w:tcW w:w="9628" w:type="dxa"/>
                <w:shd w:val="clear" w:color="auto" w:fill="auto"/>
                <w:vAlign w:val="center"/>
              </w:tcPr>
              <w:p w:rsidR="001F34FC" w:rsidRPr="00433C8F" w:rsidRDefault="001F34FC" w:rsidP="00D21D70">
                <w:r w:rsidRPr="00CB684F">
                  <w:rPr>
                    <w:rStyle w:val="PlaceholderText"/>
                    <w:color w:val="7030A0"/>
                  </w:rPr>
                  <w:t>Click here to enter text.</w:t>
                </w:r>
              </w:p>
            </w:tc>
          </w:sdtContent>
        </w:sdt>
      </w:tr>
      <w:tr w:rsidR="001F34FC" w:rsidRPr="00433C8F" w:rsidTr="001F34FC">
        <w:tc>
          <w:tcPr>
            <w:tcW w:w="9628" w:type="dxa"/>
            <w:shd w:val="clear" w:color="auto" w:fill="auto"/>
            <w:vAlign w:val="center"/>
          </w:tcPr>
          <w:p w:rsidR="001F34FC" w:rsidRPr="00433C8F" w:rsidRDefault="001F34FC" w:rsidP="00D21D70">
            <w:pPr>
              <w:pStyle w:val="princ"/>
              <w:spacing w:before="0" w:after="0"/>
              <w:rPr>
                <w:b/>
              </w:rPr>
            </w:pPr>
            <w:r w:rsidRPr="00433C8F">
              <w:rPr>
                <w:b/>
              </w:rPr>
              <w:t>Disclosure:</w:t>
            </w:r>
          </w:p>
        </w:tc>
      </w:tr>
      <w:tr w:rsidR="001F34FC" w:rsidRPr="00433C8F" w:rsidTr="001F34FC">
        <w:sdt>
          <w:sdtPr>
            <w:id w:val="768661594"/>
            <w:placeholder>
              <w:docPart w:val="FD1F88796E0447179A166AF754E3AFA1"/>
            </w:placeholder>
            <w:showingPlcHdr/>
            <w:text/>
          </w:sdtPr>
          <w:sdtEndPr/>
          <w:sdtContent>
            <w:tc>
              <w:tcPr>
                <w:tcW w:w="9628" w:type="dxa"/>
                <w:shd w:val="clear" w:color="auto" w:fill="auto"/>
                <w:vAlign w:val="center"/>
              </w:tcPr>
              <w:p w:rsidR="001F34FC" w:rsidRPr="00433C8F" w:rsidRDefault="001F34FC" w:rsidP="00D21D70">
                <w:r w:rsidRPr="00CB684F">
                  <w:rPr>
                    <w:rFonts w:ascii="Verdana" w:hAnsi="Verdana"/>
                    <w:color w:val="00B050"/>
                    <w:sz w:val="20"/>
                  </w:rPr>
                  <w:t>Click here to enter text.</w:t>
                </w:r>
              </w:p>
            </w:tc>
          </w:sdtContent>
        </w:sdt>
      </w:tr>
      <w:tr w:rsidR="001F34FC" w:rsidRPr="00433C8F" w:rsidTr="001F34FC">
        <w:tc>
          <w:tcPr>
            <w:tcW w:w="9628" w:type="dxa"/>
            <w:shd w:val="clear" w:color="auto" w:fill="auto"/>
            <w:vAlign w:val="center"/>
          </w:tcPr>
          <w:p w:rsidR="001F34FC" w:rsidRPr="00433C8F" w:rsidRDefault="001F34FC" w:rsidP="00D21D70">
            <w:pPr>
              <w:pStyle w:val="princ"/>
              <w:spacing w:before="0" w:after="0"/>
              <w:rPr>
                <w:b/>
              </w:rPr>
            </w:pPr>
            <w:r w:rsidRPr="00433C8F">
              <w:rPr>
                <w:b/>
              </w:rPr>
              <w:t>Correction:</w:t>
            </w:r>
          </w:p>
        </w:tc>
      </w:tr>
      <w:tr w:rsidR="001F34FC" w:rsidRPr="00433C8F" w:rsidTr="001F34FC">
        <w:sdt>
          <w:sdtPr>
            <w:id w:val="896020480"/>
            <w:placeholder>
              <w:docPart w:val="FD1F88796E0447179A166AF754E3AFA1"/>
            </w:placeholder>
            <w:showingPlcHdr/>
            <w:text/>
          </w:sdtPr>
          <w:sdtEndPr/>
          <w:sdtContent>
            <w:tc>
              <w:tcPr>
                <w:tcW w:w="9628" w:type="dxa"/>
                <w:shd w:val="clear" w:color="auto" w:fill="auto"/>
                <w:vAlign w:val="center"/>
              </w:tcPr>
              <w:p w:rsidR="001F34FC" w:rsidRPr="00433C8F" w:rsidRDefault="001F34FC" w:rsidP="00D21D70">
                <w:r w:rsidRPr="00CB684F">
                  <w:rPr>
                    <w:rFonts w:ascii="Verdana" w:hAnsi="Verdana"/>
                    <w:color w:val="7030A0"/>
                    <w:sz w:val="20"/>
                  </w:rPr>
                  <w:t>Click here to enter text.</w:t>
                </w:r>
              </w:p>
            </w:tc>
          </w:sdtContent>
        </w:sdt>
      </w:tr>
      <w:tr w:rsidR="001F34FC" w:rsidRPr="00433C8F" w:rsidTr="001F34FC">
        <w:tc>
          <w:tcPr>
            <w:tcW w:w="9628" w:type="dxa"/>
            <w:shd w:val="clear" w:color="auto" w:fill="auto"/>
            <w:vAlign w:val="center"/>
          </w:tcPr>
          <w:p w:rsidR="001F34FC" w:rsidRPr="00433C8F" w:rsidRDefault="001F34FC" w:rsidP="00D21D70">
            <w:pPr>
              <w:pStyle w:val="princ"/>
              <w:spacing w:before="0" w:after="0"/>
              <w:rPr>
                <w:b/>
              </w:rPr>
            </w:pPr>
            <w:r w:rsidRPr="00433C8F">
              <w:rPr>
                <w:b/>
              </w:rPr>
              <w:t>Collection:</w:t>
            </w:r>
          </w:p>
        </w:tc>
      </w:tr>
      <w:tr w:rsidR="001F34FC" w:rsidRPr="00433C8F" w:rsidTr="001F34FC">
        <w:sdt>
          <w:sdtPr>
            <w:id w:val="20599038"/>
            <w:placeholder>
              <w:docPart w:val="FD1F88796E0447179A166AF754E3AFA1"/>
            </w:placeholder>
            <w:showingPlcHdr/>
            <w:text/>
          </w:sdtPr>
          <w:sdtEndPr/>
          <w:sdtContent>
            <w:tc>
              <w:tcPr>
                <w:tcW w:w="9628" w:type="dxa"/>
                <w:shd w:val="clear" w:color="auto" w:fill="auto"/>
                <w:vAlign w:val="center"/>
              </w:tcPr>
              <w:p w:rsidR="001F34FC" w:rsidRPr="00433C8F" w:rsidRDefault="001F34FC" w:rsidP="00D21D70">
                <w:r w:rsidRPr="00CB684F">
                  <w:rPr>
                    <w:rFonts w:ascii="Verdana" w:hAnsi="Verdana"/>
                    <w:color w:val="00B050"/>
                    <w:sz w:val="20"/>
                  </w:rPr>
                  <w:t>Click here to enter text.</w:t>
                </w:r>
              </w:p>
            </w:tc>
          </w:sdtContent>
        </w:sdt>
      </w:tr>
      <w:tr w:rsidR="001F34FC" w:rsidRPr="00433C8F" w:rsidTr="001F34FC">
        <w:tc>
          <w:tcPr>
            <w:tcW w:w="9628" w:type="dxa"/>
            <w:shd w:val="clear" w:color="auto" w:fill="auto"/>
            <w:vAlign w:val="center"/>
          </w:tcPr>
          <w:p w:rsidR="001F34FC" w:rsidRPr="00433C8F" w:rsidRDefault="001F34FC" w:rsidP="00D21D70">
            <w:pPr>
              <w:pStyle w:val="princ"/>
              <w:spacing w:before="0" w:after="0"/>
              <w:rPr>
                <w:b/>
              </w:rPr>
            </w:pPr>
            <w:r w:rsidRPr="00433C8F">
              <w:rPr>
                <w:b/>
              </w:rPr>
              <w:t>Use:</w:t>
            </w:r>
          </w:p>
        </w:tc>
      </w:tr>
      <w:tr w:rsidR="001F34FC" w:rsidRPr="00433C8F" w:rsidTr="001F34FC">
        <w:sdt>
          <w:sdtPr>
            <w:id w:val="-354819720"/>
            <w:placeholder>
              <w:docPart w:val="FD1F88796E0447179A166AF754E3AFA1"/>
            </w:placeholder>
            <w:showingPlcHdr/>
            <w:text/>
          </w:sdtPr>
          <w:sdtEndPr/>
          <w:sdtContent>
            <w:tc>
              <w:tcPr>
                <w:tcW w:w="9628" w:type="dxa"/>
                <w:shd w:val="clear" w:color="auto" w:fill="auto"/>
                <w:vAlign w:val="center"/>
              </w:tcPr>
              <w:p w:rsidR="001F34FC" w:rsidRPr="00433C8F" w:rsidRDefault="001F34FC" w:rsidP="00D21D70">
                <w:r w:rsidRPr="00CB684F">
                  <w:rPr>
                    <w:rFonts w:ascii="Verdana" w:hAnsi="Verdana"/>
                    <w:color w:val="7030A0"/>
                    <w:sz w:val="20"/>
                  </w:rPr>
                  <w:t>Click here to enter text.</w:t>
                </w:r>
              </w:p>
            </w:tc>
          </w:sdtContent>
        </w:sdt>
      </w:tr>
    </w:tbl>
    <w:p w:rsidR="001F34FC" w:rsidRDefault="001F34FC" w:rsidP="00704AAA">
      <w:pPr>
        <w:rPr>
          <w:rFonts w:cs="Franklin Gothic Book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1"/>
      </w:tblGrid>
      <w:tr w:rsidR="00704AAA" w:rsidRPr="00704AAA" w:rsidTr="009836A5">
        <w:tc>
          <w:tcPr>
            <w:tcW w:w="9401" w:type="dxa"/>
            <w:shd w:val="clear" w:color="auto" w:fill="C6D9F1" w:themeFill="text2" w:themeFillTint="33"/>
            <w:vAlign w:val="center"/>
          </w:tcPr>
          <w:p w:rsidR="00704AAA" w:rsidRPr="00704AAA" w:rsidRDefault="001F34FC" w:rsidP="009836A5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>
              <w:rPr>
                <w:rFonts w:ascii="Verdana" w:hAnsi="Verdana"/>
                <w:color w:val="333333"/>
                <w:sz w:val="20"/>
              </w:rPr>
              <w:t>Copyright (New Technologies) Amendment Act 2008 allows Technical protection</w:t>
            </w:r>
            <w:r w:rsidR="009836A5">
              <w:rPr>
                <w:rFonts w:ascii="Verdana" w:hAnsi="Verdana"/>
                <w:color w:val="333333"/>
                <w:sz w:val="20"/>
              </w:rPr>
              <w:t xml:space="preserve"> </w:t>
            </w:r>
            <w:r>
              <w:rPr>
                <w:rFonts w:ascii="Verdana" w:hAnsi="Verdana"/>
                <w:color w:val="333333"/>
                <w:sz w:val="20"/>
              </w:rPr>
              <w:t xml:space="preserve">measures (TPMs). </w:t>
            </w:r>
            <w:r w:rsidR="009836A5">
              <w:rPr>
                <w:rFonts w:ascii="Verdana" w:hAnsi="Verdana"/>
                <w:color w:val="333333"/>
                <w:sz w:val="20"/>
              </w:rPr>
              <w:t xml:space="preserve">What is one technological lock that can be used to protect digital </w:t>
            </w:r>
            <w:proofErr w:type="gramStart"/>
            <w:r w:rsidR="009836A5">
              <w:rPr>
                <w:rFonts w:ascii="Verdana" w:hAnsi="Verdana"/>
                <w:color w:val="333333"/>
                <w:sz w:val="20"/>
              </w:rPr>
              <w:t>data.</w:t>
            </w:r>
            <w:proofErr w:type="gramEnd"/>
          </w:p>
        </w:tc>
      </w:tr>
      <w:tr w:rsidR="00704AAA" w:rsidRPr="00704AAA" w:rsidTr="00D21D70">
        <w:sdt>
          <w:sdtPr>
            <w:rPr>
              <w:rFonts w:ascii="Verdana" w:hAnsi="Verdana"/>
              <w:color w:val="333333"/>
              <w:sz w:val="20"/>
            </w:rPr>
            <w:id w:val="-1199854431"/>
            <w:placeholder>
              <w:docPart w:val="E96700CE1C49454D89237F0DFF0C50FE"/>
            </w:placeholder>
            <w:showingPlcHdr/>
            <w:text/>
          </w:sdtPr>
          <w:sdtEndPr/>
          <w:sdtContent>
            <w:tc>
              <w:tcPr>
                <w:tcW w:w="9401" w:type="dxa"/>
                <w:shd w:val="clear" w:color="auto" w:fill="auto"/>
                <w:vAlign w:val="center"/>
              </w:tcPr>
              <w:p w:rsidR="00704AAA" w:rsidRPr="00AE0254" w:rsidRDefault="00704AAA" w:rsidP="00D21D70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0"/>
                  </w:rPr>
                </w:pPr>
                <w:r w:rsidRPr="00CB684F">
                  <w:rPr>
                    <w:rFonts w:ascii="Verdana" w:hAnsi="Verdana"/>
                    <w:color w:val="7030A0"/>
                    <w:sz w:val="20"/>
                  </w:rPr>
                  <w:t>Click here to enter text.</w:t>
                </w:r>
              </w:p>
            </w:tc>
          </w:sdtContent>
        </w:sdt>
      </w:tr>
      <w:tr w:rsidR="009836A5" w:rsidRPr="00704AAA" w:rsidTr="009836A5">
        <w:tc>
          <w:tcPr>
            <w:tcW w:w="9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A5" w:rsidRPr="00704AAA" w:rsidRDefault="001551EF" w:rsidP="001551EF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>
              <w:rPr>
                <w:rFonts w:ascii="Verdana" w:hAnsi="Verdana"/>
                <w:color w:val="333333"/>
                <w:sz w:val="20"/>
              </w:rPr>
              <w:t xml:space="preserve">What </w:t>
            </w:r>
            <w:r w:rsidR="009836A5">
              <w:rPr>
                <w:rFonts w:ascii="Verdana" w:hAnsi="Verdana"/>
                <w:color w:val="333333"/>
                <w:sz w:val="20"/>
              </w:rPr>
              <w:t>copyrighted works are being copied illegally</w:t>
            </w:r>
            <w:r>
              <w:rPr>
                <w:rFonts w:ascii="Verdana" w:hAnsi="Verdana"/>
                <w:color w:val="333333"/>
                <w:sz w:val="20"/>
              </w:rPr>
              <w:t>?  One example could be music – think of two more and list them below:</w:t>
            </w:r>
          </w:p>
        </w:tc>
      </w:tr>
      <w:tr w:rsidR="009836A5" w:rsidRPr="00704AAA" w:rsidTr="009836A5">
        <w:sdt>
          <w:sdtPr>
            <w:rPr>
              <w:rFonts w:ascii="Verdana" w:hAnsi="Verdana"/>
              <w:color w:val="333333"/>
              <w:sz w:val="20"/>
            </w:rPr>
            <w:id w:val="-408237568"/>
            <w:placeholder>
              <w:docPart w:val="CE8934C797A24D7FBACF0A225893B588"/>
            </w:placeholder>
            <w:showingPlcHdr/>
            <w:text/>
          </w:sdtPr>
          <w:sdtEndPr/>
          <w:sdtContent>
            <w:tc>
              <w:tcPr>
                <w:tcW w:w="94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836A5" w:rsidRPr="003B7B38" w:rsidRDefault="009836A5" w:rsidP="00286F30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0"/>
                  </w:rPr>
                </w:pPr>
                <w:r w:rsidRPr="00CB684F">
                  <w:rPr>
                    <w:rFonts w:ascii="Verdana" w:hAnsi="Verdana"/>
                    <w:color w:val="00B050"/>
                    <w:sz w:val="20"/>
                  </w:rPr>
                  <w:t>Click here to enter text.</w:t>
                </w:r>
              </w:p>
            </w:tc>
          </w:sdtContent>
        </w:sdt>
      </w:tr>
    </w:tbl>
    <w:p w:rsidR="00704AAA" w:rsidRPr="00704AAA" w:rsidRDefault="00704AAA" w:rsidP="00704AAA">
      <w:pPr>
        <w:tabs>
          <w:tab w:val="right" w:pos="9180"/>
        </w:tabs>
        <w:rPr>
          <w:rFonts w:ascii="Verdana" w:hAnsi="Verdana"/>
          <w:color w:val="333333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1"/>
      </w:tblGrid>
      <w:tr w:rsidR="00704AAA" w:rsidRPr="00704AAA" w:rsidTr="00CB684F">
        <w:tc>
          <w:tcPr>
            <w:tcW w:w="9401" w:type="dxa"/>
            <w:shd w:val="clear" w:color="auto" w:fill="C6D9F1" w:themeFill="text2" w:themeFillTint="33"/>
            <w:vAlign w:val="center"/>
          </w:tcPr>
          <w:p w:rsidR="00704AAA" w:rsidRDefault="00CB684F" w:rsidP="00CB684F">
            <w:pPr>
              <w:tabs>
                <w:tab w:val="right" w:pos="9180"/>
              </w:tabs>
              <w:rPr>
                <w:rFonts w:ascii="Verdana" w:hAnsi="Verdana"/>
                <w:color w:val="333333"/>
                <w:sz w:val="20"/>
              </w:rPr>
            </w:pPr>
            <w:r>
              <w:rPr>
                <w:rFonts w:ascii="Verdana" w:hAnsi="Verdana"/>
                <w:color w:val="333333"/>
                <w:sz w:val="20"/>
              </w:rPr>
              <w:t xml:space="preserve">Ethical practices when managing computer data are very important.  </w:t>
            </w:r>
            <w:r>
              <w:rPr>
                <w:rFonts w:ascii="Verdana" w:hAnsi="Verdana"/>
                <w:color w:val="333333"/>
                <w:sz w:val="20"/>
              </w:rPr>
              <w:br/>
              <w:t>List two email ethical practices you consider important:</w:t>
            </w:r>
          </w:p>
        </w:tc>
      </w:tr>
      <w:tr w:rsidR="00704AAA" w:rsidRPr="00704AAA" w:rsidTr="00D21D70">
        <w:sdt>
          <w:sdtPr>
            <w:rPr>
              <w:rFonts w:ascii="Verdana" w:hAnsi="Verdana"/>
              <w:color w:val="333333"/>
              <w:sz w:val="20"/>
            </w:rPr>
            <w:id w:val="133386659"/>
            <w:placeholder>
              <w:docPart w:val="42449A0A424B48BFB431B4374F0DD48D"/>
            </w:placeholder>
            <w:showingPlcHdr/>
            <w:text/>
          </w:sdtPr>
          <w:sdtEndPr/>
          <w:sdtContent>
            <w:tc>
              <w:tcPr>
                <w:tcW w:w="94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704AAA" w:rsidRPr="00AE0254" w:rsidRDefault="00704AAA" w:rsidP="00D21D70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0"/>
                  </w:rPr>
                </w:pPr>
                <w:r w:rsidRPr="00CB684F">
                  <w:rPr>
                    <w:color w:val="7030A0"/>
                  </w:rPr>
                  <w:t>Click here to enter text.</w:t>
                </w:r>
              </w:p>
            </w:tc>
          </w:sdtContent>
        </w:sdt>
      </w:tr>
    </w:tbl>
    <w:p w:rsidR="00704AAA" w:rsidRDefault="00704AAA" w:rsidP="00704AAA">
      <w:pPr>
        <w:pStyle w:val="Default"/>
        <w:rPr>
          <w:rFonts w:cs="Times New Roman"/>
          <w:color w:val="auto"/>
        </w:rPr>
      </w:pPr>
    </w:p>
    <w:p w:rsidR="00704AAA" w:rsidRDefault="00704AAA" w:rsidP="00704AAA">
      <w:pPr>
        <w:pStyle w:val="smallline"/>
      </w:pPr>
    </w:p>
    <w:p w:rsidR="00704AAA" w:rsidRDefault="00704AAA" w:rsidP="00704AAA"/>
    <w:p w:rsidR="00704AAA" w:rsidRDefault="00704AAA">
      <w:pPr>
        <w:spacing w:after="0" w:line="240" w:lineRule="auto"/>
      </w:pPr>
      <w:r>
        <w:br w:type="page"/>
      </w:r>
    </w:p>
    <w:p w:rsidR="00180BA3" w:rsidRDefault="00180BA3" w:rsidP="00180BA3"/>
    <w:p w:rsidR="00180BA3" w:rsidRDefault="00180BA3" w:rsidP="00180BA3">
      <w:pPr>
        <w:pStyle w:val="Heading4"/>
        <w:rPr>
          <w:sz w:val="40"/>
        </w:rPr>
      </w:pPr>
      <w:r w:rsidRPr="00300431">
        <w:rPr>
          <w:sz w:val="40"/>
        </w:rPr>
        <w:t xml:space="preserve">At completion of </w:t>
      </w:r>
      <w:r>
        <w:rPr>
          <w:sz w:val="40"/>
        </w:rPr>
        <w:t>form 3</w:t>
      </w:r>
      <w:r w:rsidRPr="00300431">
        <w:rPr>
          <w:sz w:val="40"/>
        </w:rPr>
        <w:t>:</w:t>
      </w:r>
    </w:p>
    <w:p w:rsidR="00180BA3" w:rsidRDefault="00180BA3" w:rsidP="00180BA3"/>
    <w:p w:rsidR="00180BA3" w:rsidRDefault="00180BA3" w:rsidP="00180BA3">
      <w:pPr>
        <w:spacing w:line="360" w:lineRule="auto"/>
        <w:ind w:left="426" w:right="225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17BC61" wp14:editId="0DA2AB09">
                <wp:simplePos x="0" y="0"/>
                <wp:positionH relativeFrom="column">
                  <wp:posOffset>0</wp:posOffset>
                </wp:positionH>
                <wp:positionV relativeFrom="paragraph">
                  <wp:posOffset>186027</wp:posOffset>
                </wp:positionV>
                <wp:extent cx="6400800" cy="6182435"/>
                <wp:effectExtent l="0" t="0" r="19050" b="27940"/>
                <wp:wrapNone/>
                <wp:docPr id="15" name="Folded Corner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6182435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D120C" id="Folded Corner 232" o:spid="_x0000_s1026" type="#_x0000_t65" style="position:absolute;margin-left:0;margin-top:14.65pt;width:7in;height:4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" adj="18000" filled="f" strokecolor="#243f60" strokeweight="2pt">
                <v:path arrowok="t"/>
              </v:shape>
            </w:pict>
          </mc:Fallback>
        </mc:AlternateContent>
      </w:r>
    </w:p>
    <w:p w:rsidR="00180BA3" w:rsidRDefault="00180BA3" w:rsidP="00180BA3">
      <w:pPr>
        <w:numPr>
          <w:ilvl w:val="0"/>
          <w:numId w:val="13"/>
        </w:numPr>
        <w:tabs>
          <w:tab w:val="clear" w:pos="567"/>
          <w:tab w:val="num" w:pos="851"/>
        </w:tabs>
        <w:spacing w:line="360" w:lineRule="auto"/>
        <w:ind w:left="851" w:right="225" w:hanging="425"/>
      </w:pPr>
      <w:r>
        <w:t>Check that you have keyed your name on the front page.</w:t>
      </w:r>
    </w:p>
    <w:p w:rsidR="00180BA3" w:rsidRPr="00907689" w:rsidRDefault="00180BA3" w:rsidP="00180BA3">
      <w:pPr>
        <w:numPr>
          <w:ilvl w:val="0"/>
          <w:numId w:val="13"/>
        </w:numPr>
        <w:tabs>
          <w:tab w:val="clear" w:pos="567"/>
          <w:tab w:val="num" w:pos="851"/>
        </w:tabs>
        <w:spacing w:line="360" w:lineRule="auto"/>
        <w:ind w:left="851" w:right="225" w:hanging="425"/>
      </w:pPr>
      <w:r>
        <w:t>Save and close this document.</w:t>
      </w:r>
    </w:p>
    <w:p w:rsidR="00180BA3" w:rsidRDefault="00180BA3" w:rsidP="00180BA3">
      <w:pPr>
        <w:numPr>
          <w:ilvl w:val="0"/>
          <w:numId w:val="13"/>
        </w:numPr>
        <w:tabs>
          <w:tab w:val="clear" w:pos="567"/>
          <w:tab w:val="num" w:pos="851"/>
        </w:tabs>
        <w:spacing w:line="360" w:lineRule="auto"/>
        <w:ind w:left="851" w:right="225" w:hanging="425"/>
      </w:pPr>
      <w:r>
        <w:t xml:space="preserve">This form must be emailed in to </w:t>
      </w:r>
      <w:hyperlink r:id="rId11" w:history="1">
        <w:r w:rsidRPr="004D1299">
          <w:rPr>
            <w:rStyle w:val="Hyperlink"/>
          </w:rPr>
          <w:t>nzcc2@eit.ac.nz</w:t>
        </w:r>
      </w:hyperlink>
      <w:r>
        <w:t xml:space="preserve">.  </w:t>
      </w:r>
      <w:r>
        <w:br/>
        <w:t xml:space="preserve">Subject line: Computer Fundamentals Section 3 </w:t>
      </w:r>
      <w:r w:rsidR="00A056B1">
        <w:t>Basic Security</w:t>
      </w:r>
      <w:r>
        <w:br/>
        <w:t>Attachment:  Compute</w:t>
      </w:r>
      <w:r w:rsidR="00A056B1">
        <w:t xml:space="preserve">r Fundamentals Assignment Form </w:t>
      </w:r>
      <w:proofErr w:type="gramStart"/>
      <w:r w:rsidR="00A056B1">
        <w:t>3</w:t>
      </w:r>
      <w:r>
        <w:t xml:space="preserve">  </w:t>
      </w:r>
      <w:proofErr w:type="gramEnd"/>
      <w:r>
        <w:br/>
        <w:t>Message to be as shown below including your full name.</w:t>
      </w:r>
    </w:p>
    <w:p w:rsidR="00180BA3" w:rsidRDefault="00180BA3" w:rsidP="00180BA3">
      <w:r w:rsidRPr="00844CC6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E855C0B" wp14:editId="1D28DC1A">
                <wp:simplePos x="0" y="0"/>
                <wp:positionH relativeFrom="column">
                  <wp:posOffset>135890</wp:posOffset>
                </wp:positionH>
                <wp:positionV relativeFrom="paragraph">
                  <wp:posOffset>17732</wp:posOffset>
                </wp:positionV>
                <wp:extent cx="5854890" cy="2784143"/>
                <wp:effectExtent l="0" t="0" r="12700" b="165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4890" cy="2784143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CF41CB" id="Rectangle 2" o:spid="_x0000_s1026" style="position:absolute;margin-left:10.7pt;margin-top:1.4pt;width:461pt;height:219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" fillcolor="#0070c0" strokecolor="#243f60 [1604]" strokeweight="2pt"/>
            </w:pict>
          </mc:Fallback>
        </mc:AlternateContent>
      </w:r>
    </w:p>
    <w:p w:rsidR="00180BA3" w:rsidRDefault="00A056B1" w:rsidP="00180BA3">
      <w:r>
        <w:rPr>
          <w:noProof/>
          <w:lang w:eastAsia="en-N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555060</wp:posOffset>
            </wp:positionH>
            <wp:positionV relativeFrom="paragraph">
              <wp:posOffset>77541</wp:posOffset>
            </wp:positionV>
            <wp:extent cx="4800000" cy="2190476"/>
            <wp:effectExtent l="0" t="0" r="635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2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0BA3" w:rsidRDefault="00180BA3" w:rsidP="00180BA3"/>
    <w:p w:rsidR="00180BA3" w:rsidRDefault="00180BA3" w:rsidP="00180BA3"/>
    <w:p w:rsidR="00180BA3" w:rsidRDefault="00180BA3" w:rsidP="00180BA3"/>
    <w:p w:rsidR="00180BA3" w:rsidRDefault="00180BA3" w:rsidP="00180BA3"/>
    <w:p w:rsidR="00180BA3" w:rsidRDefault="00180BA3" w:rsidP="00180BA3"/>
    <w:p w:rsidR="00180BA3" w:rsidRDefault="00180BA3" w:rsidP="00180BA3">
      <w:r>
        <w:br/>
      </w:r>
      <w:r>
        <w:br/>
      </w:r>
      <w:r>
        <w:br/>
      </w:r>
    </w:p>
    <w:p w:rsidR="00180BA3" w:rsidRDefault="00180BA3" w:rsidP="00180BA3">
      <w:pPr>
        <w:jc w:val="center"/>
        <w:rPr>
          <w:noProof/>
          <w:lang w:eastAsia="en-NZ"/>
        </w:rPr>
      </w:pPr>
    </w:p>
    <w:p w:rsidR="00180BA3" w:rsidRDefault="00180BA3" w:rsidP="00180BA3">
      <w:pPr>
        <w:jc w:val="center"/>
        <w:rPr>
          <w:noProof/>
          <w:lang w:eastAsia="en-NZ"/>
        </w:rPr>
      </w:pPr>
    </w:p>
    <w:p w:rsidR="00180BA3" w:rsidRDefault="00180BA3" w:rsidP="00180BA3">
      <w:pPr>
        <w:numPr>
          <w:ilvl w:val="0"/>
          <w:numId w:val="13"/>
        </w:numPr>
        <w:tabs>
          <w:tab w:val="clear" w:pos="567"/>
          <w:tab w:val="num" w:pos="851"/>
        </w:tabs>
        <w:spacing w:line="360" w:lineRule="auto"/>
        <w:ind w:left="426" w:right="225" w:firstLine="0"/>
      </w:pPr>
      <w:r>
        <w:t xml:space="preserve">Any feedback will be emailed to you from </w:t>
      </w:r>
      <w:hyperlink r:id="rId13" w:history="1">
        <w:r w:rsidRPr="004D1299">
          <w:rPr>
            <w:rStyle w:val="Hyperlink"/>
          </w:rPr>
          <w:t>nzcc2@eit.ac.nz</w:t>
        </w:r>
      </w:hyperlink>
      <w:r>
        <w:t xml:space="preserve">   </w:t>
      </w:r>
    </w:p>
    <w:p w:rsidR="00180BA3" w:rsidRPr="0022231E" w:rsidRDefault="00180BA3" w:rsidP="00180BA3">
      <w:pPr>
        <w:numPr>
          <w:ilvl w:val="0"/>
          <w:numId w:val="13"/>
        </w:numPr>
        <w:tabs>
          <w:tab w:val="clear" w:pos="567"/>
          <w:tab w:val="num" w:pos="851"/>
        </w:tabs>
        <w:spacing w:line="360" w:lineRule="auto"/>
        <w:ind w:left="426" w:right="225" w:firstLine="0"/>
      </w:pPr>
      <w:r>
        <w:t xml:space="preserve">Your Assessment Decision will also be emailed to you from </w:t>
      </w:r>
      <w:hyperlink r:id="rId14" w:history="1">
        <w:r w:rsidRPr="004D1299">
          <w:rPr>
            <w:rStyle w:val="Hyperlink"/>
          </w:rPr>
          <w:t>nzcc2@eit.ac.nz</w:t>
        </w:r>
      </w:hyperlink>
      <w:r>
        <w:t xml:space="preserve"> </w:t>
      </w:r>
    </w:p>
    <w:p w:rsidR="00180BA3" w:rsidRPr="00D715DB" w:rsidRDefault="00180BA3" w:rsidP="00180BA3"/>
    <w:p w:rsidR="00180BA3" w:rsidRDefault="00180BA3" w:rsidP="00180BA3">
      <w:pPr>
        <w:rPr>
          <w:highlight w:val="black"/>
        </w:rPr>
      </w:pPr>
    </w:p>
    <w:p w:rsidR="00180BA3" w:rsidRPr="00F66BA0" w:rsidRDefault="00180BA3" w:rsidP="00180BA3">
      <w:pPr>
        <w:jc w:val="center"/>
        <w:rPr>
          <w:b/>
          <w:color w:val="FFFFFF"/>
          <w:sz w:val="52"/>
          <w:szCs w:val="28"/>
          <w:highlight w:val="black"/>
        </w:rPr>
      </w:pPr>
      <w:r w:rsidRPr="00F66BA0">
        <w:rPr>
          <w:b/>
          <w:color w:val="FFFFFF"/>
          <w:sz w:val="52"/>
          <w:szCs w:val="28"/>
          <w:highlight w:val="black"/>
        </w:rPr>
        <w:t>Back to workbook</w:t>
      </w:r>
    </w:p>
    <w:p w:rsidR="006911D5" w:rsidRPr="00321146" w:rsidRDefault="006911D5" w:rsidP="00180BA3"/>
    <w:sectPr w:rsidR="006911D5" w:rsidRPr="00321146" w:rsidSect="00F45912">
      <w:footerReference w:type="default" r:id="rId15"/>
      <w:footerReference w:type="first" r:id="rId16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25D" w:rsidRDefault="00A4425D">
      <w:r>
        <w:separator/>
      </w:r>
    </w:p>
  </w:endnote>
  <w:endnote w:type="continuationSeparator" w:id="0">
    <w:p w:rsidR="00A4425D" w:rsidRDefault="00A44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D" w:rsidRDefault="00055FAC" w:rsidP="00F45912">
    <w:pPr>
      <w:pStyle w:val="Footer"/>
      <w:tabs>
        <w:tab w:val="clear" w:pos="4513"/>
        <w:tab w:val="clear" w:pos="9026"/>
        <w:tab w:val="right" w:pos="9639"/>
      </w:tabs>
    </w:pPr>
    <w:fldSimple w:instr=" FILENAME  ">
      <w:r w:rsidR="00A4425D">
        <w:rPr>
          <w:noProof/>
        </w:rPr>
        <w:t>2781 theory assess 1c version 6.doc</w:t>
      </w:r>
    </w:fldSimple>
    <w:r w:rsidR="00A4425D">
      <w:tab/>
      <w:t xml:space="preserve">Page </w:t>
    </w:r>
    <w:r w:rsidR="00A4425D">
      <w:rPr>
        <w:rStyle w:val="PageNumber"/>
      </w:rPr>
      <w:fldChar w:fldCharType="begin"/>
    </w:r>
    <w:r w:rsidR="00A4425D">
      <w:rPr>
        <w:rStyle w:val="PageNumber"/>
      </w:rPr>
      <w:instrText xml:space="preserve"> PAGE </w:instrText>
    </w:r>
    <w:r w:rsidR="00A4425D">
      <w:rPr>
        <w:rStyle w:val="PageNumber"/>
      </w:rPr>
      <w:fldChar w:fldCharType="separate"/>
    </w:r>
    <w:r w:rsidR="00A056B1">
      <w:rPr>
        <w:rStyle w:val="PageNumber"/>
        <w:noProof/>
      </w:rPr>
      <w:t>2</w:t>
    </w:r>
    <w:r w:rsidR="00A4425D">
      <w:rPr>
        <w:rStyle w:val="PageNumber"/>
      </w:rPr>
      <w:fldChar w:fldCharType="end"/>
    </w:r>
    <w:r w:rsidR="00A4425D">
      <w:rPr>
        <w:rStyle w:val="PageNumber"/>
      </w:rPr>
      <w:t xml:space="preserve"> of </w:t>
    </w:r>
    <w:r w:rsidR="00A4425D">
      <w:rPr>
        <w:rStyle w:val="PageNumber"/>
      </w:rPr>
      <w:fldChar w:fldCharType="begin"/>
    </w:r>
    <w:r w:rsidR="00A4425D">
      <w:rPr>
        <w:rStyle w:val="PageNumber"/>
      </w:rPr>
      <w:instrText xml:space="preserve"> NUMPAGES </w:instrText>
    </w:r>
    <w:r w:rsidR="00A4425D">
      <w:rPr>
        <w:rStyle w:val="PageNumber"/>
      </w:rPr>
      <w:fldChar w:fldCharType="separate"/>
    </w:r>
    <w:r w:rsidR="00A056B1">
      <w:rPr>
        <w:rStyle w:val="PageNumber"/>
        <w:noProof/>
      </w:rPr>
      <w:t>5</w:t>
    </w:r>
    <w:r w:rsidR="00A4425D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D" w:rsidRPr="00195423" w:rsidRDefault="00A4425D">
    <w:pPr>
      <w:pStyle w:val="Footer"/>
      <w:rPr>
        <w:szCs w:val="22"/>
      </w:rPr>
    </w:pPr>
    <w:r w:rsidRPr="005B7BC2">
      <w:rPr>
        <w:szCs w:val="22"/>
      </w:rPr>
      <w:t>Assessment Supervisor Name: ………………………………</w:t>
    </w:r>
    <w:r>
      <w:rPr>
        <w:szCs w:val="22"/>
      </w:rPr>
      <w:t>……………………….Signature: …………………………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25D" w:rsidRDefault="00A4425D">
      <w:r>
        <w:separator/>
      </w:r>
    </w:p>
  </w:footnote>
  <w:footnote w:type="continuationSeparator" w:id="0">
    <w:p w:rsidR="00A4425D" w:rsidRDefault="00A44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65pt;height:10.65pt" o:bullet="t">
        <v:imagedata r:id="rId1" o:title="mso193"/>
      </v:shape>
    </w:pict>
  </w:numPicBullet>
  <w:abstractNum w:abstractNumId="0" w15:restartNumberingAfterBreak="0">
    <w:nsid w:val="055F4F37"/>
    <w:multiLevelType w:val="multilevel"/>
    <w:tmpl w:val="0444EF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82355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8E5642"/>
    <w:multiLevelType w:val="hybridMultilevel"/>
    <w:tmpl w:val="D604E00C"/>
    <w:lvl w:ilvl="0" w:tplc="EDCAE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872F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A086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B62F3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4822A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98C3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78CD0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5ADCFE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33EA1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119B0B63"/>
    <w:multiLevelType w:val="multilevel"/>
    <w:tmpl w:val="8BF0E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205CD6"/>
    <w:multiLevelType w:val="hybridMultilevel"/>
    <w:tmpl w:val="82DA674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54D04"/>
    <w:multiLevelType w:val="hybridMultilevel"/>
    <w:tmpl w:val="FEDCDEF8"/>
    <w:lvl w:ilvl="0" w:tplc="089238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53769F"/>
    <w:multiLevelType w:val="hybridMultilevel"/>
    <w:tmpl w:val="799241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9E120F"/>
    <w:multiLevelType w:val="hybridMultilevel"/>
    <w:tmpl w:val="199AB2F0"/>
    <w:lvl w:ilvl="0" w:tplc="66006C30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1F7647"/>
    <w:multiLevelType w:val="hybridMultilevel"/>
    <w:tmpl w:val="82DA674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14810"/>
    <w:multiLevelType w:val="multilevel"/>
    <w:tmpl w:val="159EA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B62DF1"/>
    <w:multiLevelType w:val="hybridMultilevel"/>
    <w:tmpl w:val="7742A9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056BDF"/>
    <w:multiLevelType w:val="multilevel"/>
    <w:tmpl w:val="39B8C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AB5140"/>
    <w:multiLevelType w:val="hybridMultilevel"/>
    <w:tmpl w:val="A5D4672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FF6268"/>
    <w:multiLevelType w:val="hybridMultilevel"/>
    <w:tmpl w:val="05DE98B0"/>
    <w:lvl w:ilvl="0" w:tplc="3878AF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7E288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CEA04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8824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A4942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CD640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60F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4356B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F5FE99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4" w15:restartNumberingAfterBreak="0">
    <w:nsid w:val="69FE7404"/>
    <w:multiLevelType w:val="hybridMultilevel"/>
    <w:tmpl w:val="159EA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4"/>
  </w:num>
  <w:num w:numId="3">
    <w:abstractNumId w:val="9"/>
  </w:num>
  <w:num w:numId="4">
    <w:abstractNumId w:val="10"/>
  </w:num>
  <w:num w:numId="5">
    <w:abstractNumId w:val="11"/>
  </w:num>
  <w:num w:numId="6">
    <w:abstractNumId w:val="2"/>
  </w:num>
  <w:num w:numId="7">
    <w:abstractNumId w:val="13"/>
  </w:num>
  <w:num w:numId="8">
    <w:abstractNumId w:val="5"/>
  </w:num>
  <w:num w:numId="9">
    <w:abstractNumId w:val="3"/>
  </w:num>
  <w:num w:numId="10">
    <w:abstractNumId w:val="6"/>
  </w:num>
  <w:num w:numId="11">
    <w:abstractNumId w:val="0"/>
  </w:num>
  <w:num w:numId="12">
    <w:abstractNumId w:val="12"/>
  </w:num>
  <w:num w:numId="13">
    <w:abstractNumId w:val="7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e+A64nv86KMxEX2+7tOW9tk3EdL9MSJWEJMj8eqgnKRczr/0yYUQIEeltYfyQW1RS7PF9OkBtjAPEPPetAF3A==" w:salt="R3hTJx6QCg3dXPYQgDyd1g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7B"/>
    <w:rsid w:val="000116B9"/>
    <w:rsid w:val="000462CB"/>
    <w:rsid w:val="00055FAC"/>
    <w:rsid w:val="00063646"/>
    <w:rsid w:val="00065128"/>
    <w:rsid w:val="00067626"/>
    <w:rsid w:val="00074049"/>
    <w:rsid w:val="000C444B"/>
    <w:rsid w:val="000D5F98"/>
    <w:rsid w:val="00100F22"/>
    <w:rsid w:val="0010113E"/>
    <w:rsid w:val="001018E1"/>
    <w:rsid w:val="00116AC0"/>
    <w:rsid w:val="001321FB"/>
    <w:rsid w:val="00140833"/>
    <w:rsid w:val="00141567"/>
    <w:rsid w:val="00153FF0"/>
    <w:rsid w:val="001551EF"/>
    <w:rsid w:val="00180BA3"/>
    <w:rsid w:val="00195423"/>
    <w:rsid w:val="001E0A67"/>
    <w:rsid w:val="001F19DA"/>
    <w:rsid w:val="001F34FC"/>
    <w:rsid w:val="00206279"/>
    <w:rsid w:val="00211179"/>
    <w:rsid w:val="00237621"/>
    <w:rsid w:val="0026221F"/>
    <w:rsid w:val="00274162"/>
    <w:rsid w:val="002B7772"/>
    <w:rsid w:val="002C063F"/>
    <w:rsid w:val="002D1035"/>
    <w:rsid w:val="002D5BDE"/>
    <w:rsid w:val="002E196D"/>
    <w:rsid w:val="002E54E0"/>
    <w:rsid w:val="002F1725"/>
    <w:rsid w:val="002F2763"/>
    <w:rsid w:val="00321146"/>
    <w:rsid w:val="00322519"/>
    <w:rsid w:val="00325A87"/>
    <w:rsid w:val="00334501"/>
    <w:rsid w:val="00352E55"/>
    <w:rsid w:val="00362A74"/>
    <w:rsid w:val="00397702"/>
    <w:rsid w:val="003A7293"/>
    <w:rsid w:val="003B7B38"/>
    <w:rsid w:val="003D59D9"/>
    <w:rsid w:val="003D5CBB"/>
    <w:rsid w:val="00401164"/>
    <w:rsid w:val="0041730B"/>
    <w:rsid w:val="00420754"/>
    <w:rsid w:val="00431828"/>
    <w:rsid w:val="004349E2"/>
    <w:rsid w:val="00464A94"/>
    <w:rsid w:val="00470DAC"/>
    <w:rsid w:val="00480816"/>
    <w:rsid w:val="0049266D"/>
    <w:rsid w:val="004A5D51"/>
    <w:rsid w:val="004B2F7B"/>
    <w:rsid w:val="004B5FB6"/>
    <w:rsid w:val="004C2F9D"/>
    <w:rsid w:val="00501A8F"/>
    <w:rsid w:val="00503F7B"/>
    <w:rsid w:val="00514426"/>
    <w:rsid w:val="00560513"/>
    <w:rsid w:val="005A7D62"/>
    <w:rsid w:val="005E33D1"/>
    <w:rsid w:val="006446DC"/>
    <w:rsid w:val="00651366"/>
    <w:rsid w:val="00676048"/>
    <w:rsid w:val="0068106B"/>
    <w:rsid w:val="00681ABD"/>
    <w:rsid w:val="006908B7"/>
    <w:rsid w:val="006911D5"/>
    <w:rsid w:val="0069174A"/>
    <w:rsid w:val="006A0DEA"/>
    <w:rsid w:val="006C1676"/>
    <w:rsid w:val="006D5EEA"/>
    <w:rsid w:val="006F53B6"/>
    <w:rsid w:val="00704AAA"/>
    <w:rsid w:val="00704FB1"/>
    <w:rsid w:val="00727359"/>
    <w:rsid w:val="00737A2F"/>
    <w:rsid w:val="007417C5"/>
    <w:rsid w:val="00757DFD"/>
    <w:rsid w:val="00762FB4"/>
    <w:rsid w:val="00777E18"/>
    <w:rsid w:val="00795261"/>
    <w:rsid w:val="007C7029"/>
    <w:rsid w:val="007D68FA"/>
    <w:rsid w:val="007E26E5"/>
    <w:rsid w:val="007F0029"/>
    <w:rsid w:val="007F5DA3"/>
    <w:rsid w:val="0080517E"/>
    <w:rsid w:val="00830761"/>
    <w:rsid w:val="008350B5"/>
    <w:rsid w:val="00857AE4"/>
    <w:rsid w:val="008676BC"/>
    <w:rsid w:val="00873387"/>
    <w:rsid w:val="00873C7E"/>
    <w:rsid w:val="00877E22"/>
    <w:rsid w:val="00890E0C"/>
    <w:rsid w:val="008944C9"/>
    <w:rsid w:val="008A6025"/>
    <w:rsid w:val="008B011F"/>
    <w:rsid w:val="008D1361"/>
    <w:rsid w:val="008D415A"/>
    <w:rsid w:val="008F1FCE"/>
    <w:rsid w:val="009143F8"/>
    <w:rsid w:val="00925B81"/>
    <w:rsid w:val="009374E5"/>
    <w:rsid w:val="00945608"/>
    <w:rsid w:val="009552D2"/>
    <w:rsid w:val="00977BC9"/>
    <w:rsid w:val="009836A5"/>
    <w:rsid w:val="009A2DA7"/>
    <w:rsid w:val="009B0999"/>
    <w:rsid w:val="009B458E"/>
    <w:rsid w:val="009C3802"/>
    <w:rsid w:val="009C63C3"/>
    <w:rsid w:val="009F375E"/>
    <w:rsid w:val="00A05161"/>
    <w:rsid w:val="00A056B1"/>
    <w:rsid w:val="00A35D4D"/>
    <w:rsid w:val="00A4425D"/>
    <w:rsid w:val="00A624AA"/>
    <w:rsid w:val="00A7735C"/>
    <w:rsid w:val="00A82A0C"/>
    <w:rsid w:val="00AB5952"/>
    <w:rsid w:val="00AB688F"/>
    <w:rsid w:val="00AB72B7"/>
    <w:rsid w:val="00AC5C16"/>
    <w:rsid w:val="00AE0254"/>
    <w:rsid w:val="00AF4728"/>
    <w:rsid w:val="00B0483B"/>
    <w:rsid w:val="00B14DED"/>
    <w:rsid w:val="00B226B6"/>
    <w:rsid w:val="00B337FF"/>
    <w:rsid w:val="00B341B3"/>
    <w:rsid w:val="00B52732"/>
    <w:rsid w:val="00B64C79"/>
    <w:rsid w:val="00B7156A"/>
    <w:rsid w:val="00BA1B92"/>
    <w:rsid w:val="00BA574A"/>
    <w:rsid w:val="00BB609C"/>
    <w:rsid w:val="00BD037A"/>
    <w:rsid w:val="00BE1955"/>
    <w:rsid w:val="00BF01BD"/>
    <w:rsid w:val="00BF0EF7"/>
    <w:rsid w:val="00BF7498"/>
    <w:rsid w:val="00C30E8C"/>
    <w:rsid w:val="00C448D0"/>
    <w:rsid w:val="00C50FEB"/>
    <w:rsid w:val="00C72EF4"/>
    <w:rsid w:val="00CB11A3"/>
    <w:rsid w:val="00CB684F"/>
    <w:rsid w:val="00CD1191"/>
    <w:rsid w:val="00CF183A"/>
    <w:rsid w:val="00D12D93"/>
    <w:rsid w:val="00D6267A"/>
    <w:rsid w:val="00D740F8"/>
    <w:rsid w:val="00D83F55"/>
    <w:rsid w:val="00DA132E"/>
    <w:rsid w:val="00DA26A3"/>
    <w:rsid w:val="00DA3B6E"/>
    <w:rsid w:val="00DA754F"/>
    <w:rsid w:val="00DC73C9"/>
    <w:rsid w:val="00DE1D1B"/>
    <w:rsid w:val="00E21597"/>
    <w:rsid w:val="00E242D7"/>
    <w:rsid w:val="00E30F6C"/>
    <w:rsid w:val="00E3100B"/>
    <w:rsid w:val="00E460ED"/>
    <w:rsid w:val="00E60252"/>
    <w:rsid w:val="00E61F6D"/>
    <w:rsid w:val="00E8614C"/>
    <w:rsid w:val="00E8788A"/>
    <w:rsid w:val="00E9193D"/>
    <w:rsid w:val="00EB66F8"/>
    <w:rsid w:val="00EE59F1"/>
    <w:rsid w:val="00F05891"/>
    <w:rsid w:val="00F2335E"/>
    <w:rsid w:val="00F3161A"/>
    <w:rsid w:val="00F363F4"/>
    <w:rsid w:val="00F45912"/>
    <w:rsid w:val="00F4754C"/>
    <w:rsid w:val="00F52F74"/>
    <w:rsid w:val="00F5678B"/>
    <w:rsid w:val="00F82F62"/>
    <w:rsid w:val="00FB5AD3"/>
    <w:rsid w:val="00FD64E5"/>
    <w:rsid w:val="00FE63EB"/>
    <w:rsid w:val="00FF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1213C408"/>
  <w15:docId w15:val="{921FF366-D7C8-4A30-AA05-9606E1C51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62"/>
    <w:pPr>
      <w:spacing w:after="120" w:line="276" w:lineRule="auto"/>
    </w:pPr>
    <w:rPr>
      <w:rFonts w:ascii="Calibri" w:eastAsia="SimSun" w:hAnsi="Calibri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74162"/>
    <w:pPr>
      <w:pBdr>
        <w:bottom w:val="double" w:sz="6" w:space="1" w:color="auto"/>
      </w:pBdr>
      <w:spacing w:before="60"/>
      <w:outlineLvl w:val="0"/>
    </w:pPr>
    <w:rPr>
      <w:b/>
      <w:sz w:val="32"/>
    </w:rPr>
  </w:style>
  <w:style w:type="paragraph" w:styleId="Heading2">
    <w:name w:val="heading 2"/>
    <w:next w:val="Normal"/>
    <w:link w:val="Heading2Char"/>
    <w:qFormat/>
    <w:rsid w:val="00274162"/>
    <w:pPr>
      <w:shd w:val="clear" w:color="auto" w:fill="000000"/>
      <w:spacing w:before="120"/>
      <w:outlineLvl w:val="1"/>
    </w:pPr>
    <w:rPr>
      <w:rFonts w:ascii="Maiandra GD" w:eastAsia="SimSun" w:hAnsi="Maiandra GD"/>
      <w:b/>
      <w:sz w:val="28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27416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</w:rPr>
  </w:style>
  <w:style w:type="paragraph" w:styleId="Heading4">
    <w:name w:val="heading 4"/>
    <w:basedOn w:val="Heading2"/>
    <w:next w:val="Normal"/>
    <w:link w:val="Heading4Char"/>
    <w:qFormat/>
    <w:rsid w:val="00274162"/>
    <w:pPr>
      <w:keepNext/>
      <w:spacing w:before="240" w:after="60"/>
      <w:outlineLvl w:val="3"/>
    </w:pPr>
    <w:rPr>
      <w:rFonts w:ascii="Kristen ITC" w:hAnsi="Kristen ITC"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100F22"/>
    <w:rPr>
      <w:b/>
      <w:bCs/>
    </w:rPr>
  </w:style>
  <w:style w:type="paragraph" w:styleId="NormalWeb">
    <w:name w:val="Normal (Web)"/>
    <w:basedOn w:val="Normal"/>
    <w:rsid w:val="005E33D1"/>
    <w:pPr>
      <w:spacing w:before="100" w:beforeAutospacing="1" w:after="100" w:afterAutospacing="1"/>
    </w:pPr>
    <w:rPr>
      <w:lang w:val="en-US"/>
    </w:rPr>
  </w:style>
  <w:style w:type="character" w:styleId="Hyperlink">
    <w:name w:val="Hyperlink"/>
    <w:uiPriority w:val="99"/>
    <w:rsid w:val="005E33D1"/>
    <w:rPr>
      <w:color w:val="0000FF"/>
      <w:u w:val="single"/>
    </w:rPr>
  </w:style>
  <w:style w:type="table" w:styleId="TableGrid">
    <w:name w:val="Table Grid"/>
    <w:basedOn w:val="TableNormal"/>
    <w:rsid w:val="00914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374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4162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74162"/>
    <w:pPr>
      <w:tabs>
        <w:tab w:val="center" w:pos="4513"/>
        <w:tab w:val="right" w:pos="9026"/>
      </w:tabs>
      <w:spacing w:after="0" w:line="240" w:lineRule="auto"/>
    </w:pPr>
  </w:style>
  <w:style w:type="character" w:styleId="PageNumber">
    <w:name w:val="page number"/>
    <w:basedOn w:val="DefaultParagraphFont"/>
    <w:rsid w:val="009F375E"/>
  </w:style>
  <w:style w:type="paragraph" w:styleId="NoSpacing">
    <w:name w:val="No Spacing"/>
    <w:uiPriority w:val="1"/>
    <w:qFormat/>
    <w:rsid w:val="00DA754F"/>
    <w:rPr>
      <w:rFonts w:ascii="Franklin Gothic Book" w:hAnsi="Franklin Gothic Book"/>
      <w:sz w:val="24"/>
      <w:szCs w:val="24"/>
      <w:lang w:val="en-AU" w:eastAsia="en-US"/>
    </w:rPr>
  </w:style>
  <w:style w:type="paragraph" w:customStyle="1" w:styleId="Default">
    <w:name w:val="Default"/>
    <w:rsid w:val="006911D5"/>
    <w:pPr>
      <w:widowControl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AU" w:eastAsia="en-AU"/>
    </w:rPr>
  </w:style>
  <w:style w:type="paragraph" w:customStyle="1" w:styleId="smallline">
    <w:name w:val="smallline"/>
    <w:basedOn w:val="Normal"/>
    <w:next w:val="Normal"/>
    <w:link w:val="smalllineChar"/>
    <w:qFormat/>
    <w:rsid w:val="00274162"/>
    <w:pPr>
      <w:spacing w:line="120" w:lineRule="exact"/>
    </w:pPr>
    <w:rPr>
      <w:sz w:val="21"/>
    </w:rPr>
  </w:style>
  <w:style w:type="character" w:customStyle="1" w:styleId="smalllineChar">
    <w:name w:val="smallline Char"/>
    <w:link w:val="smallline"/>
    <w:locked/>
    <w:rsid w:val="00274162"/>
    <w:rPr>
      <w:rFonts w:ascii="Calibri" w:eastAsia="SimSun" w:hAnsi="Calibri"/>
      <w:sz w:val="21"/>
      <w:lang w:eastAsia="zh-CN"/>
    </w:rPr>
  </w:style>
  <w:style w:type="character" w:customStyle="1" w:styleId="Heading2Char">
    <w:name w:val="Heading 2 Char"/>
    <w:link w:val="Heading2"/>
    <w:rsid w:val="00274162"/>
    <w:rPr>
      <w:rFonts w:ascii="Maiandra GD" w:eastAsia="SimSun" w:hAnsi="Maiandra GD"/>
      <w:b/>
      <w:sz w:val="28"/>
      <w:shd w:val="clear" w:color="auto" w:fill="000000"/>
      <w:lang w:val="en-GB" w:eastAsia="en-US"/>
    </w:rPr>
  </w:style>
  <w:style w:type="character" w:customStyle="1" w:styleId="FooterChar">
    <w:name w:val="Footer Char"/>
    <w:link w:val="Footer"/>
    <w:uiPriority w:val="99"/>
    <w:rsid w:val="00274162"/>
    <w:rPr>
      <w:rFonts w:ascii="Calibri" w:eastAsia="SimSun" w:hAnsi="Calibri"/>
      <w:sz w:val="22"/>
      <w:lang w:eastAsia="zh-CN"/>
    </w:rPr>
  </w:style>
  <w:style w:type="character" w:customStyle="1" w:styleId="HeaderChar">
    <w:name w:val="Header Char"/>
    <w:link w:val="Header"/>
    <w:uiPriority w:val="99"/>
    <w:rsid w:val="00274162"/>
    <w:rPr>
      <w:rFonts w:ascii="Calibri" w:eastAsia="SimSun" w:hAnsi="Calibri"/>
      <w:sz w:val="22"/>
      <w:lang w:eastAsia="zh-CN"/>
    </w:rPr>
  </w:style>
  <w:style w:type="character" w:customStyle="1" w:styleId="Heading1Char">
    <w:name w:val="Heading 1 Char"/>
    <w:link w:val="Heading1"/>
    <w:rsid w:val="00274162"/>
    <w:rPr>
      <w:rFonts w:ascii="Calibri" w:eastAsia="SimSun" w:hAnsi="Calibri"/>
      <w:b/>
      <w:sz w:val="32"/>
      <w:lang w:eastAsia="zh-CN"/>
    </w:rPr>
  </w:style>
  <w:style w:type="character" w:customStyle="1" w:styleId="Heading3Char">
    <w:name w:val="Heading 3 Char"/>
    <w:link w:val="Heading3"/>
    <w:rsid w:val="00274162"/>
    <w:rPr>
      <w:rFonts w:ascii="Arial" w:hAnsi="Arial" w:cs="Arial"/>
      <w:b/>
      <w:bCs/>
      <w:noProof/>
      <w:sz w:val="26"/>
      <w:szCs w:val="26"/>
      <w:lang w:eastAsia="zh-CN"/>
    </w:rPr>
  </w:style>
  <w:style w:type="character" w:customStyle="1" w:styleId="Heading4Char">
    <w:name w:val="Heading 4 Char"/>
    <w:link w:val="Heading4"/>
    <w:rsid w:val="00274162"/>
    <w:rPr>
      <w:rFonts w:ascii="Kristen ITC" w:eastAsia="SimSun" w:hAnsi="Kristen ITC"/>
      <w:b/>
      <w:bCs/>
      <w:sz w:val="22"/>
      <w:szCs w:val="28"/>
      <w:shd w:val="clear" w:color="auto" w:fill="000000"/>
      <w:lang w:val="en-GB" w:eastAsia="en-US"/>
    </w:rPr>
  </w:style>
  <w:style w:type="paragraph" w:customStyle="1" w:styleId="why">
    <w:name w:val="why"/>
    <w:basedOn w:val="Normal"/>
    <w:link w:val="whyChar"/>
    <w:qFormat/>
    <w:rsid w:val="00274162"/>
    <w:rPr>
      <w:rFonts w:ascii="Comic Sans MS" w:hAnsi="Comic Sans MS"/>
      <w:color w:val="000080"/>
      <w:sz w:val="19"/>
    </w:rPr>
  </w:style>
  <w:style w:type="character" w:customStyle="1" w:styleId="whyChar">
    <w:name w:val="why Char"/>
    <w:link w:val="why"/>
    <w:rsid w:val="00274162"/>
    <w:rPr>
      <w:rFonts w:ascii="Comic Sans MS" w:eastAsia="SimSun" w:hAnsi="Comic Sans MS"/>
      <w:color w:val="000080"/>
      <w:sz w:val="19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AC5C16"/>
    <w:rPr>
      <w:color w:val="808080"/>
    </w:rPr>
  </w:style>
  <w:style w:type="paragraph" w:styleId="ListParagraph">
    <w:name w:val="List Paragraph"/>
    <w:basedOn w:val="Normal"/>
    <w:uiPriority w:val="34"/>
    <w:qFormat/>
    <w:rsid w:val="00777E18"/>
    <w:pPr>
      <w:spacing w:after="0" w:line="240" w:lineRule="auto"/>
      <w:ind w:left="720"/>
      <w:contextualSpacing/>
    </w:pPr>
    <w:rPr>
      <w:rFonts w:asciiTheme="minorHAnsi" w:eastAsia="Times New Roman" w:hAnsiTheme="minorHAnsi"/>
      <w:sz w:val="24"/>
      <w:szCs w:val="24"/>
      <w:lang w:eastAsia="en-NZ"/>
    </w:rPr>
  </w:style>
  <w:style w:type="paragraph" w:customStyle="1" w:styleId="princ">
    <w:name w:val="princ"/>
    <w:basedOn w:val="Normal"/>
    <w:next w:val="Normal"/>
    <w:link w:val="princChar"/>
    <w:rsid w:val="001F34FC"/>
    <w:pPr>
      <w:spacing w:before="40" w:after="40"/>
    </w:pPr>
    <w:rPr>
      <w:rFonts w:ascii="Trebuchet MS" w:hAnsi="Trebuchet MS"/>
    </w:rPr>
  </w:style>
  <w:style w:type="character" w:customStyle="1" w:styleId="princChar">
    <w:name w:val="princ Char"/>
    <w:link w:val="princ"/>
    <w:rsid w:val="001F34FC"/>
    <w:rPr>
      <w:rFonts w:ascii="Trebuchet MS" w:eastAsia="SimSun" w:hAnsi="Trebuchet MS"/>
      <w:sz w:val="22"/>
      <w:lang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180BA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0BA3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8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4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84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0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mailto:nzcc2@eit.ac.nz" TargetMode="Externa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zcc2@eit.ac.nz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nzcc2@eit.ac.nz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nzcc2@eit.ac.nz" TargetMode="External"/><Relationship Id="rId14" Type="http://schemas.openxmlformats.org/officeDocument/2006/relationships/hyperlink" Target="mailto:nzcc2@eit.ac.nz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992A6-AF2B-4073-A50B-A17821156D01}"/>
      </w:docPartPr>
      <w:docPartBody>
        <w:p w:rsidR="005B4C18" w:rsidRDefault="00131649"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D9C6C182E83545FFBCD32AC2B701C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063DF-DE61-4BBB-8008-BC7DA5A41C9B}"/>
      </w:docPartPr>
      <w:docPartBody>
        <w:p w:rsidR="009470B7" w:rsidRDefault="001123FE" w:rsidP="001123FE">
          <w:pPr>
            <w:pStyle w:val="D9C6C182E83545FFBCD32AC2B701C36C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A35885-1559-4A7B-8AE5-2A8C196B3FA3}"/>
      </w:docPartPr>
      <w:docPartBody>
        <w:p w:rsidR="009470B7" w:rsidRDefault="001123FE">
          <w:r w:rsidRPr="004D1299">
            <w:rPr>
              <w:rStyle w:val="PlaceholderText"/>
            </w:rPr>
            <w:t>Choose an item.</w:t>
          </w:r>
        </w:p>
      </w:docPartBody>
    </w:docPart>
    <w:docPart>
      <w:docPartPr>
        <w:name w:val="0D97D7A5F35E4315BC906E8F94159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78E214-40C8-4FAB-8777-DAE43708A861}"/>
      </w:docPartPr>
      <w:docPartBody>
        <w:p w:rsidR="009470B7" w:rsidRDefault="001123FE" w:rsidP="001123FE">
          <w:pPr>
            <w:pStyle w:val="0D97D7A5F35E4315BC906E8F94159237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42A32AF544D041FF90187960835DE9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94A2BC-65FF-4B46-8B1F-FCDCFB5A4B3A}"/>
      </w:docPartPr>
      <w:docPartBody>
        <w:p w:rsidR="009470B7" w:rsidRDefault="001123FE" w:rsidP="001123FE">
          <w:pPr>
            <w:pStyle w:val="42A32AF544D041FF90187960835DE932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E96700CE1C49454D89237F0DFF0C5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282E2-396B-4B59-B387-00A14E59986D}"/>
      </w:docPartPr>
      <w:docPartBody>
        <w:p w:rsidR="005A6794" w:rsidRDefault="009470B7" w:rsidP="009470B7">
          <w:pPr>
            <w:pStyle w:val="E96700CE1C49454D89237F0DFF0C50FE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42449A0A424B48BFB431B4374F0DD4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B203B-7B54-40D0-B3F2-F8511B3A9F45}"/>
      </w:docPartPr>
      <w:docPartBody>
        <w:p w:rsidR="005A6794" w:rsidRDefault="009470B7" w:rsidP="009470B7">
          <w:pPr>
            <w:pStyle w:val="42449A0A424B48BFB431B4374F0DD48D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FD1F88796E0447179A166AF754E3AF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5D027-0976-4F78-B979-25C54BBE4D5D}"/>
      </w:docPartPr>
      <w:docPartBody>
        <w:p w:rsidR="005A6794" w:rsidRDefault="009470B7" w:rsidP="009470B7">
          <w:pPr>
            <w:pStyle w:val="FD1F88796E0447179A166AF754E3AFA1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CE8934C797A24D7FBACF0A225893B5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567D3-1E4C-483B-B099-57B9B237A3ED}"/>
      </w:docPartPr>
      <w:docPartBody>
        <w:p w:rsidR="005A6794" w:rsidRDefault="009470B7" w:rsidP="009470B7">
          <w:pPr>
            <w:pStyle w:val="CE8934C797A24D7FBACF0A225893B588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F39F1F49C890434FA46C693A24C9E9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45CC4-E0D5-49DA-B506-61D93CC86B84}"/>
      </w:docPartPr>
      <w:docPartBody>
        <w:p w:rsidR="00685908" w:rsidRDefault="005A6794" w:rsidP="005A6794">
          <w:pPr>
            <w:pStyle w:val="F39F1F49C890434FA46C693A24C9E9B9"/>
          </w:pPr>
          <w:r w:rsidRPr="00E30C1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649"/>
    <w:rsid w:val="001123FE"/>
    <w:rsid w:val="00131649"/>
    <w:rsid w:val="002E38F0"/>
    <w:rsid w:val="00395C8E"/>
    <w:rsid w:val="005A6794"/>
    <w:rsid w:val="005B4C18"/>
    <w:rsid w:val="00685908"/>
    <w:rsid w:val="0094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6794"/>
    <w:rPr>
      <w:color w:val="808080"/>
    </w:rPr>
  </w:style>
  <w:style w:type="paragraph" w:customStyle="1" w:styleId="5312C07825674A04B0EC2B2B120297BE">
    <w:name w:val="5312C07825674A04B0EC2B2B120297BE"/>
    <w:rsid w:val="001123FE"/>
    <w:pPr>
      <w:spacing w:after="160" w:line="259" w:lineRule="auto"/>
    </w:pPr>
  </w:style>
  <w:style w:type="paragraph" w:customStyle="1" w:styleId="D9C6C182E83545FFBCD32AC2B701C36C">
    <w:name w:val="D9C6C182E83545FFBCD32AC2B701C36C"/>
    <w:rsid w:val="001123FE"/>
    <w:pPr>
      <w:spacing w:after="160" w:line="259" w:lineRule="auto"/>
    </w:pPr>
  </w:style>
  <w:style w:type="paragraph" w:customStyle="1" w:styleId="0D97D7A5F35E4315BC906E8F94159237">
    <w:name w:val="0D97D7A5F35E4315BC906E8F94159237"/>
    <w:rsid w:val="001123FE"/>
    <w:pPr>
      <w:spacing w:after="160" w:line="259" w:lineRule="auto"/>
    </w:pPr>
  </w:style>
  <w:style w:type="paragraph" w:customStyle="1" w:styleId="42A32AF544D041FF90187960835DE932">
    <w:name w:val="42A32AF544D041FF90187960835DE932"/>
    <w:rsid w:val="001123FE"/>
    <w:pPr>
      <w:spacing w:after="160" w:line="259" w:lineRule="auto"/>
    </w:pPr>
  </w:style>
  <w:style w:type="paragraph" w:customStyle="1" w:styleId="E96700CE1C49454D89237F0DFF0C50FE">
    <w:name w:val="E96700CE1C49454D89237F0DFF0C50FE"/>
    <w:rsid w:val="009470B7"/>
    <w:pPr>
      <w:spacing w:after="160" w:line="259" w:lineRule="auto"/>
    </w:pPr>
  </w:style>
  <w:style w:type="paragraph" w:customStyle="1" w:styleId="42449A0A424B48BFB431B4374F0DD48D">
    <w:name w:val="42449A0A424B48BFB431B4374F0DD48D"/>
    <w:rsid w:val="009470B7"/>
    <w:pPr>
      <w:spacing w:after="160" w:line="259" w:lineRule="auto"/>
    </w:pPr>
  </w:style>
  <w:style w:type="paragraph" w:customStyle="1" w:styleId="EA1C76D889C44B939B50F13B35B0E88A">
    <w:name w:val="EA1C76D889C44B939B50F13B35B0E88A"/>
    <w:rsid w:val="009470B7"/>
    <w:pPr>
      <w:spacing w:after="160" w:line="259" w:lineRule="auto"/>
    </w:pPr>
  </w:style>
  <w:style w:type="paragraph" w:customStyle="1" w:styleId="FD1F88796E0447179A166AF754E3AFA1">
    <w:name w:val="FD1F88796E0447179A166AF754E3AFA1"/>
    <w:rsid w:val="009470B7"/>
    <w:pPr>
      <w:spacing w:after="160" w:line="259" w:lineRule="auto"/>
    </w:pPr>
  </w:style>
  <w:style w:type="paragraph" w:customStyle="1" w:styleId="CE8934C797A24D7FBACF0A225893B588">
    <w:name w:val="CE8934C797A24D7FBACF0A225893B588"/>
    <w:rsid w:val="009470B7"/>
    <w:pPr>
      <w:spacing w:after="160" w:line="259" w:lineRule="auto"/>
    </w:pPr>
  </w:style>
  <w:style w:type="paragraph" w:customStyle="1" w:styleId="F39F1F49C890434FA46C693A24C9E9B9">
    <w:name w:val="F39F1F49C890434FA46C693A24C9E9B9"/>
    <w:rsid w:val="005A67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E718197A.dotm</Template>
  <TotalTime>39</TotalTime>
  <Pages>5</Pages>
  <Words>590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Unauthorised Access to computer data</vt:lpstr>
    </vt:vector>
  </TitlesOfParts>
  <Company>EIT</Company>
  <LinksUpToDate>false</LinksUpToDate>
  <CharactersWithSpaces>3958</CharactersWithSpaces>
  <SharedDoc>false</SharedDoc>
  <HLinks>
    <vt:vector size="18" baseType="variant">
      <vt:variant>
        <vt:i4>6619205</vt:i4>
      </vt:variant>
      <vt:variant>
        <vt:i4>6</vt:i4>
      </vt:variant>
      <vt:variant>
        <vt:i4>0</vt:i4>
      </vt:variant>
      <vt:variant>
        <vt:i4>5</vt:i4>
      </vt:variant>
      <vt:variant>
        <vt:lpwstr>mailto:ncc2@eit.ac.nz</vt:lpwstr>
      </vt:variant>
      <vt:variant>
        <vt:lpwstr/>
      </vt:variant>
      <vt:variant>
        <vt:i4>6619205</vt:i4>
      </vt:variant>
      <vt:variant>
        <vt:i4>3</vt:i4>
      </vt:variant>
      <vt:variant>
        <vt:i4>0</vt:i4>
      </vt:variant>
      <vt:variant>
        <vt:i4>5</vt:i4>
      </vt:variant>
      <vt:variant>
        <vt:lpwstr>mailto:ncc2@eit.ac.nz</vt:lpwstr>
      </vt:variant>
      <vt:variant>
        <vt:lpwstr/>
      </vt:variant>
      <vt:variant>
        <vt:i4>6619205</vt:i4>
      </vt:variant>
      <vt:variant>
        <vt:i4>0</vt:i4>
      </vt:variant>
      <vt:variant>
        <vt:i4>0</vt:i4>
      </vt:variant>
      <vt:variant>
        <vt:i4>5</vt:i4>
      </vt:variant>
      <vt:variant>
        <vt:lpwstr>mailto:ncc2@eit.ac.nz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Unauthorised Access to computer data</dc:title>
  <dc:creator>IT Services</dc:creator>
  <cp:lastModifiedBy>Gay Robertson</cp:lastModifiedBy>
  <cp:revision>9</cp:revision>
  <cp:lastPrinted>2011-05-02T20:20:00Z</cp:lastPrinted>
  <dcterms:created xsi:type="dcterms:W3CDTF">2017-02-24T01:37:00Z</dcterms:created>
  <dcterms:modified xsi:type="dcterms:W3CDTF">2019-05-20T00:52:00Z</dcterms:modified>
</cp:coreProperties>
</file>