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2C7" w:rsidRPr="00B63A81" w:rsidRDefault="0030457A" w:rsidP="00B302C7">
      <w:pPr>
        <w:pStyle w:val="Title"/>
        <w:rPr>
          <w:rFonts w:ascii="Maiandra GD" w:hAnsi="Maiandra GD"/>
          <w:lang w:eastAsia="en-NZ"/>
        </w:rPr>
      </w:pPr>
      <w:r w:rsidRPr="00B63A81">
        <w:rPr>
          <w:rFonts w:ascii="Maiandra GD" w:hAnsi="Maiandra GD"/>
          <w:noProof/>
          <w:lang w:eastAsia="en-NZ"/>
        </w:rPr>
        <w:t>NZCC Computer Fundamentals Assessment Form 2</w:t>
      </w:r>
      <w:r w:rsidR="00B63A81" w:rsidRPr="00B63A81">
        <w:rPr>
          <w:rFonts w:ascii="Maiandra GD" w:hAnsi="Maiandra GD"/>
          <w:noProof/>
          <w:lang w:eastAsia="en-NZ"/>
        </w:rPr>
        <w:t xml:space="preserve"> </w:t>
      </w:r>
      <w:r w:rsidR="00B302C7" w:rsidRPr="00B63A81">
        <w:rPr>
          <w:rFonts w:ascii="Maiandra GD" w:hAnsi="Maiandra GD"/>
          <w:lang w:eastAsia="en-NZ"/>
        </w:rPr>
        <w:t>(Software)</w:t>
      </w:r>
    </w:p>
    <w:p w:rsidR="00B63A81" w:rsidRDefault="00B63A81" w:rsidP="00B63A81">
      <w:pPr>
        <w:rPr>
          <w:rFonts w:ascii="Tahoma" w:hAnsi="Tahoma" w:cs="Tahoma"/>
          <w:szCs w:val="32"/>
        </w:rPr>
      </w:pPr>
    </w:p>
    <w:p w:rsidR="00B63A81" w:rsidRPr="00F45BAF" w:rsidRDefault="00B63A81" w:rsidP="00B63A81">
      <w:pPr>
        <w:rPr>
          <w:rFonts w:ascii="Tahoma" w:hAnsi="Tahoma" w:cs="Tahoma"/>
          <w:szCs w:val="32"/>
        </w:rPr>
      </w:pPr>
      <w:r w:rsidRPr="00F45BAF">
        <w:rPr>
          <w:rFonts w:ascii="Tahoma" w:hAnsi="Tahoma" w:cs="Tahoma"/>
          <w:szCs w:val="32"/>
        </w:rPr>
        <w:t>LO1: Identify the types and purpose of common computing hardware, software and terminology to assist with choosing the right tool for the task</w:t>
      </w:r>
    </w:p>
    <w:p w:rsidR="00B63A81" w:rsidRDefault="00B63A81" w:rsidP="0030457A">
      <w:pPr>
        <w:jc w:val="right"/>
        <w:rPr>
          <w:rFonts w:ascii="Tahoma" w:hAnsi="Tahoma" w:cs="Tahoma"/>
          <w:sz w:val="32"/>
          <w:szCs w:val="32"/>
        </w:rPr>
      </w:pPr>
    </w:p>
    <w:p w:rsidR="0030457A" w:rsidRDefault="0030457A" w:rsidP="0030457A">
      <w:pPr>
        <w:spacing w:after="0" w:line="240" w:lineRule="auto"/>
      </w:pPr>
      <w:r>
        <w:t>To fill in the form follow this instruction:</w:t>
      </w:r>
    </w:p>
    <w:p w:rsidR="0030457A" w:rsidRDefault="0030457A" w:rsidP="0030457A">
      <w:pPr>
        <w:spacing w:after="0" w:line="240" w:lineRule="auto"/>
      </w:pPr>
      <w:r>
        <w:rPr>
          <w:noProof/>
          <w:lang w:eastAsia="en-NZ"/>
        </w:rPr>
        <w:drawing>
          <wp:inline distT="0" distB="0" distL="0" distR="0" wp14:anchorId="71C3E8BB" wp14:editId="03C43ACF">
            <wp:extent cx="3685715" cy="590476"/>
            <wp:effectExtent l="0" t="0" r="0" b="635"/>
            <wp:docPr id="232" name="Pictur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5715" cy="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457A" w:rsidRDefault="0030457A" w:rsidP="0030457A">
      <w:pPr>
        <w:jc w:val="right"/>
        <w:rPr>
          <w:rFonts w:ascii="Tahoma" w:hAnsi="Tahoma" w:cs="Tahoma"/>
          <w:sz w:val="32"/>
          <w:szCs w:val="32"/>
        </w:rPr>
      </w:pPr>
    </w:p>
    <w:p w:rsidR="0030457A" w:rsidRDefault="0030457A" w:rsidP="0030457A">
      <w:pPr>
        <w:pStyle w:val="Heading2"/>
      </w:pPr>
      <w:r>
        <w:t>Please fill in this section:</w:t>
      </w:r>
    </w:p>
    <w:p w:rsidR="0030457A" w:rsidRDefault="0030457A" w:rsidP="0030457A">
      <w:pPr>
        <w:pStyle w:val="smallline"/>
      </w:pPr>
    </w:p>
    <w:p w:rsidR="0030457A" w:rsidRDefault="0030457A" w:rsidP="0030457A">
      <w:pPr>
        <w:tabs>
          <w:tab w:val="right" w:leader="dot" w:pos="7655"/>
        </w:tabs>
        <w:rPr>
          <w:rFonts w:ascii="Tahoma" w:hAnsi="Tahoma" w:cs="Tahoma"/>
        </w:rPr>
      </w:pPr>
      <w:r>
        <w:rPr>
          <w:rFonts w:ascii="Tahoma" w:hAnsi="Tahoma" w:cs="Tahoma"/>
        </w:rPr>
        <w:t xml:space="preserve">Key your Name / or Student ID here: </w:t>
      </w:r>
      <w:sdt>
        <w:sdtPr>
          <w:rPr>
            <w:rFonts w:ascii="Tahoma" w:hAnsi="Tahoma" w:cs="Tahoma"/>
          </w:rPr>
          <w:id w:val="-574585385"/>
          <w:placeholder>
            <w:docPart w:val="FDB3343967EB4683A924D92DEC3EA8EF"/>
          </w:placeholder>
          <w:showingPlcHdr/>
          <w:text/>
        </w:sdtPr>
        <w:sdtEndPr/>
        <w:sdtContent>
          <w:r w:rsidRPr="00E30C1D">
            <w:rPr>
              <w:rStyle w:val="PlaceholderText"/>
            </w:rPr>
            <w:t>Click here to enter text.</w:t>
          </w:r>
        </w:sdtContent>
      </w:sdt>
      <w:r>
        <w:rPr>
          <w:rFonts w:ascii="Tahoma" w:hAnsi="Tahoma" w:cs="Tahoma"/>
        </w:rPr>
        <w:t xml:space="preserve"> </w:t>
      </w:r>
    </w:p>
    <w:p w:rsidR="0030457A" w:rsidRDefault="0030457A" w:rsidP="0030457A">
      <w:pPr>
        <w:tabs>
          <w:tab w:val="right" w:leader="dot" w:pos="7655"/>
        </w:tabs>
        <w:rPr>
          <w:rFonts w:ascii="Tahoma" w:hAnsi="Tahoma" w:cs="Tahoma"/>
        </w:rPr>
      </w:pPr>
      <w:r>
        <w:rPr>
          <w:rFonts w:ascii="Tahoma" w:hAnsi="Tahoma" w:cs="Tahoma"/>
        </w:rPr>
        <w:t xml:space="preserve">Save your document to your </w:t>
      </w:r>
      <w:r w:rsidRPr="00757822">
        <w:rPr>
          <w:noProof/>
          <w:sz w:val="24"/>
          <w:lang w:eastAsia="en-NZ"/>
        </w:rPr>
        <w:drawing>
          <wp:inline distT="0" distB="0" distL="0" distR="0" wp14:anchorId="1A10C7D5" wp14:editId="10CEE570">
            <wp:extent cx="1533333" cy="238095"/>
            <wp:effectExtent l="19050" t="19050" r="10160" b="1016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33333" cy="23809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</w:rPr>
        <w:t xml:space="preserve"> folder.    (If you have not already created this folder, do it now) </w:t>
      </w:r>
    </w:p>
    <w:p w:rsidR="0030457A" w:rsidRDefault="0030457A" w:rsidP="0030457A"/>
    <w:p w:rsidR="0030457A" w:rsidRDefault="0030457A" w:rsidP="0030457A"/>
    <w:p w:rsidR="0030457A" w:rsidRPr="00673686" w:rsidRDefault="0030457A" w:rsidP="0030457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C44AFDC" wp14:editId="221B7147">
                <wp:simplePos x="0" y="0"/>
                <wp:positionH relativeFrom="column">
                  <wp:posOffset>-191069</wp:posOffset>
                </wp:positionH>
                <wp:positionV relativeFrom="paragraph">
                  <wp:posOffset>178994</wp:posOffset>
                </wp:positionV>
                <wp:extent cx="6527165" cy="3029803"/>
                <wp:effectExtent l="0" t="0" r="26035" b="18415"/>
                <wp:wrapNone/>
                <wp:docPr id="9" name="Folded Corne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7165" cy="3029803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E73CBB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Folded Corner 9" o:spid="_x0000_s1026" type="#_x0000_t65" style="position:absolute;margin-left:-15.05pt;margin-top:14.1pt;width:513.95pt;height:238.5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" adj="18000" filled="f" strokecolor="#243f60" strokeweight="2pt"/>
            </w:pict>
          </mc:Fallback>
        </mc:AlternateContent>
      </w:r>
    </w:p>
    <w:p w:rsidR="0030457A" w:rsidRPr="00A900C2" w:rsidRDefault="0030457A" w:rsidP="0030457A">
      <w:pPr>
        <w:rPr>
          <w:b/>
          <w:sz w:val="28"/>
        </w:rPr>
      </w:pPr>
      <w:r w:rsidRPr="00A900C2">
        <w:rPr>
          <w:b/>
          <w:sz w:val="28"/>
        </w:rPr>
        <w:t>Assessment Conditions:</w:t>
      </w:r>
    </w:p>
    <w:p w:rsidR="0030457A" w:rsidRPr="00321146" w:rsidRDefault="0030457A" w:rsidP="0030457A">
      <w:pPr>
        <w:numPr>
          <w:ilvl w:val="0"/>
          <w:numId w:val="3"/>
        </w:numPr>
      </w:pPr>
      <w:r w:rsidRPr="00321146">
        <w:t>The documents produced during this assessment must be entirely your own work. You signed</w:t>
      </w:r>
      <w:r>
        <w:t xml:space="preserve"> and returned to EIT</w:t>
      </w:r>
      <w:r w:rsidRPr="00321146">
        <w:t xml:space="preserve"> an Attestation Form.</w:t>
      </w:r>
    </w:p>
    <w:p w:rsidR="0030457A" w:rsidRDefault="0030457A" w:rsidP="0030457A">
      <w:pPr>
        <w:numPr>
          <w:ilvl w:val="0"/>
          <w:numId w:val="3"/>
        </w:numPr>
        <w:spacing w:after="0" w:line="360" w:lineRule="auto"/>
      </w:pPr>
      <w:r>
        <w:t>When completing this assessment you must comply with occupational health and safety guidelines in relation to your own working environment and practices.</w:t>
      </w:r>
    </w:p>
    <w:p w:rsidR="0030457A" w:rsidRDefault="0030457A" w:rsidP="0030457A">
      <w:pPr>
        <w:numPr>
          <w:ilvl w:val="0"/>
          <w:numId w:val="3"/>
        </w:numPr>
        <w:spacing w:line="360" w:lineRule="auto"/>
      </w:pPr>
      <w:r w:rsidRPr="0022231E">
        <w:t xml:space="preserve">This is an open book </w:t>
      </w:r>
      <w:r>
        <w:t>assignment</w:t>
      </w:r>
      <w:r w:rsidRPr="0022231E">
        <w:t xml:space="preserve">.  </w:t>
      </w:r>
      <w:r>
        <w:t>Use of</w:t>
      </w:r>
      <w:r w:rsidRPr="0022231E">
        <w:t xml:space="preserve"> workbooks</w:t>
      </w:r>
      <w:r>
        <w:t xml:space="preserve"> and powerpoint presentations</w:t>
      </w:r>
      <w:r w:rsidRPr="0022231E">
        <w:t xml:space="preserve"> is allowed.</w:t>
      </w:r>
      <w:r>
        <w:t xml:space="preserve">  No printing is required.</w:t>
      </w:r>
    </w:p>
    <w:p w:rsidR="0030457A" w:rsidRDefault="0030457A" w:rsidP="0030457A">
      <w:pPr>
        <w:numPr>
          <w:ilvl w:val="0"/>
          <w:numId w:val="3"/>
        </w:numPr>
        <w:spacing w:line="360" w:lineRule="auto"/>
      </w:pPr>
      <w:r>
        <w:t>Your document must be emailed in as per instructions at the end of the assignment.</w:t>
      </w:r>
    </w:p>
    <w:p w:rsidR="0030457A" w:rsidRDefault="0030457A" w:rsidP="0030457A">
      <w:pPr>
        <w:numPr>
          <w:ilvl w:val="0"/>
          <w:numId w:val="3"/>
        </w:numPr>
        <w:spacing w:line="360" w:lineRule="auto"/>
      </w:pPr>
      <w:r>
        <w:t xml:space="preserve">Any feedback will be phoned or emailed from </w:t>
      </w:r>
      <w:hyperlink r:id="rId9" w:history="1">
        <w:r w:rsidRPr="004D1299">
          <w:rPr>
            <w:rStyle w:val="Hyperlink"/>
          </w:rPr>
          <w:t>nzcc2@eit.ac.nz</w:t>
        </w:r>
      </w:hyperlink>
      <w:r>
        <w:t xml:space="preserve">   </w:t>
      </w:r>
    </w:p>
    <w:p w:rsidR="0030457A" w:rsidRPr="0022231E" w:rsidRDefault="0030457A" w:rsidP="0030457A">
      <w:pPr>
        <w:numPr>
          <w:ilvl w:val="0"/>
          <w:numId w:val="3"/>
        </w:numPr>
        <w:spacing w:line="360" w:lineRule="auto"/>
      </w:pPr>
      <w:r>
        <w:t xml:space="preserve">Your Assessment Decision will also be phoned or emailed from </w:t>
      </w:r>
      <w:hyperlink r:id="rId10" w:history="1">
        <w:r w:rsidRPr="004D1299">
          <w:rPr>
            <w:rStyle w:val="Hyperlink"/>
          </w:rPr>
          <w:t>nzcc2@eit.ac.nz</w:t>
        </w:r>
      </w:hyperlink>
      <w:r>
        <w:t xml:space="preserve"> </w:t>
      </w:r>
    </w:p>
    <w:p w:rsidR="0030457A" w:rsidRDefault="0030457A" w:rsidP="0030457A">
      <w:pPr>
        <w:pStyle w:val="smallline"/>
      </w:pPr>
    </w:p>
    <w:p w:rsidR="0030457A" w:rsidRDefault="0030457A" w:rsidP="0030457A"/>
    <w:p w:rsidR="0030457A" w:rsidRPr="0063172E" w:rsidRDefault="0030457A" w:rsidP="0030457A">
      <w:pPr>
        <w:rPr>
          <w:sz w:val="28"/>
        </w:rPr>
      </w:pPr>
      <w:r w:rsidRPr="0063172E">
        <w:rPr>
          <w:sz w:val="28"/>
        </w:rPr>
        <w:t>Go to the next page to begin your assignment</w:t>
      </w:r>
    </w:p>
    <w:p w:rsidR="001E2A99" w:rsidRDefault="001E2A99" w:rsidP="001E2A99">
      <w:pPr>
        <w:pStyle w:val="smallline"/>
      </w:pPr>
      <w:r>
        <w:br w:type="page"/>
      </w:r>
    </w:p>
    <w:p w:rsidR="00CD52FC" w:rsidRDefault="00CD52FC" w:rsidP="00CD52FC">
      <w:pPr>
        <w:rPr>
          <w:rFonts w:ascii="Maiandra GD" w:hAnsi="Maiandra GD"/>
          <w:sz w:val="40"/>
        </w:rPr>
      </w:pPr>
      <w:r w:rsidRPr="008C7BDE">
        <w:rPr>
          <w:rFonts w:ascii="Maiandra GD" w:hAnsi="Maiandra GD"/>
          <w:sz w:val="40"/>
        </w:rPr>
        <w:lastRenderedPageBreak/>
        <w:t xml:space="preserve">Use the </w:t>
      </w:r>
      <w:r w:rsidR="008C7BDE">
        <w:rPr>
          <w:rFonts w:ascii="Maiandra GD" w:hAnsi="Maiandra GD"/>
          <w:sz w:val="40"/>
        </w:rPr>
        <w:t xml:space="preserve">Study Notes and </w:t>
      </w:r>
      <w:r w:rsidRPr="008C7BDE">
        <w:rPr>
          <w:rFonts w:ascii="Maiandra GD" w:hAnsi="Maiandra GD"/>
          <w:sz w:val="40"/>
        </w:rPr>
        <w:t>PowerPoint presentations to help you fill in the assignment.</w:t>
      </w:r>
    </w:p>
    <w:p w:rsidR="00C600AA" w:rsidRDefault="00C600AA" w:rsidP="00CD52FC">
      <w:pPr>
        <w:rPr>
          <w:rFonts w:ascii="Maiandra GD" w:hAnsi="Maiandra GD"/>
          <w:sz w:val="40"/>
        </w:rPr>
      </w:pPr>
    </w:p>
    <w:p w:rsidR="00C600AA" w:rsidRDefault="00C600AA" w:rsidP="00CD52FC">
      <w:pPr>
        <w:rPr>
          <w:rFonts w:ascii="Maiandra GD" w:hAnsi="Maiandra GD"/>
          <w:sz w:val="40"/>
        </w:rPr>
      </w:pPr>
    </w:p>
    <w:p w:rsidR="0030457A" w:rsidRPr="000656F8" w:rsidRDefault="0030457A" w:rsidP="0030457A">
      <w:pPr>
        <w:tabs>
          <w:tab w:val="right" w:pos="9026"/>
        </w:tabs>
        <w:rPr>
          <w:b/>
          <w:color w:val="FFFFFF"/>
          <w:sz w:val="28"/>
          <w:szCs w:val="28"/>
          <w:highlight w:val="black"/>
        </w:rPr>
      </w:pPr>
      <w:r>
        <w:rPr>
          <w:b/>
          <w:color w:val="FFFFFF"/>
          <w:sz w:val="28"/>
          <w:szCs w:val="28"/>
          <w:highlight w:val="black"/>
        </w:rPr>
        <w:t>Question 1</w:t>
      </w:r>
      <w:r>
        <w:rPr>
          <w:b/>
          <w:color w:val="FFFFFF"/>
          <w:sz w:val="28"/>
          <w:szCs w:val="28"/>
          <w:highlight w:val="black"/>
        </w:rPr>
        <w:tab/>
      </w:r>
    </w:p>
    <w:p w:rsidR="0030457A" w:rsidRDefault="0030457A" w:rsidP="0030457A">
      <w:pPr>
        <w:rPr>
          <w:rFonts w:cs="Tahoma"/>
          <w:i/>
        </w:rPr>
      </w:pPr>
    </w:p>
    <w:p w:rsidR="0030457A" w:rsidRPr="0030457A" w:rsidRDefault="0030457A" w:rsidP="0030457A">
      <w:pPr>
        <w:rPr>
          <w:rFonts w:cs="Franklin Gothic Book"/>
          <w:color w:val="000000"/>
          <w:sz w:val="28"/>
        </w:rPr>
      </w:pPr>
      <w:r w:rsidRPr="0030457A">
        <w:rPr>
          <w:rFonts w:cs="Franklin Gothic Book"/>
          <w:color w:val="000000"/>
          <w:sz w:val="28"/>
        </w:rPr>
        <w:t>Identify the purpose of  system software by keying your answers into the following: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48"/>
        <w:gridCol w:w="8268"/>
      </w:tblGrid>
      <w:tr w:rsidR="0030457A" w:rsidRPr="00947045" w:rsidTr="00630E8E">
        <w:tc>
          <w:tcPr>
            <w:tcW w:w="415" w:type="pct"/>
            <w:vAlign w:val="center"/>
          </w:tcPr>
          <w:p w:rsidR="0030457A" w:rsidRPr="00947045" w:rsidRDefault="0030457A" w:rsidP="00630E8E">
            <w:pPr>
              <w:rPr>
                <w:sz w:val="40"/>
                <w:szCs w:val="40"/>
              </w:rPr>
            </w:pPr>
            <w:r>
              <w:rPr>
                <w:b/>
                <w:spacing w:val="10"/>
                <w:sz w:val="72"/>
                <w:szCs w:val="72"/>
                <w:lang w:val="en-US"/>
                <w14:shadow w14:blurRad="76200" w14:dist="50800" w14:dir="5400000" w14:sx="100000" w14:sy="100000" w14:kx="0" w14:ky="0" w14:algn="tl">
                  <w14:srgbClr w14:val="000000">
                    <w14:alpha w14:val="35000"/>
                  </w14:srgbClr>
                </w14:shadow>
                <w14:textOutline w14:w="1143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5000">
                        <w14:schemeClr w14:val="accent2">
                          <w14:satMod w14:val="155000"/>
                        </w14:schemeClr>
                      </w14:gs>
                      <w14:gs w14:pos="100000">
                        <w14:schemeClr w14:val="accent2">
                          <w14:shade w14:val="45000"/>
                          <w14:satMod w14:val="165000"/>
                        </w14:schemeClr>
                      </w14:gs>
                    </w14:gsLst>
                    <w14:lin w14:ang="5400000" w14:scaled="0"/>
                  </w14:gradFill>
                </w14:textFill>
                <w14:props3d w14:extrusionH="0" w14:contourW="25400" w14:prstMaterial="matte">
                  <w14:bevelT w14:w="25400" w14:h="55880" w14:prst="artDeco"/>
                  <w14:contourClr>
                    <w14:schemeClr w14:val="accent2">
                      <w14:tint w14:val="20000"/>
                    </w14:schemeClr>
                  </w14:contourClr>
                </w14:props3d>
              </w:rPr>
              <w:t>G</w:t>
            </w:r>
          </w:p>
        </w:tc>
        <w:tc>
          <w:tcPr>
            <w:tcW w:w="4585" w:type="pct"/>
            <w:vAlign w:val="center"/>
          </w:tcPr>
          <w:p w:rsidR="0030457A" w:rsidRPr="008C7BDE" w:rsidRDefault="00714239" w:rsidP="00630E8E">
            <w:pPr>
              <w:rPr>
                <w:rFonts w:cs="Calibri"/>
                <w:b/>
                <w:spacing w:val="10"/>
                <w:szCs w:val="22"/>
                <w:lang w:val="en-US"/>
                <w14:shadow w14:blurRad="76200" w14:dist="50800" w14:dir="5400000" w14:sx="100000" w14:sy="100000" w14:kx="0" w14:ky="0" w14:algn="tl">
                  <w14:srgbClr w14:val="000000">
                    <w14:alpha w14:val="35000"/>
                  </w14:srgbClr>
                </w14:shadow>
                <w14:textOutline w14:w="1143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5000">
                        <w14:schemeClr w14:val="accent2">
                          <w14:satMod w14:val="155000"/>
                        </w14:schemeClr>
                      </w14:gs>
                      <w14:gs w14:pos="100000">
                        <w14:schemeClr w14:val="accent2">
                          <w14:shade w14:val="45000"/>
                          <w14:satMod w14:val="165000"/>
                        </w14:schemeClr>
                      </w14:gs>
                    </w14:gsLst>
                    <w14:lin w14:ang="5400000" w14:scaled="0"/>
                  </w14:gradFill>
                </w14:textFill>
                <w14:props3d w14:extrusionH="0" w14:contourW="25400" w14:prstMaterial="matte">
                  <w14:bevelT w14:w="25400" w14:h="55880" w14:prst="artDeco"/>
                  <w14:contourClr>
                    <w14:schemeClr w14:val="accent2">
                      <w14:tint w14:val="20000"/>
                    </w14:schemeClr>
                  </w14:contourClr>
                </w14:props3d>
              </w:rPr>
            </w:pPr>
            <w:sdt>
              <w:sdtPr>
                <w:rPr>
                  <w:rFonts w:cs="Calibri"/>
                  <w:color w:val="7030A0"/>
                  <w:szCs w:val="22"/>
                </w:rPr>
                <w:id w:val="403880731"/>
                <w:placeholder>
                  <w:docPart w:val="930220118BD0458D97ED4D812AF75A6F"/>
                </w:placeholder>
                <w:showingPlcHdr/>
                <w:text/>
              </w:sdtPr>
              <w:sdtEndPr/>
              <w:sdtContent>
                <w:r w:rsidR="0030457A" w:rsidRPr="0030457A">
                  <w:rPr>
                    <w:rStyle w:val="PlaceholderText"/>
                    <w:rFonts w:cs="Calibri"/>
                    <w:color w:val="7030A0"/>
                    <w:szCs w:val="22"/>
                  </w:rPr>
                  <w:t>Click here to enter text.</w:t>
                </w:r>
              </w:sdtContent>
            </w:sdt>
          </w:p>
        </w:tc>
      </w:tr>
      <w:tr w:rsidR="0030457A" w:rsidRPr="00947045" w:rsidTr="00630E8E">
        <w:tc>
          <w:tcPr>
            <w:tcW w:w="415" w:type="pct"/>
            <w:vAlign w:val="center"/>
          </w:tcPr>
          <w:p w:rsidR="0030457A" w:rsidRPr="00947045" w:rsidRDefault="0030457A" w:rsidP="00630E8E">
            <w:pPr>
              <w:rPr>
                <w:sz w:val="40"/>
                <w:szCs w:val="40"/>
              </w:rPr>
            </w:pPr>
            <w:r>
              <w:rPr>
                <w:b/>
                <w:spacing w:val="10"/>
                <w:sz w:val="72"/>
                <w:szCs w:val="72"/>
                <w:lang w:val="en-US"/>
                <w14:shadow w14:blurRad="76200" w14:dist="50800" w14:dir="5400000" w14:sx="100000" w14:sy="100000" w14:kx="0" w14:ky="0" w14:algn="tl">
                  <w14:srgbClr w14:val="000000">
                    <w14:alpha w14:val="35000"/>
                  </w14:srgbClr>
                </w14:shadow>
                <w14:textOutline w14:w="1143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5000">
                        <w14:schemeClr w14:val="accent2">
                          <w14:satMod w14:val="155000"/>
                        </w14:schemeClr>
                      </w14:gs>
                      <w14:gs w14:pos="100000">
                        <w14:schemeClr w14:val="accent2">
                          <w14:shade w14:val="45000"/>
                          <w14:satMod w14:val="165000"/>
                        </w14:schemeClr>
                      </w14:gs>
                    </w14:gsLst>
                    <w14:lin w14:ang="5400000" w14:scaled="0"/>
                  </w14:gradFill>
                </w14:textFill>
                <w14:props3d w14:extrusionH="0" w14:contourW="25400" w14:prstMaterial="matte">
                  <w14:bevelT w14:w="25400" w14:h="55880" w14:prst="artDeco"/>
                  <w14:contourClr>
                    <w14:schemeClr w14:val="accent2">
                      <w14:tint w14:val="20000"/>
                    </w14:schemeClr>
                  </w14:contourClr>
                </w14:props3d>
              </w:rPr>
              <w:t>I</w:t>
            </w:r>
          </w:p>
        </w:tc>
        <w:tc>
          <w:tcPr>
            <w:tcW w:w="4585" w:type="pct"/>
            <w:vAlign w:val="center"/>
          </w:tcPr>
          <w:p w:rsidR="0030457A" w:rsidRPr="008C7BDE" w:rsidRDefault="00714239" w:rsidP="00630E8E">
            <w:pPr>
              <w:rPr>
                <w:rFonts w:cs="Calibri"/>
                <w:b/>
                <w:spacing w:val="10"/>
                <w:szCs w:val="22"/>
                <w:lang w:val="en-US"/>
                <w14:shadow w14:blurRad="76200" w14:dist="50800" w14:dir="5400000" w14:sx="100000" w14:sy="100000" w14:kx="0" w14:ky="0" w14:algn="tl">
                  <w14:srgbClr w14:val="000000">
                    <w14:alpha w14:val="35000"/>
                  </w14:srgbClr>
                </w14:shadow>
                <w14:textOutline w14:w="1143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5000">
                        <w14:schemeClr w14:val="accent2">
                          <w14:satMod w14:val="155000"/>
                        </w14:schemeClr>
                      </w14:gs>
                      <w14:gs w14:pos="100000">
                        <w14:schemeClr w14:val="accent2">
                          <w14:shade w14:val="45000"/>
                          <w14:satMod w14:val="165000"/>
                        </w14:schemeClr>
                      </w14:gs>
                    </w14:gsLst>
                    <w14:lin w14:ang="5400000" w14:scaled="0"/>
                  </w14:gradFill>
                </w14:textFill>
                <w14:props3d w14:extrusionH="0" w14:contourW="25400" w14:prstMaterial="matte">
                  <w14:bevelT w14:w="25400" w14:h="55880" w14:prst="artDeco"/>
                  <w14:contourClr>
                    <w14:schemeClr w14:val="accent2">
                      <w14:tint w14:val="20000"/>
                    </w14:schemeClr>
                  </w14:contourClr>
                </w14:props3d>
              </w:rPr>
            </w:pPr>
            <w:sdt>
              <w:sdtPr>
                <w:rPr>
                  <w:rFonts w:cs="Calibri"/>
                  <w:color w:val="00B050"/>
                  <w:szCs w:val="22"/>
                </w:rPr>
                <w:id w:val="1007788114"/>
                <w:placeholder>
                  <w:docPart w:val="2AC808E86F124BD7AC6DE821CBC4B175"/>
                </w:placeholder>
                <w:showingPlcHdr/>
                <w:text/>
              </w:sdtPr>
              <w:sdtEndPr/>
              <w:sdtContent>
                <w:r w:rsidR="0030457A" w:rsidRPr="0030457A">
                  <w:rPr>
                    <w:rStyle w:val="PlaceholderText"/>
                    <w:rFonts w:cs="Calibri"/>
                    <w:color w:val="00B050"/>
                    <w:szCs w:val="22"/>
                  </w:rPr>
                  <w:t>Click here to enter text.</w:t>
                </w:r>
              </w:sdtContent>
            </w:sdt>
          </w:p>
        </w:tc>
      </w:tr>
      <w:tr w:rsidR="0030457A" w:rsidRPr="00947045" w:rsidTr="00630E8E">
        <w:tc>
          <w:tcPr>
            <w:tcW w:w="415" w:type="pct"/>
            <w:vAlign w:val="center"/>
          </w:tcPr>
          <w:p w:rsidR="0030457A" w:rsidRPr="00947045" w:rsidRDefault="0030457A" w:rsidP="00630E8E">
            <w:pPr>
              <w:rPr>
                <w:sz w:val="40"/>
                <w:szCs w:val="40"/>
              </w:rPr>
            </w:pPr>
            <w:r>
              <w:rPr>
                <w:b/>
                <w:spacing w:val="10"/>
                <w:sz w:val="72"/>
                <w:szCs w:val="72"/>
                <w:lang w:val="en-US"/>
                <w14:shadow w14:blurRad="76200" w14:dist="50800" w14:dir="5400000" w14:sx="100000" w14:sy="100000" w14:kx="0" w14:ky="0" w14:algn="tl">
                  <w14:srgbClr w14:val="000000">
                    <w14:alpha w14:val="35000"/>
                  </w14:srgbClr>
                </w14:shadow>
                <w14:textOutline w14:w="1143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5000">
                        <w14:schemeClr w14:val="accent2">
                          <w14:satMod w14:val="155000"/>
                        </w14:schemeClr>
                      </w14:gs>
                      <w14:gs w14:pos="100000">
                        <w14:schemeClr w14:val="accent2">
                          <w14:shade w14:val="45000"/>
                          <w14:satMod w14:val="165000"/>
                        </w14:schemeClr>
                      </w14:gs>
                    </w14:gsLst>
                    <w14:lin w14:ang="5400000" w14:scaled="0"/>
                  </w14:gradFill>
                </w14:textFill>
                <w14:props3d w14:extrusionH="0" w14:contourW="25400" w14:prstMaterial="matte">
                  <w14:bevelT w14:w="25400" w14:h="55880" w14:prst="artDeco"/>
                  <w14:contourClr>
                    <w14:schemeClr w14:val="accent2">
                      <w14:tint w14:val="20000"/>
                    </w14:schemeClr>
                  </w14:contourClr>
                </w14:props3d>
              </w:rPr>
              <w:t>R</w:t>
            </w:r>
          </w:p>
        </w:tc>
        <w:tc>
          <w:tcPr>
            <w:tcW w:w="4585" w:type="pct"/>
            <w:vAlign w:val="center"/>
          </w:tcPr>
          <w:p w:rsidR="0030457A" w:rsidRPr="008C7BDE" w:rsidRDefault="00714239" w:rsidP="00630E8E">
            <w:pPr>
              <w:rPr>
                <w:rFonts w:cs="Calibri"/>
                <w:b/>
                <w:spacing w:val="10"/>
                <w:szCs w:val="22"/>
                <w:lang w:val="en-US"/>
                <w14:shadow w14:blurRad="76200" w14:dist="50800" w14:dir="5400000" w14:sx="100000" w14:sy="100000" w14:kx="0" w14:ky="0" w14:algn="tl">
                  <w14:srgbClr w14:val="000000">
                    <w14:alpha w14:val="35000"/>
                  </w14:srgbClr>
                </w14:shadow>
                <w14:textOutline w14:w="1143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5000">
                        <w14:schemeClr w14:val="accent2">
                          <w14:satMod w14:val="155000"/>
                        </w14:schemeClr>
                      </w14:gs>
                      <w14:gs w14:pos="100000">
                        <w14:schemeClr w14:val="accent2">
                          <w14:shade w14:val="45000"/>
                          <w14:satMod w14:val="165000"/>
                        </w14:schemeClr>
                      </w14:gs>
                    </w14:gsLst>
                    <w14:lin w14:ang="5400000" w14:scaled="0"/>
                  </w14:gradFill>
                </w14:textFill>
                <w14:props3d w14:extrusionH="0" w14:contourW="25400" w14:prstMaterial="matte">
                  <w14:bevelT w14:w="25400" w14:h="55880" w14:prst="artDeco"/>
                  <w14:contourClr>
                    <w14:schemeClr w14:val="accent2">
                      <w14:tint w14:val="20000"/>
                    </w14:schemeClr>
                  </w14:contourClr>
                </w14:props3d>
              </w:rPr>
            </w:pPr>
            <w:sdt>
              <w:sdtPr>
                <w:rPr>
                  <w:rFonts w:cs="Calibri"/>
                  <w:szCs w:val="22"/>
                </w:rPr>
                <w:id w:val="1504091844"/>
                <w:placeholder>
                  <w:docPart w:val="C6C6103E299E4C4DBDBDFCA53DE484FF"/>
                </w:placeholder>
                <w:showingPlcHdr/>
                <w:text/>
              </w:sdtPr>
              <w:sdtEndPr/>
              <w:sdtContent>
                <w:r w:rsidR="0030457A" w:rsidRPr="0030457A">
                  <w:rPr>
                    <w:rStyle w:val="PlaceholderText"/>
                    <w:rFonts w:cs="Calibri"/>
                    <w:color w:val="7030A0"/>
                    <w:szCs w:val="22"/>
                  </w:rPr>
                  <w:t>Click here to enter text.</w:t>
                </w:r>
              </w:sdtContent>
            </w:sdt>
          </w:p>
        </w:tc>
      </w:tr>
      <w:tr w:rsidR="0030457A" w:rsidRPr="00947045" w:rsidTr="00630E8E">
        <w:tc>
          <w:tcPr>
            <w:tcW w:w="415" w:type="pct"/>
            <w:vAlign w:val="center"/>
          </w:tcPr>
          <w:p w:rsidR="0030457A" w:rsidRPr="00947045" w:rsidRDefault="0030457A" w:rsidP="00630E8E">
            <w:pPr>
              <w:rPr>
                <w:sz w:val="40"/>
                <w:szCs w:val="40"/>
              </w:rPr>
            </w:pPr>
            <w:r>
              <w:rPr>
                <w:b/>
                <w:spacing w:val="10"/>
                <w:sz w:val="72"/>
                <w:szCs w:val="72"/>
                <w:lang w:val="en-US"/>
                <w14:shadow w14:blurRad="76200" w14:dist="50800" w14:dir="5400000" w14:sx="100000" w14:sy="100000" w14:kx="0" w14:ky="0" w14:algn="tl">
                  <w14:srgbClr w14:val="000000">
                    <w14:alpha w14:val="35000"/>
                  </w14:srgbClr>
                </w14:shadow>
                <w14:textOutline w14:w="1143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5000">
                        <w14:schemeClr w14:val="accent2">
                          <w14:satMod w14:val="155000"/>
                        </w14:schemeClr>
                      </w14:gs>
                      <w14:gs w14:pos="100000">
                        <w14:schemeClr w14:val="accent2">
                          <w14:shade w14:val="45000"/>
                          <w14:satMod w14:val="165000"/>
                        </w14:schemeClr>
                      </w14:gs>
                    </w14:gsLst>
                    <w14:lin w14:ang="5400000" w14:scaled="0"/>
                  </w14:gradFill>
                </w14:textFill>
                <w14:props3d w14:extrusionH="0" w14:contourW="25400" w14:prstMaterial="matte">
                  <w14:bevelT w14:w="25400" w14:h="55880" w14:prst="artDeco"/>
                  <w14:contourClr>
                    <w14:schemeClr w14:val="accent2">
                      <w14:tint w14:val="20000"/>
                    </w14:schemeClr>
                  </w14:contourClr>
                </w14:props3d>
              </w:rPr>
              <w:t>L</w:t>
            </w:r>
          </w:p>
        </w:tc>
        <w:tc>
          <w:tcPr>
            <w:tcW w:w="4585" w:type="pct"/>
            <w:vAlign w:val="center"/>
          </w:tcPr>
          <w:p w:rsidR="0030457A" w:rsidRPr="008C7BDE" w:rsidRDefault="00714239" w:rsidP="00630E8E">
            <w:pPr>
              <w:rPr>
                <w:rFonts w:cs="Calibri"/>
                <w:b/>
                <w:spacing w:val="10"/>
                <w:szCs w:val="22"/>
                <w:lang w:val="en-US"/>
                <w14:shadow w14:blurRad="76200" w14:dist="50800" w14:dir="5400000" w14:sx="100000" w14:sy="100000" w14:kx="0" w14:ky="0" w14:algn="tl">
                  <w14:srgbClr w14:val="000000">
                    <w14:alpha w14:val="35000"/>
                  </w14:srgbClr>
                </w14:shadow>
                <w14:textOutline w14:w="1143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5000">
                        <w14:schemeClr w14:val="accent2">
                          <w14:satMod w14:val="155000"/>
                        </w14:schemeClr>
                      </w14:gs>
                      <w14:gs w14:pos="100000">
                        <w14:schemeClr w14:val="accent2">
                          <w14:shade w14:val="45000"/>
                          <w14:satMod w14:val="165000"/>
                        </w14:schemeClr>
                      </w14:gs>
                    </w14:gsLst>
                    <w14:lin w14:ang="5400000" w14:scaled="0"/>
                  </w14:gradFill>
                </w14:textFill>
                <w14:props3d w14:extrusionH="0" w14:contourW="25400" w14:prstMaterial="matte">
                  <w14:bevelT w14:w="25400" w14:h="55880" w14:prst="artDeco"/>
                  <w14:contourClr>
                    <w14:schemeClr w14:val="accent2">
                      <w14:tint w14:val="20000"/>
                    </w14:schemeClr>
                  </w14:contourClr>
                </w14:props3d>
              </w:rPr>
            </w:pPr>
            <w:sdt>
              <w:sdtPr>
                <w:rPr>
                  <w:rFonts w:cs="Calibri"/>
                  <w:szCs w:val="22"/>
                </w:rPr>
                <w:id w:val="-1267917756"/>
                <w:placeholder>
                  <w:docPart w:val="0087B4F3300D4BD1AFD1B4CEB2E8FD5B"/>
                </w:placeholder>
                <w:showingPlcHdr/>
                <w:text/>
              </w:sdtPr>
              <w:sdtEndPr/>
              <w:sdtContent>
                <w:r w:rsidR="0030457A" w:rsidRPr="0030457A">
                  <w:rPr>
                    <w:rStyle w:val="PlaceholderText"/>
                    <w:rFonts w:cs="Calibri"/>
                    <w:color w:val="00B050"/>
                    <w:szCs w:val="22"/>
                  </w:rPr>
                  <w:t>Click here to enter text.</w:t>
                </w:r>
              </w:sdtContent>
            </w:sdt>
          </w:p>
        </w:tc>
      </w:tr>
    </w:tbl>
    <w:p w:rsidR="0030457A" w:rsidRDefault="0030457A" w:rsidP="0030457A">
      <w:pPr>
        <w:rPr>
          <w:rFonts w:cs="Franklin Gothic Book"/>
          <w:color w:val="000000"/>
        </w:rPr>
      </w:pPr>
    </w:p>
    <w:p w:rsidR="0030457A" w:rsidRDefault="0030457A" w:rsidP="0030457A">
      <w:pPr>
        <w:spacing w:line="360" w:lineRule="auto"/>
        <w:rPr>
          <w:rFonts w:cs="Franklin Gothic Book"/>
          <w:color w:val="000000"/>
        </w:rPr>
      </w:pPr>
      <w:r>
        <w:rPr>
          <w:rFonts w:cs="Franklin Gothic Book"/>
          <w:color w:val="000000"/>
        </w:rPr>
        <w:t xml:space="preserve"> </w:t>
      </w:r>
    </w:p>
    <w:p w:rsidR="0030457A" w:rsidRDefault="0030457A">
      <w:pPr>
        <w:spacing w:after="0" w:line="240" w:lineRule="auto"/>
        <w:rPr>
          <w:rFonts w:cs="Franklin Gothic Book"/>
          <w:color w:val="000000"/>
        </w:rPr>
      </w:pPr>
      <w:r>
        <w:rPr>
          <w:rFonts w:cs="Franklin Gothic Book"/>
          <w:color w:val="000000"/>
        </w:rPr>
        <w:br w:type="page"/>
      </w:r>
    </w:p>
    <w:p w:rsidR="0030457A" w:rsidRDefault="0030457A" w:rsidP="0030457A">
      <w:pPr>
        <w:rPr>
          <w:rFonts w:cs="Franklin Gothic Book"/>
          <w:color w:val="000000"/>
        </w:rPr>
      </w:pPr>
    </w:p>
    <w:p w:rsidR="0030457A" w:rsidRPr="000656F8" w:rsidRDefault="0030457A" w:rsidP="0030457A">
      <w:pPr>
        <w:tabs>
          <w:tab w:val="right" w:pos="9356"/>
        </w:tabs>
        <w:rPr>
          <w:b/>
          <w:color w:val="FFFFFF"/>
          <w:sz w:val="28"/>
          <w:szCs w:val="28"/>
          <w:highlight w:val="black"/>
        </w:rPr>
      </w:pPr>
      <w:r>
        <w:rPr>
          <w:b/>
          <w:color w:val="FFFFFF"/>
          <w:sz w:val="28"/>
          <w:szCs w:val="28"/>
          <w:highlight w:val="black"/>
        </w:rPr>
        <w:t>Question 2</w:t>
      </w:r>
      <w:r>
        <w:rPr>
          <w:b/>
          <w:color w:val="FFFFFF"/>
          <w:sz w:val="28"/>
          <w:szCs w:val="28"/>
          <w:highlight w:val="black"/>
        </w:rPr>
        <w:tab/>
      </w:r>
    </w:p>
    <w:p w:rsidR="0030457A" w:rsidRDefault="0030457A" w:rsidP="0030457A">
      <w:pPr>
        <w:rPr>
          <w:rFonts w:cs="Tahoma"/>
        </w:rPr>
      </w:pPr>
    </w:p>
    <w:p w:rsidR="0030457A" w:rsidRDefault="0030457A" w:rsidP="0030457A">
      <w:pPr>
        <w:rPr>
          <w:rFonts w:cs="Tahoma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383"/>
        <w:gridCol w:w="3633"/>
      </w:tblGrid>
      <w:tr w:rsidR="0030457A" w:rsidRPr="00017C98" w:rsidTr="00554D1D"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30457A" w:rsidRDefault="0030457A" w:rsidP="0030457A">
            <w:pPr>
              <w:rPr>
                <w:b/>
              </w:rPr>
            </w:pPr>
            <w:r w:rsidRPr="0030457A">
              <w:rPr>
                <w:rFonts w:cs="Franklin Gothic Book"/>
                <w:color w:val="000000"/>
                <w:sz w:val="28"/>
                <w:szCs w:val="28"/>
              </w:rPr>
              <w:t xml:space="preserve">Key </w:t>
            </w:r>
            <w:r w:rsidRPr="0030457A">
              <w:rPr>
                <w:rFonts w:cs="Franklin Gothic Book"/>
                <w:b/>
                <w:color w:val="000000"/>
                <w:sz w:val="28"/>
                <w:szCs w:val="28"/>
              </w:rPr>
              <w:t xml:space="preserve">Yes </w:t>
            </w:r>
            <w:r w:rsidRPr="0030457A">
              <w:rPr>
                <w:rFonts w:cs="Franklin Gothic Book"/>
                <w:color w:val="000000"/>
                <w:sz w:val="28"/>
                <w:szCs w:val="28"/>
              </w:rPr>
              <w:t>beside examples of</w:t>
            </w:r>
            <w:r w:rsidR="00345197">
              <w:rPr>
                <w:rFonts w:cs="Franklin Gothic Book"/>
                <w:color w:val="000000"/>
                <w:sz w:val="28"/>
                <w:szCs w:val="28"/>
              </w:rPr>
              <w:t xml:space="preserve"> </w:t>
            </w:r>
            <w:r w:rsidR="00554D1D">
              <w:rPr>
                <w:rFonts w:cs="Franklin Gothic Book"/>
                <w:color w:val="000000"/>
                <w:sz w:val="28"/>
                <w:szCs w:val="28"/>
              </w:rPr>
              <w:br/>
            </w:r>
            <w:r w:rsidR="00345197" w:rsidRPr="00C600AA">
              <w:rPr>
                <w:rFonts w:cs="Franklin Gothic Book"/>
                <w:b/>
                <w:color w:val="00B050"/>
                <w:sz w:val="28"/>
                <w:szCs w:val="28"/>
              </w:rPr>
              <w:t>current</w:t>
            </w:r>
            <w:r w:rsidRPr="00C600AA">
              <w:rPr>
                <w:rFonts w:cs="Franklin Gothic Book"/>
                <w:b/>
                <w:color w:val="00B050"/>
                <w:sz w:val="28"/>
                <w:szCs w:val="28"/>
              </w:rPr>
              <w:t xml:space="preserve"> System Software</w:t>
            </w:r>
          </w:p>
        </w:tc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:rsidR="0030457A" w:rsidRDefault="00345197" w:rsidP="00345197">
            <w:pPr>
              <w:jc w:val="center"/>
              <w:rPr>
                <w:b/>
              </w:rPr>
            </w:pPr>
            <w:r>
              <w:rPr>
                <w:b/>
              </w:rPr>
              <w:t xml:space="preserve">Tick if the system software is a </w:t>
            </w:r>
            <w:r w:rsidRPr="00345197">
              <w:rPr>
                <w:b/>
                <w:color w:val="FF00FF"/>
              </w:rPr>
              <w:t>Mobile operating system</w:t>
            </w:r>
          </w:p>
        </w:tc>
      </w:tr>
      <w:tr w:rsidR="0030457A" w:rsidRPr="00017C98" w:rsidTr="00554D1D"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57A" w:rsidRPr="00017C98" w:rsidRDefault="0030457A" w:rsidP="00554D1D">
            <w:pPr>
              <w:spacing w:before="240" w:after="240" w:line="240" w:lineRule="auto"/>
            </w:pPr>
            <w:r>
              <w:rPr>
                <w:b/>
              </w:rPr>
              <w:t>Microsoft Word</w:t>
            </w:r>
            <w:r w:rsidRPr="00017C98">
              <w:t xml:space="preserve"> </w:t>
            </w:r>
            <w:r>
              <w:t xml:space="preserve">– </w:t>
            </w:r>
            <w:sdt>
              <w:sdtPr>
                <w:rPr>
                  <w:color w:val="00B050"/>
                </w:rPr>
                <w:id w:val="-758210914"/>
                <w:placeholder>
                  <w:docPart w:val="2F76E30B53234DE8B0B4A248B5CC5195"/>
                </w:placeholder>
                <w:showingPlcHdr/>
                <w:text/>
              </w:sdtPr>
              <w:sdtEndPr/>
              <w:sdtContent>
                <w:r w:rsidRPr="00345197">
                  <w:rPr>
                    <w:rStyle w:val="PlaceholderText"/>
                    <w:color w:val="00B050"/>
                  </w:rPr>
                  <w:t>Click here to enter text.</w:t>
                </w:r>
              </w:sdtContent>
            </w:sdt>
          </w:p>
        </w:tc>
        <w:sdt>
          <w:sdtPr>
            <w:rPr>
              <w:b/>
              <w:color w:val="FF00FF"/>
            </w:rPr>
            <w:id w:val="-131869116"/>
            <w15:color w:val="FF00FF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201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30457A" w:rsidRDefault="0039796A" w:rsidP="00554D1D">
                <w:pPr>
                  <w:spacing w:before="240" w:after="240" w:line="240" w:lineRule="auto"/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color w:val="FF00FF"/>
                  </w:rPr>
                  <w:t>☐</w:t>
                </w:r>
              </w:p>
            </w:tc>
          </w:sdtContent>
        </w:sdt>
      </w:tr>
      <w:tr w:rsidR="00345197" w:rsidRPr="00017C98" w:rsidTr="00554D1D"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197" w:rsidRPr="00017C98" w:rsidRDefault="00345197" w:rsidP="00554D1D">
            <w:pPr>
              <w:spacing w:before="240" w:after="240" w:line="240" w:lineRule="auto"/>
            </w:pPr>
            <w:r>
              <w:rPr>
                <w:b/>
              </w:rPr>
              <w:t>Windows 10</w:t>
            </w:r>
            <w:r w:rsidRPr="00017C98">
              <w:t xml:space="preserve"> </w:t>
            </w:r>
            <w:r>
              <w:t xml:space="preserve">– </w:t>
            </w:r>
            <w:sdt>
              <w:sdtPr>
                <w:rPr>
                  <w:color w:val="7030A0"/>
                </w:rPr>
                <w:id w:val="597300678"/>
                <w:placeholder>
                  <w:docPart w:val="D9488734BEAC4E30A24FD337431EC7F2"/>
                </w:placeholder>
                <w:showingPlcHdr/>
                <w:text/>
              </w:sdtPr>
              <w:sdtEndPr/>
              <w:sdtContent>
                <w:r w:rsidRPr="00345197">
                  <w:rPr>
                    <w:rStyle w:val="PlaceholderText"/>
                    <w:color w:val="7030A0"/>
                  </w:rPr>
                  <w:t>Click here to enter text.</w:t>
                </w:r>
              </w:sdtContent>
            </w:sdt>
          </w:p>
        </w:tc>
        <w:sdt>
          <w:sdtPr>
            <w:rPr>
              <w:b/>
              <w:color w:val="FF00FF"/>
            </w:rPr>
            <w:id w:val="-1291741451"/>
            <w15:color w:val="FF00FF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201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345197" w:rsidRDefault="00345197" w:rsidP="00554D1D">
                <w:pPr>
                  <w:spacing w:before="240" w:after="240" w:line="240" w:lineRule="auto"/>
                  <w:jc w:val="center"/>
                  <w:rPr>
                    <w:b/>
                  </w:rPr>
                </w:pPr>
                <w:r w:rsidRPr="00345197">
                  <w:rPr>
                    <w:rFonts w:ascii="MS Gothic" w:eastAsia="MS Gothic" w:hAnsi="MS Gothic" w:hint="eastAsia"/>
                    <w:b/>
                    <w:color w:val="FF00FF"/>
                  </w:rPr>
                  <w:t>☐</w:t>
                </w:r>
              </w:p>
            </w:tc>
          </w:sdtContent>
        </w:sdt>
      </w:tr>
      <w:tr w:rsidR="00345197" w:rsidRPr="00017C98" w:rsidTr="00554D1D"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197" w:rsidRPr="00554D1D" w:rsidRDefault="00345197" w:rsidP="00554D1D">
            <w:pPr>
              <w:spacing w:before="240" w:after="240" w:line="240" w:lineRule="auto"/>
            </w:pPr>
            <w:r>
              <w:rPr>
                <w:b/>
              </w:rPr>
              <w:t>Android</w:t>
            </w:r>
            <w:r>
              <w:t xml:space="preserve"> –</w:t>
            </w:r>
            <w:r>
              <w:rPr>
                <w:b/>
              </w:rPr>
              <w:t xml:space="preserve"> </w:t>
            </w:r>
            <w:sdt>
              <w:sdtPr>
                <w:id w:val="86894318"/>
                <w:placeholder>
                  <w:docPart w:val="65B25A603F214721B699C9F41D2EE343"/>
                </w:placeholder>
                <w:showingPlcHdr/>
                <w:text/>
              </w:sdtPr>
              <w:sdtEndPr/>
              <w:sdtContent>
                <w:r w:rsidRPr="00345197">
                  <w:rPr>
                    <w:rStyle w:val="PlaceholderText"/>
                    <w:color w:val="00B050"/>
                  </w:rPr>
                  <w:t>Click here to enter text.</w:t>
                </w:r>
              </w:sdtContent>
            </w:sdt>
          </w:p>
        </w:tc>
        <w:sdt>
          <w:sdtPr>
            <w:rPr>
              <w:b/>
              <w:color w:val="FF00FF"/>
            </w:rPr>
            <w:id w:val="540715120"/>
            <w15:color w:val="FF00FF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201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345197" w:rsidRDefault="00345197" w:rsidP="00554D1D">
                <w:pPr>
                  <w:spacing w:before="240" w:after="240" w:line="240" w:lineRule="auto"/>
                  <w:jc w:val="center"/>
                  <w:rPr>
                    <w:b/>
                  </w:rPr>
                </w:pPr>
                <w:r w:rsidRPr="00345197">
                  <w:rPr>
                    <w:rFonts w:ascii="MS Gothic" w:eastAsia="MS Gothic" w:hAnsi="MS Gothic" w:hint="eastAsia"/>
                    <w:b/>
                    <w:color w:val="FF00FF"/>
                  </w:rPr>
                  <w:t>☐</w:t>
                </w:r>
              </w:p>
            </w:tc>
          </w:sdtContent>
        </w:sdt>
      </w:tr>
      <w:tr w:rsidR="00345197" w:rsidRPr="00017C98" w:rsidTr="00554D1D"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197" w:rsidRPr="00017C98" w:rsidRDefault="00345197" w:rsidP="00554D1D">
            <w:pPr>
              <w:spacing w:before="240" w:after="240" w:line="240" w:lineRule="auto"/>
            </w:pPr>
            <w:r>
              <w:rPr>
                <w:b/>
              </w:rPr>
              <w:t>Microsoft Excel</w:t>
            </w:r>
            <w:r w:rsidRPr="00017C98">
              <w:t xml:space="preserve"> </w:t>
            </w:r>
            <w:r>
              <w:t xml:space="preserve">– </w:t>
            </w:r>
            <w:sdt>
              <w:sdtPr>
                <w:id w:val="-955869880"/>
                <w:placeholder>
                  <w:docPart w:val="F2BB30366AA64591BC501C263C039A01"/>
                </w:placeholder>
                <w:showingPlcHdr/>
                <w:text/>
              </w:sdtPr>
              <w:sdtEndPr/>
              <w:sdtContent>
                <w:r w:rsidRPr="00345197">
                  <w:rPr>
                    <w:rStyle w:val="PlaceholderText"/>
                    <w:color w:val="7030A0"/>
                  </w:rPr>
                  <w:t>Click here to enter text.</w:t>
                </w:r>
              </w:sdtContent>
            </w:sdt>
          </w:p>
        </w:tc>
        <w:sdt>
          <w:sdtPr>
            <w:rPr>
              <w:b/>
              <w:color w:val="FF00FF"/>
            </w:rPr>
            <w:id w:val="-394202153"/>
            <w15:color w:val="FF00FF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201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345197" w:rsidRDefault="00345197" w:rsidP="00554D1D">
                <w:pPr>
                  <w:spacing w:before="240" w:after="240" w:line="240" w:lineRule="auto"/>
                  <w:jc w:val="center"/>
                  <w:rPr>
                    <w:b/>
                  </w:rPr>
                </w:pPr>
                <w:r w:rsidRPr="00345197">
                  <w:rPr>
                    <w:rFonts w:ascii="MS Gothic" w:eastAsia="MS Gothic" w:hAnsi="MS Gothic" w:hint="eastAsia"/>
                    <w:b/>
                    <w:color w:val="FF00FF"/>
                  </w:rPr>
                  <w:t>☐</w:t>
                </w:r>
              </w:p>
            </w:tc>
          </w:sdtContent>
        </w:sdt>
      </w:tr>
      <w:tr w:rsidR="00345197" w:rsidRPr="00017C98" w:rsidTr="00554D1D"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197" w:rsidRPr="00017C98" w:rsidRDefault="00345197" w:rsidP="00554D1D">
            <w:pPr>
              <w:spacing w:before="240" w:after="240" w:line="240" w:lineRule="auto"/>
            </w:pPr>
            <w:r>
              <w:rPr>
                <w:b/>
              </w:rPr>
              <w:t>Unix</w:t>
            </w:r>
            <w:r>
              <w:t xml:space="preserve">– </w:t>
            </w:r>
            <w:sdt>
              <w:sdtPr>
                <w:id w:val="-436291922"/>
                <w:placeholder>
                  <w:docPart w:val="346636552A614A4D8F62D7E2D5CB20BC"/>
                </w:placeholder>
                <w:showingPlcHdr/>
                <w:text/>
              </w:sdtPr>
              <w:sdtEndPr/>
              <w:sdtContent>
                <w:r w:rsidRPr="00345197">
                  <w:rPr>
                    <w:rStyle w:val="PlaceholderText"/>
                    <w:color w:val="00B050"/>
                  </w:rPr>
                  <w:t>Click here to enter text.</w:t>
                </w:r>
              </w:sdtContent>
            </w:sdt>
          </w:p>
        </w:tc>
        <w:sdt>
          <w:sdtPr>
            <w:rPr>
              <w:b/>
              <w:color w:val="FF00FF"/>
            </w:rPr>
            <w:id w:val="1414281608"/>
            <w15:color w:val="FF00FF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201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345197" w:rsidRDefault="00345197" w:rsidP="00554D1D">
                <w:pPr>
                  <w:spacing w:before="240" w:after="240" w:line="240" w:lineRule="auto"/>
                  <w:jc w:val="center"/>
                  <w:rPr>
                    <w:b/>
                  </w:rPr>
                </w:pPr>
                <w:r w:rsidRPr="00345197">
                  <w:rPr>
                    <w:rFonts w:ascii="MS Gothic" w:eastAsia="MS Gothic" w:hAnsi="MS Gothic" w:hint="eastAsia"/>
                    <w:b/>
                    <w:color w:val="FF00FF"/>
                  </w:rPr>
                  <w:t>☐</w:t>
                </w:r>
              </w:p>
            </w:tc>
          </w:sdtContent>
        </w:sdt>
      </w:tr>
      <w:tr w:rsidR="00345197" w:rsidRPr="00017C98" w:rsidTr="00554D1D"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197" w:rsidRPr="00017C98" w:rsidRDefault="00345197" w:rsidP="00554D1D">
            <w:pPr>
              <w:spacing w:before="240" w:after="240" w:line="240" w:lineRule="auto"/>
            </w:pPr>
            <w:r>
              <w:rPr>
                <w:b/>
              </w:rPr>
              <w:t>MacIntosh</w:t>
            </w:r>
            <w:r w:rsidRPr="00017C98">
              <w:t xml:space="preserve"> </w:t>
            </w:r>
            <w:r>
              <w:t xml:space="preserve">– </w:t>
            </w:r>
            <w:sdt>
              <w:sdtPr>
                <w:id w:val="2114397059"/>
                <w:placeholder>
                  <w:docPart w:val="20B882A105B34E52BE21DC6CFCA94A3B"/>
                </w:placeholder>
                <w:showingPlcHdr/>
                <w:text/>
              </w:sdtPr>
              <w:sdtEndPr/>
              <w:sdtContent>
                <w:r w:rsidRPr="00345197">
                  <w:rPr>
                    <w:rStyle w:val="PlaceholderText"/>
                    <w:color w:val="7030A0"/>
                  </w:rPr>
                  <w:t>Click here to enter text.</w:t>
                </w:r>
              </w:sdtContent>
            </w:sdt>
          </w:p>
        </w:tc>
        <w:sdt>
          <w:sdtPr>
            <w:rPr>
              <w:b/>
              <w:color w:val="FF00FF"/>
            </w:rPr>
            <w:id w:val="239450372"/>
            <w15:color w:val="FF00FF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201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345197" w:rsidRDefault="00345197" w:rsidP="00554D1D">
                <w:pPr>
                  <w:spacing w:before="240" w:after="240" w:line="240" w:lineRule="auto"/>
                  <w:jc w:val="center"/>
                  <w:rPr>
                    <w:b/>
                  </w:rPr>
                </w:pPr>
                <w:r w:rsidRPr="00345197">
                  <w:rPr>
                    <w:rFonts w:ascii="MS Gothic" w:eastAsia="MS Gothic" w:hAnsi="MS Gothic" w:hint="eastAsia"/>
                    <w:b/>
                    <w:color w:val="FF00FF"/>
                  </w:rPr>
                  <w:t>☐</w:t>
                </w:r>
              </w:p>
            </w:tc>
          </w:sdtContent>
        </w:sdt>
      </w:tr>
      <w:tr w:rsidR="00345197" w:rsidRPr="00017C98" w:rsidTr="00554D1D"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197" w:rsidRPr="004204DC" w:rsidRDefault="00345197" w:rsidP="00554D1D">
            <w:pPr>
              <w:spacing w:before="240" w:after="240" w:line="240" w:lineRule="auto"/>
            </w:pPr>
            <w:r w:rsidRPr="004204DC">
              <w:rPr>
                <w:b/>
              </w:rPr>
              <w:t>Microsoft Office</w:t>
            </w:r>
            <w:r>
              <w:t xml:space="preserve"> – </w:t>
            </w:r>
            <w:sdt>
              <w:sdtPr>
                <w:id w:val="1386838050"/>
                <w:placeholder>
                  <w:docPart w:val="A5F1BCA065E646959176C43ED7BD752A"/>
                </w:placeholder>
                <w:showingPlcHdr/>
                <w:text/>
              </w:sdtPr>
              <w:sdtEndPr/>
              <w:sdtContent>
                <w:r w:rsidRPr="00345197">
                  <w:rPr>
                    <w:rStyle w:val="PlaceholderText"/>
                    <w:color w:val="00B050"/>
                  </w:rPr>
                  <w:t>Click here to enter text.</w:t>
                </w:r>
              </w:sdtContent>
            </w:sdt>
          </w:p>
        </w:tc>
        <w:sdt>
          <w:sdtPr>
            <w:rPr>
              <w:b/>
              <w:color w:val="FF00FF"/>
            </w:rPr>
            <w:id w:val="-1306381792"/>
            <w15:color w:val="FF00FF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201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345197" w:rsidRDefault="00345197" w:rsidP="00554D1D">
                <w:pPr>
                  <w:spacing w:before="240" w:after="240" w:line="240" w:lineRule="auto"/>
                  <w:jc w:val="center"/>
                  <w:rPr>
                    <w:b/>
                  </w:rPr>
                </w:pPr>
                <w:r w:rsidRPr="00345197">
                  <w:rPr>
                    <w:rFonts w:ascii="MS Gothic" w:eastAsia="MS Gothic" w:hAnsi="MS Gothic" w:hint="eastAsia"/>
                    <w:b/>
                    <w:color w:val="FF00FF"/>
                  </w:rPr>
                  <w:t>☐</w:t>
                </w:r>
              </w:p>
            </w:tc>
          </w:sdtContent>
        </w:sdt>
      </w:tr>
      <w:tr w:rsidR="00345197" w:rsidRPr="00017C98" w:rsidTr="00554D1D"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197" w:rsidRPr="00554D1D" w:rsidRDefault="00345197" w:rsidP="00554D1D">
            <w:pPr>
              <w:spacing w:before="240" w:after="240" w:line="240" w:lineRule="auto"/>
            </w:pPr>
            <w:r>
              <w:rPr>
                <w:b/>
              </w:rPr>
              <w:t xml:space="preserve">iOS </w:t>
            </w:r>
            <w:r>
              <w:t xml:space="preserve"> –  </w:t>
            </w:r>
            <w:sdt>
              <w:sdtPr>
                <w:id w:val="-2021689634"/>
                <w:placeholder>
                  <w:docPart w:val="F3C3DF2D4E9C49218C4889A5E5273570"/>
                </w:placeholder>
                <w:showingPlcHdr/>
                <w:text/>
              </w:sdtPr>
              <w:sdtEndPr/>
              <w:sdtContent>
                <w:r w:rsidRPr="00345197">
                  <w:rPr>
                    <w:rStyle w:val="PlaceholderText"/>
                    <w:color w:val="7030A0"/>
                  </w:rPr>
                  <w:t>Click here to enter text.</w:t>
                </w:r>
              </w:sdtContent>
            </w:sdt>
          </w:p>
        </w:tc>
        <w:sdt>
          <w:sdtPr>
            <w:rPr>
              <w:b/>
              <w:color w:val="FF00FF"/>
            </w:rPr>
            <w:id w:val="-1278640839"/>
            <w15:color w:val="FF00FF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201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345197" w:rsidRDefault="00345197" w:rsidP="00554D1D">
                <w:pPr>
                  <w:spacing w:before="240" w:after="240" w:line="240" w:lineRule="auto"/>
                  <w:jc w:val="center"/>
                  <w:rPr>
                    <w:b/>
                  </w:rPr>
                </w:pPr>
                <w:r w:rsidRPr="00345197">
                  <w:rPr>
                    <w:rFonts w:ascii="MS Gothic" w:eastAsia="MS Gothic" w:hAnsi="MS Gothic" w:hint="eastAsia"/>
                    <w:b/>
                    <w:color w:val="FF00FF"/>
                  </w:rPr>
                  <w:t>☐</w:t>
                </w:r>
              </w:p>
            </w:tc>
          </w:sdtContent>
        </w:sdt>
      </w:tr>
      <w:tr w:rsidR="00345197" w:rsidRPr="00017C98" w:rsidTr="00554D1D"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197" w:rsidRPr="00554D1D" w:rsidRDefault="00345197" w:rsidP="00554D1D">
            <w:pPr>
              <w:spacing w:before="240" w:after="240" w:line="240" w:lineRule="auto"/>
            </w:pPr>
            <w:r>
              <w:rPr>
                <w:b/>
              </w:rPr>
              <w:t>Google Chrome</w:t>
            </w:r>
            <w:r>
              <w:t xml:space="preserve"> –</w:t>
            </w:r>
            <w:r>
              <w:rPr>
                <w:b/>
              </w:rPr>
              <w:t xml:space="preserve">  </w:t>
            </w:r>
            <w:sdt>
              <w:sdtPr>
                <w:id w:val="1460373371"/>
                <w:placeholder>
                  <w:docPart w:val="60643B72025C4044B849E7B6E8E8B330"/>
                </w:placeholder>
                <w:showingPlcHdr/>
                <w:text/>
              </w:sdtPr>
              <w:sdtEndPr/>
              <w:sdtContent>
                <w:r w:rsidRPr="00345197">
                  <w:rPr>
                    <w:rStyle w:val="PlaceholderText"/>
                    <w:color w:val="00B050"/>
                  </w:rPr>
                  <w:t>Click here to enter text.</w:t>
                </w:r>
              </w:sdtContent>
            </w:sdt>
          </w:p>
        </w:tc>
        <w:sdt>
          <w:sdtPr>
            <w:rPr>
              <w:b/>
              <w:color w:val="FF00FF"/>
            </w:rPr>
            <w:id w:val="-487555750"/>
            <w15:color w:val="FF00FF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201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345197" w:rsidRDefault="00345197" w:rsidP="00554D1D">
                <w:pPr>
                  <w:spacing w:before="240" w:after="240" w:line="240" w:lineRule="auto"/>
                  <w:jc w:val="center"/>
                  <w:rPr>
                    <w:b/>
                  </w:rPr>
                </w:pPr>
                <w:r w:rsidRPr="00345197">
                  <w:rPr>
                    <w:rFonts w:ascii="MS Gothic" w:eastAsia="MS Gothic" w:hAnsi="MS Gothic" w:hint="eastAsia"/>
                    <w:b/>
                    <w:color w:val="FF00FF"/>
                  </w:rPr>
                  <w:t>☐</w:t>
                </w:r>
              </w:p>
            </w:tc>
          </w:sdtContent>
        </w:sdt>
      </w:tr>
    </w:tbl>
    <w:p w:rsidR="0030457A" w:rsidRDefault="0030457A" w:rsidP="0030457A">
      <w:pPr>
        <w:rPr>
          <w:rFonts w:cs="Tahoma"/>
        </w:rPr>
      </w:pPr>
    </w:p>
    <w:p w:rsidR="0030457A" w:rsidRPr="00FD0B2E" w:rsidRDefault="0030457A" w:rsidP="0030457A">
      <w:pPr>
        <w:rPr>
          <w:rFonts w:cs="Tahoma"/>
        </w:rPr>
      </w:pPr>
      <w:r>
        <w:rPr>
          <w:rFonts w:cs="Tahoma"/>
        </w:rPr>
        <w:br w:type="page"/>
      </w:r>
    </w:p>
    <w:p w:rsidR="005968D8" w:rsidRDefault="005968D8" w:rsidP="005968D8">
      <w:pPr>
        <w:rPr>
          <w:b/>
          <w:color w:val="FFFFFF"/>
          <w:sz w:val="28"/>
          <w:szCs w:val="28"/>
          <w:highlight w:val="black"/>
        </w:rPr>
      </w:pPr>
    </w:p>
    <w:p w:rsidR="008C7BDE" w:rsidRPr="000656F8" w:rsidRDefault="00345197" w:rsidP="008C7BDE">
      <w:pPr>
        <w:tabs>
          <w:tab w:val="right" w:pos="9356"/>
        </w:tabs>
        <w:rPr>
          <w:b/>
          <w:color w:val="FFFFFF"/>
          <w:sz w:val="28"/>
          <w:szCs w:val="28"/>
          <w:highlight w:val="black"/>
        </w:rPr>
      </w:pPr>
      <w:r>
        <w:rPr>
          <w:b/>
          <w:color w:val="FFFFFF"/>
          <w:sz w:val="28"/>
          <w:szCs w:val="28"/>
          <w:highlight w:val="black"/>
        </w:rPr>
        <w:t>Question 3</w:t>
      </w:r>
      <w:r w:rsidR="008C7BDE">
        <w:rPr>
          <w:b/>
          <w:color w:val="FFFFFF"/>
          <w:sz w:val="28"/>
          <w:szCs w:val="28"/>
          <w:highlight w:val="black"/>
        </w:rPr>
        <w:tab/>
      </w:r>
    </w:p>
    <w:p w:rsidR="008C7BDE" w:rsidRPr="00554D1D" w:rsidRDefault="008C7BDE" w:rsidP="008C7BDE">
      <w:pPr>
        <w:spacing w:line="360" w:lineRule="auto"/>
        <w:rPr>
          <w:rFonts w:cs="Franklin Gothic Book"/>
          <w:color w:val="000000"/>
          <w:sz w:val="28"/>
        </w:rPr>
      </w:pPr>
      <w:r w:rsidRPr="00554D1D">
        <w:rPr>
          <w:rFonts w:cs="Franklin Gothic Book"/>
          <w:color w:val="000000"/>
          <w:sz w:val="28"/>
        </w:rPr>
        <w:t>Read the</w:t>
      </w:r>
      <w:r w:rsidR="00554D1D">
        <w:rPr>
          <w:rFonts w:cs="Franklin Gothic Book"/>
          <w:color w:val="000000"/>
          <w:sz w:val="28"/>
        </w:rPr>
        <w:t xml:space="preserve"> outputs (type of material produced) and </w:t>
      </w:r>
      <w:r w:rsidRPr="00554D1D">
        <w:rPr>
          <w:rFonts w:cs="Franklin Gothic Book"/>
          <w:color w:val="000000"/>
          <w:sz w:val="28"/>
        </w:rPr>
        <w:t>purpose (</w:t>
      </w:r>
      <w:r w:rsidR="00554D1D">
        <w:rPr>
          <w:rFonts w:cs="Franklin Gothic Book"/>
          <w:color w:val="000000"/>
          <w:sz w:val="28"/>
        </w:rPr>
        <w:t>what the software specifically does</w:t>
      </w:r>
      <w:r w:rsidRPr="00554D1D">
        <w:rPr>
          <w:rFonts w:cs="Franklin Gothic Book"/>
          <w:color w:val="000000"/>
          <w:sz w:val="28"/>
        </w:rPr>
        <w:t xml:space="preserve">) of the application software programs listed below.  Look at the application software icons and key the number of the application software icon that best matches the </w:t>
      </w:r>
      <w:r w:rsidR="00554D1D">
        <w:rPr>
          <w:rFonts w:cs="Franklin Gothic Book"/>
          <w:color w:val="000000"/>
          <w:sz w:val="28"/>
        </w:rPr>
        <w:t xml:space="preserve">output &amp; </w:t>
      </w:r>
      <w:r w:rsidRPr="00554D1D">
        <w:rPr>
          <w:rFonts w:cs="Franklin Gothic Book"/>
          <w:color w:val="000000"/>
          <w:sz w:val="28"/>
        </w:rPr>
        <w:t xml:space="preserve">purpose in the space provided.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7"/>
        <w:gridCol w:w="1328"/>
        <w:gridCol w:w="1348"/>
        <w:gridCol w:w="1356"/>
        <w:gridCol w:w="1363"/>
        <w:gridCol w:w="1112"/>
        <w:gridCol w:w="1112"/>
      </w:tblGrid>
      <w:tr w:rsidR="00345197" w:rsidRPr="0031738D" w:rsidTr="00554D1D">
        <w:tc>
          <w:tcPr>
            <w:tcW w:w="1397" w:type="dxa"/>
            <w:vAlign w:val="center"/>
          </w:tcPr>
          <w:p w:rsidR="00345197" w:rsidRPr="0031738D" w:rsidRDefault="00345197" w:rsidP="00554D1D">
            <w:pPr>
              <w:jc w:val="center"/>
              <w:rPr>
                <w:rFonts w:cs="Franklin Gothic Book"/>
                <w:color w:val="000000"/>
              </w:rPr>
            </w:pPr>
            <w:r>
              <w:rPr>
                <w:noProof/>
                <w:lang w:eastAsia="en-NZ"/>
              </w:rPr>
              <w:drawing>
                <wp:inline distT="0" distB="0" distL="0" distR="0" wp14:anchorId="3B6871BC" wp14:editId="30E019E1">
                  <wp:extent cx="447619" cy="314286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19" cy="314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0" w:type="dxa"/>
            <w:vAlign w:val="center"/>
          </w:tcPr>
          <w:p w:rsidR="00345197" w:rsidRPr="0031738D" w:rsidRDefault="00345197" w:rsidP="00554D1D">
            <w:pPr>
              <w:jc w:val="center"/>
              <w:rPr>
                <w:rFonts w:cs="Franklin Gothic Book"/>
                <w:color w:val="000000"/>
              </w:rPr>
            </w:pPr>
            <w:r>
              <w:rPr>
                <w:noProof/>
                <w:lang w:eastAsia="en-NZ"/>
              </w:rPr>
              <w:drawing>
                <wp:inline distT="0" distB="0" distL="0" distR="0" wp14:anchorId="204DABC0" wp14:editId="5EC2A483">
                  <wp:extent cx="342857" cy="361905"/>
                  <wp:effectExtent l="0" t="0" r="635" b="635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857" cy="361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vAlign w:val="center"/>
          </w:tcPr>
          <w:p w:rsidR="00345197" w:rsidRPr="0031738D" w:rsidRDefault="00345197" w:rsidP="00554D1D">
            <w:pPr>
              <w:jc w:val="center"/>
              <w:rPr>
                <w:rFonts w:cs="Franklin Gothic Book"/>
                <w:color w:val="000000"/>
              </w:rPr>
            </w:pPr>
            <w:r>
              <w:rPr>
                <w:noProof/>
                <w:lang w:eastAsia="en-NZ"/>
              </w:rPr>
              <w:drawing>
                <wp:inline distT="0" distB="0" distL="0" distR="0" wp14:anchorId="6C2E2588" wp14:editId="4162BA7B">
                  <wp:extent cx="352381" cy="380952"/>
                  <wp:effectExtent l="0" t="0" r="0" b="63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381" cy="38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8" w:type="dxa"/>
            <w:vAlign w:val="center"/>
          </w:tcPr>
          <w:p w:rsidR="00345197" w:rsidRPr="0031738D" w:rsidRDefault="00345197" w:rsidP="00554D1D">
            <w:pPr>
              <w:jc w:val="center"/>
              <w:rPr>
                <w:rFonts w:cs="Franklin Gothic Book"/>
                <w:color w:val="000000"/>
              </w:rPr>
            </w:pPr>
            <w:r>
              <w:rPr>
                <w:noProof/>
                <w:lang w:eastAsia="en-NZ"/>
              </w:rPr>
              <w:drawing>
                <wp:inline distT="0" distB="0" distL="0" distR="0" wp14:anchorId="0398E611" wp14:editId="1BBEC470">
                  <wp:extent cx="380952" cy="352381"/>
                  <wp:effectExtent l="0" t="0" r="635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952" cy="3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5" w:type="dxa"/>
            <w:vAlign w:val="center"/>
          </w:tcPr>
          <w:p w:rsidR="00345197" w:rsidRPr="0031738D" w:rsidRDefault="00345197" w:rsidP="00554D1D">
            <w:pPr>
              <w:jc w:val="center"/>
              <w:rPr>
                <w:rFonts w:cs="Franklin Gothic Book"/>
                <w:color w:val="000000"/>
              </w:rPr>
            </w:pPr>
            <w:r>
              <w:rPr>
                <w:noProof/>
                <w:lang w:eastAsia="en-NZ"/>
              </w:rPr>
              <w:drawing>
                <wp:inline distT="0" distB="0" distL="0" distR="0" wp14:anchorId="0082C140" wp14:editId="333C6F72">
                  <wp:extent cx="361905" cy="314286"/>
                  <wp:effectExtent l="0" t="0" r="635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05" cy="314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3" w:type="dxa"/>
            <w:vAlign w:val="center"/>
          </w:tcPr>
          <w:p w:rsidR="00345197" w:rsidRDefault="00AF23F8" w:rsidP="00554D1D">
            <w:pPr>
              <w:jc w:val="center"/>
              <w:rPr>
                <w:noProof/>
                <w:lang w:eastAsia="en-NZ"/>
              </w:rPr>
            </w:pPr>
            <w:r w:rsidRPr="00412987">
              <w:rPr>
                <w:noProof/>
                <w:sz w:val="24"/>
                <w:lang w:eastAsia="en-NZ"/>
              </w:rPr>
              <w:drawing>
                <wp:inline distT="0" distB="0" distL="0" distR="0" wp14:anchorId="6B80AD5C" wp14:editId="4287A193">
                  <wp:extent cx="419048" cy="361905"/>
                  <wp:effectExtent l="0" t="0" r="635" b="635"/>
                  <wp:docPr id="103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048" cy="361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3" w:type="dxa"/>
            <w:vAlign w:val="center"/>
          </w:tcPr>
          <w:p w:rsidR="00345197" w:rsidRDefault="00AF23F8" w:rsidP="00554D1D">
            <w:pPr>
              <w:jc w:val="center"/>
              <w:rPr>
                <w:noProof/>
                <w:lang w:eastAsia="en-NZ"/>
              </w:rPr>
            </w:pPr>
            <w:r w:rsidRPr="00412987">
              <w:rPr>
                <w:noProof/>
                <w:sz w:val="24"/>
                <w:lang w:eastAsia="en-NZ"/>
              </w:rPr>
              <w:drawing>
                <wp:inline distT="0" distB="0" distL="0" distR="0" wp14:anchorId="46D6CA74" wp14:editId="3921A82C">
                  <wp:extent cx="256540" cy="284233"/>
                  <wp:effectExtent l="0" t="0" r="0" b="1905"/>
                  <wp:docPr id="1036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/>
                          <pic:cNvPicPr/>
                        </pic:nvPicPr>
                        <pic:blipFill>
                          <a:blip r:embed="rId17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492" cy="289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5197" w:rsidRPr="0031738D" w:rsidTr="00554D1D">
        <w:tc>
          <w:tcPr>
            <w:tcW w:w="1397" w:type="dxa"/>
            <w:vAlign w:val="center"/>
          </w:tcPr>
          <w:p w:rsidR="00345197" w:rsidRPr="0031738D" w:rsidRDefault="00345197" w:rsidP="00554D1D">
            <w:pPr>
              <w:jc w:val="center"/>
              <w:rPr>
                <w:rFonts w:ascii="Berlin Sans FB" w:hAnsi="Berlin Sans FB" w:cs="Franklin Gothic Book"/>
                <w:color w:val="000000"/>
                <w:sz w:val="36"/>
                <w:szCs w:val="36"/>
              </w:rPr>
            </w:pPr>
            <w:r w:rsidRPr="0031738D">
              <w:rPr>
                <w:rFonts w:ascii="Berlin Sans FB" w:hAnsi="Berlin Sans FB" w:cs="Franklin Gothic Book"/>
                <w:color w:val="000000"/>
                <w:sz w:val="36"/>
                <w:szCs w:val="36"/>
              </w:rPr>
              <w:t>1</w:t>
            </w:r>
          </w:p>
        </w:tc>
        <w:tc>
          <w:tcPr>
            <w:tcW w:w="1330" w:type="dxa"/>
            <w:vAlign w:val="center"/>
          </w:tcPr>
          <w:p w:rsidR="00345197" w:rsidRPr="0031738D" w:rsidRDefault="00345197" w:rsidP="00554D1D">
            <w:pPr>
              <w:jc w:val="center"/>
              <w:rPr>
                <w:rFonts w:ascii="Berlin Sans FB" w:hAnsi="Berlin Sans FB" w:cs="Franklin Gothic Book"/>
                <w:color w:val="000000"/>
                <w:sz w:val="36"/>
                <w:szCs w:val="36"/>
              </w:rPr>
            </w:pPr>
            <w:r w:rsidRPr="0031738D">
              <w:rPr>
                <w:rFonts w:ascii="Berlin Sans FB" w:hAnsi="Berlin Sans FB" w:cs="Franklin Gothic Book"/>
                <w:color w:val="000000"/>
                <w:sz w:val="36"/>
                <w:szCs w:val="36"/>
              </w:rPr>
              <w:t>2</w:t>
            </w:r>
          </w:p>
        </w:tc>
        <w:tc>
          <w:tcPr>
            <w:tcW w:w="1350" w:type="dxa"/>
            <w:vAlign w:val="center"/>
          </w:tcPr>
          <w:p w:rsidR="00345197" w:rsidRPr="0031738D" w:rsidRDefault="00345197" w:rsidP="00554D1D">
            <w:pPr>
              <w:jc w:val="center"/>
              <w:rPr>
                <w:rFonts w:ascii="Berlin Sans FB" w:hAnsi="Berlin Sans FB" w:cs="Franklin Gothic Book"/>
                <w:color w:val="000000"/>
                <w:sz w:val="36"/>
                <w:szCs w:val="36"/>
              </w:rPr>
            </w:pPr>
            <w:r w:rsidRPr="0031738D">
              <w:rPr>
                <w:rFonts w:ascii="Berlin Sans FB" w:hAnsi="Berlin Sans FB" w:cs="Franklin Gothic Book"/>
                <w:color w:val="000000"/>
                <w:sz w:val="36"/>
                <w:szCs w:val="36"/>
              </w:rPr>
              <w:t>3</w:t>
            </w:r>
          </w:p>
        </w:tc>
        <w:tc>
          <w:tcPr>
            <w:tcW w:w="1358" w:type="dxa"/>
            <w:vAlign w:val="center"/>
          </w:tcPr>
          <w:p w:rsidR="00345197" w:rsidRPr="0031738D" w:rsidRDefault="00345197" w:rsidP="00554D1D">
            <w:pPr>
              <w:jc w:val="center"/>
              <w:rPr>
                <w:rFonts w:ascii="Berlin Sans FB" w:hAnsi="Berlin Sans FB" w:cs="Franklin Gothic Book"/>
                <w:color w:val="000000"/>
                <w:sz w:val="36"/>
                <w:szCs w:val="36"/>
              </w:rPr>
            </w:pPr>
            <w:r w:rsidRPr="0031738D">
              <w:rPr>
                <w:rFonts w:ascii="Berlin Sans FB" w:hAnsi="Berlin Sans FB" w:cs="Franklin Gothic Book"/>
                <w:color w:val="000000"/>
                <w:sz w:val="36"/>
                <w:szCs w:val="36"/>
              </w:rPr>
              <w:t>4</w:t>
            </w:r>
          </w:p>
        </w:tc>
        <w:tc>
          <w:tcPr>
            <w:tcW w:w="1365" w:type="dxa"/>
            <w:vAlign w:val="center"/>
          </w:tcPr>
          <w:p w:rsidR="00345197" w:rsidRPr="0031738D" w:rsidRDefault="00345197" w:rsidP="00554D1D">
            <w:pPr>
              <w:jc w:val="center"/>
              <w:rPr>
                <w:rFonts w:ascii="Berlin Sans FB" w:hAnsi="Berlin Sans FB" w:cs="Franklin Gothic Book"/>
                <w:color w:val="000000"/>
                <w:sz w:val="36"/>
                <w:szCs w:val="36"/>
              </w:rPr>
            </w:pPr>
            <w:r w:rsidRPr="0031738D">
              <w:rPr>
                <w:rFonts w:ascii="Berlin Sans FB" w:hAnsi="Berlin Sans FB" w:cs="Franklin Gothic Book"/>
                <w:color w:val="000000"/>
                <w:sz w:val="36"/>
                <w:szCs w:val="36"/>
              </w:rPr>
              <w:t>5</w:t>
            </w:r>
          </w:p>
        </w:tc>
        <w:tc>
          <w:tcPr>
            <w:tcW w:w="1113" w:type="dxa"/>
            <w:vAlign w:val="center"/>
          </w:tcPr>
          <w:p w:rsidR="00345197" w:rsidRPr="0031738D" w:rsidRDefault="00AF23F8" w:rsidP="00554D1D">
            <w:pPr>
              <w:jc w:val="center"/>
              <w:rPr>
                <w:rFonts w:ascii="Berlin Sans FB" w:hAnsi="Berlin Sans FB" w:cs="Franklin Gothic Book"/>
                <w:color w:val="000000"/>
                <w:sz w:val="36"/>
                <w:szCs w:val="36"/>
              </w:rPr>
            </w:pPr>
            <w:r>
              <w:rPr>
                <w:rFonts w:ascii="Berlin Sans FB" w:hAnsi="Berlin Sans FB" w:cs="Franklin Gothic Book"/>
                <w:color w:val="000000"/>
                <w:sz w:val="36"/>
                <w:szCs w:val="36"/>
              </w:rPr>
              <w:t>6</w:t>
            </w:r>
          </w:p>
        </w:tc>
        <w:tc>
          <w:tcPr>
            <w:tcW w:w="1113" w:type="dxa"/>
            <w:vAlign w:val="center"/>
          </w:tcPr>
          <w:p w:rsidR="00345197" w:rsidRPr="0031738D" w:rsidRDefault="00AF23F8" w:rsidP="00554D1D">
            <w:pPr>
              <w:jc w:val="center"/>
              <w:rPr>
                <w:rFonts w:ascii="Berlin Sans FB" w:hAnsi="Berlin Sans FB" w:cs="Franklin Gothic Book"/>
                <w:color w:val="000000"/>
                <w:sz w:val="36"/>
                <w:szCs w:val="36"/>
              </w:rPr>
            </w:pPr>
            <w:r>
              <w:rPr>
                <w:rFonts w:ascii="Berlin Sans FB" w:hAnsi="Berlin Sans FB" w:cs="Franklin Gothic Book"/>
                <w:color w:val="000000"/>
                <w:sz w:val="36"/>
                <w:szCs w:val="36"/>
              </w:rPr>
              <w:t>7</w:t>
            </w:r>
          </w:p>
        </w:tc>
      </w:tr>
    </w:tbl>
    <w:p w:rsidR="008C7BDE" w:rsidRDefault="008C7BDE" w:rsidP="008C7BDE">
      <w:pPr>
        <w:rPr>
          <w:rFonts w:cs="Franklin Gothic Book"/>
          <w:color w:val="000000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7371"/>
        <w:gridCol w:w="1645"/>
      </w:tblGrid>
      <w:tr w:rsidR="00AF23F8" w:rsidRPr="00B7541E" w:rsidTr="00554D1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8C7BDE" w:rsidRPr="00B7541E" w:rsidRDefault="00554D1D" w:rsidP="00C6696C">
            <w:pPr>
              <w:spacing w:before="120"/>
              <w:rPr>
                <w:rFonts w:cs="Franklin Gothic Book"/>
                <w:b/>
                <w:bCs/>
                <w:color w:val="000000"/>
              </w:rPr>
            </w:pPr>
            <w:r>
              <w:rPr>
                <w:rFonts w:cs="Franklin Gothic Book"/>
                <w:b/>
                <w:bCs/>
                <w:color w:val="000000"/>
              </w:rPr>
              <w:t>Output &amp; purpose</w:t>
            </w:r>
            <w:r w:rsidR="008C7BDE" w:rsidRPr="00B7541E">
              <w:rPr>
                <w:rFonts w:cs="Franklin Gothic Book"/>
                <w:b/>
                <w:bCs/>
                <w:color w:val="000000"/>
              </w:rPr>
              <w:t xml:space="preserve"> of the Application Software program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8C7BDE" w:rsidRPr="00B7541E" w:rsidRDefault="008C7BDE" w:rsidP="00C6696C">
            <w:pPr>
              <w:spacing w:before="120"/>
              <w:rPr>
                <w:rFonts w:cs="Franklin Gothic Book"/>
                <w:b/>
                <w:bCs/>
                <w:color w:val="000000"/>
              </w:rPr>
            </w:pPr>
            <w:r>
              <w:rPr>
                <w:rFonts w:cs="Franklin Gothic Book"/>
                <w:b/>
                <w:bCs/>
                <w:color w:val="000000"/>
              </w:rPr>
              <w:t xml:space="preserve">Key </w:t>
            </w:r>
            <w:r w:rsidRPr="00B7541E">
              <w:rPr>
                <w:rFonts w:cs="Franklin Gothic Book"/>
                <w:b/>
                <w:bCs/>
                <w:color w:val="000000"/>
              </w:rPr>
              <w:t xml:space="preserve">Number </w:t>
            </w:r>
            <w:r>
              <w:rPr>
                <w:rFonts w:cs="Franklin Gothic Book"/>
                <w:b/>
                <w:bCs/>
                <w:color w:val="000000"/>
              </w:rPr>
              <w:t>here</w:t>
            </w:r>
          </w:p>
        </w:tc>
      </w:tr>
      <w:tr w:rsidR="00AF23F8" w:rsidTr="00C6696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E" w:rsidRDefault="00345197" w:rsidP="00345197">
            <w:pPr>
              <w:spacing w:before="120"/>
              <w:rPr>
                <w:rFonts w:cs="Franklin Gothic Book"/>
                <w:color w:val="000000"/>
              </w:rPr>
            </w:pPr>
            <w:r>
              <w:rPr>
                <w:rFonts w:cs="Franklin Gothic Book"/>
                <w:color w:val="000000"/>
              </w:rPr>
              <w:t>Choose this software to edit</w:t>
            </w:r>
            <w:r w:rsidR="008C7BDE">
              <w:rPr>
                <w:rFonts w:cs="Franklin Gothic Book"/>
                <w:color w:val="000000"/>
              </w:rPr>
              <w:t xml:space="preserve"> digitized images.  Can crop, resize, lighten and rotate images. </w:t>
            </w:r>
          </w:p>
        </w:tc>
        <w:sdt>
          <w:sdtPr>
            <w:rPr>
              <w:rFonts w:ascii="Franklin Gothic Book" w:hAnsi="Franklin Gothic Book" w:cs="Franklin Gothic Book"/>
              <w:color w:val="00B050"/>
              <w:szCs w:val="18"/>
            </w:rPr>
            <w:id w:val="1273130627"/>
            <w:placeholder>
              <w:docPart w:val="938397B806DF47BBA304BC4DD2701AC7"/>
            </w:placeholder>
            <w:showingPlcHdr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8C7BDE" w:rsidRDefault="008C7BDE" w:rsidP="00C6696C">
                <w:pPr>
                  <w:pStyle w:val="Header"/>
                  <w:spacing w:before="120" w:after="120"/>
                  <w:rPr>
                    <w:rFonts w:ascii="Franklin Gothic Book" w:hAnsi="Franklin Gothic Book" w:cs="Franklin Gothic Book"/>
                    <w:color w:val="000000"/>
                    <w:szCs w:val="18"/>
                  </w:rPr>
                </w:pPr>
                <w:r w:rsidRPr="00AF23F8">
                  <w:rPr>
                    <w:rStyle w:val="PlaceholderText"/>
                    <w:color w:val="00B050"/>
                  </w:rPr>
                  <w:t>Click here to enter text.</w:t>
                </w:r>
              </w:p>
            </w:tc>
          </w:sdtContent>
        </w:sdt>
      </w:tr>
      <w:tr w:rsidR="00AF23F8" w:rsidTr="00C6696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E" w:rsidRDefault="00345197" w:rsidP="00345197">
            <w:pPr>
              <w:spacing w:before="120"/>
              <w:rPr>
                <w:rFonts w:cs="Franklin Gothic Book"/>
                <w:color w:val="000000"/>
              </w:rPr>
            </w:pPr>
            <w:r>
              <w:rPr>
                <w:rFonts w:cs="Franklin Gothic Book"/>
                <w:color w:val="000000"/>
              </w:rPr>
              <w:t>Choose this software</w:t>
            </w:r>
            <w:r w:rsidR="008C7BDE">
              <w:rPr>
                <w:rFonts w:cs="Franklin Gothic Book"/>
                <w:color w:val="000000"/>
              </w:rPr>
              <w:t xml:space="preserve"> to </w:t>
            </w:r>
            <w:r>
              <w:rPr>
                <w:rFonts w:cs="Franklin Gothic Book"/>
                <w:color w:val="000000"/>
              </w:rPr>
              <w:t>record</w:t>
            </w:r>
            <w:r w:rsidR="008C7BDE">
              <w:rPr>
                <w:rFonts w:cs="Franklin Gothic Book"/>
                <w:color w:val="000000"/>
              </w:rPr>
              <w:t xml:space="preserve"> facts.  Produces </w:t>
            </w:r>
            <w:r>
              <w:rPr>
                <w:rFonts w:cs="Franklin Gothic Book"/>
                <w:color w:val="000000"/>
              </w:rPr>
              <w:t xml:space="preserve">forms, formatted </w:t>
            </w:r>
            <w:r w:rsidR="008C7BDE">
              <w:rPr>
                <w:rFonts w:cs="Franklin Gothic Book"/>
                <w:color w:val="000000"/>
              </w:rPr>
              <w:t>reports for management showing s</w:t>
            </w:r>
            <w:r>
              <w:rPr>
                <w:rFonts w:cs="Franklin Gothic Book"/>
                <w:color w:val="000000"/>
              </w:rPr>
              <w:t>pecific data based on queries.</w:t>
            </w:r>
          </w:p>
        </w:tc>
        <w:sdt>
          <w:sdtPr>
            <w:rPr>
              <w:rFonts w:cs="Franklin Gothic Book"/>
              <w:color w:val="7030A0"/>
            </w:rPr>
            <w:id w:val="1610850845"/>
            <w:placeholder>
              <w:docPart w:val="938397B806DF47BBA304BC4DD2701AC7"/>
            </w:placeholder>
            <w:showingPlcHdr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8C7BDE" w:rsidRDefault="008C7BDE" w:rsidP="00C6696C">
                <w:pPr>
                  <w:spacing w:before="120"/>
                  <w:rPr>
                    <w:rFonts w:cs="Franklin Gothic Book"/>
                    <w:color w:val="000000"/>
                  </w:rPr>
                </w:pPr>
                <w:r w:rsidRPr="00AF23F8">
                  <w:rPr>
                    <w:rStyle w:val="PlaceholderText"/>
                    <w:color w:val="7030A0"/>
                  </w:rPr>
                  <w:t>Click here to enter text.</w:t>
                </w:r>
              </w:p>
            </w:tc>
          </w:sdtContent>
        </w:sdt>
      </w:tr>
      <w:tr w:rsidR="00AF23F8" w:rsidTr="00C6696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E" w:rsidRDefault="00AF23F8" w:rsidP="00AF23F8">
            <w:pPr>
              <w:spacing w:before="120"/>
              <w:rPr>
                <w:rFonts w:cs="Franklin Gothic Book"/>
                <w:color w:val="000000"/>
              </w:rPr>
            </w:pPr>
            <w:r>
              <w:rPr>
                <w:rFonts w:cs="Franklin Gothic Book"/>
                <w:color w:val="000000"/>
              </w:rPr>
              <w:t xml:space="preserve">Choose this software to produce number based material eg financial planning and </w:t>
            </w:r>
            <w:r w:rsidR="008C7BDE">
              <w:rPr>
                <w:rFonts w:cs="Franklin Gothic Book"/>
                <w:color w:val="000000"/>
              </w:rPr>
              <w:t xml:space="preserve">budget </w:t>
            </w:r>
            <w:r>
              <w:rPr>
                <w:rFonts w:cs="Franklin Gothic Book"/>
                <w:color w:val="000000"/>
              </w:rPr>
              <w:t xml:space="preserve">updating. This software uses </w:t>
            </w:r>
            <w:r w:rsidR="008C7BDE">
              <w:rPr>
                <w:rFonts w:cs="Franklin Gothic Book"/>
                <w:color w:val="000000"/>
              </w:rPr>
              <w:t>formulae and calculations.</w:t>
            </w:r>
          </w:p>
        </w:tc>
        <w:sdt>
          <w:sdtPr>
            <w:rPr>
              <w:rFonts w:cs="Franklin Gothic Book"/>
              <w:color w:val="000000"/>
            </w:rPr>
            <w:id w:val="1985356986"/>
            <w:placeholder>
              <w:docPart w:val="938397B806DF47BBA304BC4DD2701AC7"/>
            </w:placeholder>
            <w:showingPlcHdr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8C7BDE" w:rsidRDefault="008C7BDE" w:rsidP="00C6696C">
                <w:pPr>
                  <w:spacing w:before="120"/>
                  <w:rPr>
                    <w:rFonts w:cs="Franklin Gothic Book"/>
                    <w:color w:val="000000"/>
                  </w:rPr>
                </w:pPr>
                <w:r w:rsidRPr="00AF23F8">
                  <w:rPr>
                    <w:rStyle w:val="PlaceholderText"/>
                    <w:color w:val="00B050"/>
                  </w:rPr>
                  <w:t>Click here to enter text.</w:t>
                </w:r>
              </w:p>
            </w:tc>
          </w:sdtContent>
        </w:sdt>
      </w:tr>
      <w:tr w:rsidR="00AF23F8" w:rsidTr="00C6696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E" w:rsidRDefault="00AF23F8" w:rsidP="00C6696C">
            <w:pPr>
              <w:spacing w:before="120"/>
              <w:rPr>
                <w:rFonts w:cs="Franklin Gothic Book"/>
                <w:color w:val="000000"/>
              </w:rPr>
            </w:pPr>
            <w:r>
              <w:rPr>
                <w:rFonts w:cs="Franklin Gothic Book"/>
                <w:color w:val="000000"/>
              </w:rPr>
              <w:t>Choose this software</w:t>
            </w:r>
            <w:r w:rsidR="008C7BDE">
              <w:rPr>
                <w:rFonts w:cs="Franklin Gothic Book"/>
                <w:color w:val="000000"/>
              </w:rPr>
              <w:t xml:space="preserve"> for text</w:t>
            </w:r>
            <w:r>
              <w:rPr>
                <w:rFonts w:cs="Franklin Gothic Book"/>
                <w:color w:val="000000"/>
              </w:rPr>
              <w:t xml:space="preserve"> based documents</w:t>
            </w:r>
            <w:r w:rsidR="008C7BDE">
              <w:rPr>
                <w:rFonts w:cs="Franklin Gothic Book"/>
                <w:color w:val="000000"/>
              </w:rPr>
              <w:t xml:space="preserve">. Create, edit, format and print documents. </w:t>
            </w:r>
          </w:p>
        </w:tc>
        <w:sdt>
          <w:sdtPr>
            <w:rPr>
              <w:rFonts w:cs="Franklin Gothic Book"/>
              <w:color w:val="000000"/>
            </w:rPr>
            <w:id w:val="-1974750741"/>
            <w:placeholder>
              <w:docPart w:val="938397B806DF47BBA304BC4DD2701AC7"/>
            </w:placeholder>
            <w:showingPlcHdr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8C7BDE" w:rsidRDefault="008C7BDE" w:rsidP="00C6696C">
                <w:pPr>
                  <w:spacing w:before="120"/>
                  <w:rPr>
                    <w:rFonts w:cs="Franklin Gothic Book"/>
                    <w:color w:val="000000"/>
                  </w:rPr>
                </w:pPr>
                <w:r w:rsidRPr="00AF23F8">
                  <w:rPr>
                    <w:rStyle w:val="PlaceholderText"/>
                    <w:color w:val="7030A0"/>
                  </w:rPr>
                  <w:t>Click here to enter text.</w:t>
                </w:r>
              </w:p>
            </w:tc>
          </w:sdtContent>
        </w:sdt>
      </w:tr>
      <w:tr w:rsidR="00AF23F8" w:rsidTr="00C6696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E" w:rsidRDefault="00AF23F8" w:rsidP="00C6696C">
            <w:pPr>
              <w:spacing w:before="120"/>
              <w:rPr>
                <w:rFonts w:cs="Franklin Gothic Book"/>
                <w:color w:val="000000"/>
              </w:rPr>
            </w:pPr>
            <w:r>
              <w:rPr>
                <w:rFonts w:cs="Franklin Gothic Book"/>
                <w:color w:val="000000"/>
              </w:rPr>
              <w:t>Choose this software</w:t>
            </w:r>
            <w:r w:rsidR="008C7BDE">
              <w:rPr>
                <w:rFonts w:cs="Franklin Gothic Book"/>
                <w:color w:val="000000"/>
              </w:rPr>
              <w:t xml:space="preserve"> to present text and graphics with balanced layout to communicate a message.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cs="Franklin Gothic Book"/>
                <w:color w:val="000000"/>
              </w:rPr>
              <w:id w:val="-1498419517"/>
              <w:placeholder>
                <w:docPart w:val="938397B806DF47BBA304BC4DD2701AC7"/>
              </w:placeholder>
              <w:showingPlcHdr/>
              <w:text/>
            </w:sdtPr>
            <w:sdtEndPr/>
            <w:sdtContent>
              <w:p w:rsidR="008C7BDE" w:rsidRDefault="008C7BDE" w:rsidP="00C6696C">
                <w:pPr>
                  <w:spacing w:before="120"/>
                  <w:rPr>
                    <w:rFonts w:cs="Franklin Gothic Book"/>
                    <w:color w:val="000000"/>
                  </w:rPr>
                </w:pPr>
                <w:r w:rsidRPr="00AF23F8">
                  <w:rPr>
                    <w:rStyle w:val="PlaceholderText"/>
                    <w:color w:val="00B050"/>
                  </w:rPr>
                  <w:t>Click here to enter text.</w:t>
                </w:r>
              </w:p>
            </w:sdtContent>
          </w:sdt>
          <w:p w:rsidR="00345197" w:rsidRDefault="00345197" w:rsidP="00C6696C">
            <w:pPr>
              <w:spacing w:before="120"/>
              <w:rPr>
                <w:rFonts w:cs="Franklin Gothic Book"/>
                <w:color w:val="000000"/>
              </w:rPr>
            </w:pPr>
          </w:p>
        </w:tc>
      </w:tr>
      <w:tr w:rsidR="00AF23F8" w:rsidTr="00C6696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197" w:rsidRDefault="00AF23F8" w:rsidP="00C6696C">
            <w:pPr>
              <w:spacing w:before="120"/>
              <w:rPr>
                <w:rFonts w:cs="Franklin Gothic Book"/>
                <w:color w:val="000000"/>
              </w:rPr>
            </w:pPr>
            <w:r>
              <w:rPr>
                <w:rFonts w:cs="Franklin Gothic Book"/>
                <w:color w:val="000000"/>
              </w:rPr>
              <w:t>Choose this software to communicate with other computer users. Or use Calendar for good time management.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cs="Franklin Gothic Book"/>
                <w:color w:val="000000"/>
              </w:rPr>
              <w:id w:val="-2074348924"/>
              <w:placeholder>
                <w:docPart w:val="F1B2DAED027B4B1090C837A4E6E98B78"/>
              </w:placeholder>
              <w:showingPlcHdr/>
              <w:text/>
            </w:sdtPr>
            <w:sdtEndPr/>
            <w:sdtContent>
              <w:p w:rsidR="00AF23F8" w:rsidRDefault="00AF23F8" w:rsidP="00AF23F8">
                <w:pPr>
                  <w:spacing w:before="120"/>
                  <w:rPr>
                    <w:rFonts w:cs="Franklin Gothic Book"/>
                    <w:color w:val="000000"/>
                  </w:rPr>
                </w:pPr>
                <w:r w:rsidRPr="00AF23F8">
                  <w:rPr>
                    <w:rStyle w:val="PlaceholderText"/>
                    <w:color w:val="7030A0"/>
                  </w:rPr>
                  <w:t>Click here to enter text.</w:t>
                </w:r>
              </w:p>
            </w:sdtContent>
          </w:sdt>
          <w:p w:rsidR="00345197" w:rsidRDefault="00345197" w:rsidP="00C6696C">
            <w:pPr>
              <w:spacing w:before="120"/>
              <w:rPr>
                <w:rFonts w:cs="Franklin Gothic Book"/>
                <w:color w:val="000000"/>
              </w:rPr>
            </w:pPr>
          </w:p>
        </w:tc>
      </w:tr>
      <w:tr w:rsidR="00AF23F8" w:rsidTr="00C6696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197" w:rsidRDefault="00AF23F8" w:rsidP="00C6696C">
            <w:pPr>
              <w:spacing w:before="120"/>
              <w:rPr>
                <w:rFonts w:cs="Franklin Gothic Book"/>
                <w:color w:val="000000"/>
              </w:rPr>
            </w:pPr>
            <w:r w:rsidRPr="00412987">
              <w:rPr>
                <w:sz w:val="24"/>
                <w:lang w:val="en-US"/>
              </w:rPr>
              <w:t xml:space="preserve">Choose this software because it allows you to </w:t>
            </w:r>
            <w:r w:rsidRPr="00412987">
              <w:rPr>
                <w:sz w:val="24"/>
              </w:rPr>
              <w:t>find or browse web sites</w:t>
            </w:r>
            <w:r w:rsidRPr="00412987">
              <w:rPr>
                <w:sz w:val="24"/>
              </w:rPr>
              <w:br/>
              <w:t>and allows you to view web pages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cs="Franklin Gothic Book"/>
                <w:color w:val="000000"/>
              </w:rPr>
              <w:id w:val="-331225580"/>
              <w:placeholder>
                <w:docPart w:val="4C2AEBA3B52B4CE9B68D92882DB07FA0"/>
              </w:placeholder>
              <w:showingPlcHdr/>
              <w:text/>
            </w:sdtPr>
            <w:sdtEndPr/>
            <w:sdtContent>
              <w:p w:rsidR="00AF23F8" w:rsidRDefault="00AF23F8" w:rsidP="00AF23F8">
                <w:pPr>
                  <w:spacing w:before="120"/>
                  <w:rPr>
                    <w:rFonts w:cs="Franklin Gothic Book"/>
                    <w:color w:val="000000"/>
                  </w:rPr>
                </w:pPr>
                <w:r w:rsidRPr="00AF23F8">
                  <w:rPr>
                    <w:rStyle w:val="PlaceholderText"/>
                    <w:color w:val="00B050"/>
                  </w:rPr>
                  <w:t>Click here to enter text.</w:t>
                </w:r>
              </w:p>
            </w:sdtContent>
          </w:sdt>
          <w:p w:rsidR="00345197" w:rsidRDefault="00345197" w:rsidP="00C6696C">
            <w:pPr>
              <w:spacing w:before="120"/>
              <w:rPr>
                <w:rFonts w:cs="Franklin Gothic Book"/>
                <w:color w:val="000000"/>
              </w:rPr>
            </w:pPr>
          </w:p>
        </w:tc>
      </w:tr>
    </w:tbl>
    <w:p w:rsidR="008C7BDE" w:rsidRDefault="008C7BDE" w:rsidP="008C7BDE">
      <w:r>
        <w:br w:type="page"/>
      </w:r>
    </w:p>
    <w:p w:rsidR="008C7BDE" w:rsidRPr="000656F8" w:rsidRDefault="00C600AA" w:rsidP="008C7BDE">
      <w:pPr>
        <w:tabs>
          <w:tab w:val="right" w:pos="9356"/>
        </w:tabs>
        <w:rPr>
          <w:b/>
          <w:color w:val="FFFFFF"/>
          <w:sz w:val="28"/>
          <w:szCs w:val="28"/>
          <w:highlight w:val="black"/>
        </w:rPr>
      </w:pPr>
      <w:r>
        <w:rPr>
          <w:b/>
          <w:color w:val="FFFFFF"/>
          <w:sz w:val="28"/>
          <w:szCs w:val="28"/>
          <w:highlight w:val="black"/>
        </w:rPr>
        <w:lastRenderedPageBreak/>
        <w:t>Question 4</w:t>
      </w:r>
      <w:r w:rsidR="008C7BDE">
        <w:rPr>
          <w:b/>
          <w:color w:val="FFFFFF"/>
          <w:sz w:val="28"/>
          <w:szCs w:val="28"/>
          <w:highlight w:val="black"/>
        </w:rPr>
        <w:tab/>
      </w:r>
    </w:p>
    <w:p w:rsidR="008C7BDE" w:rsidRDefault="008C7BDE" w:rsidP="008C7BDE"/>
    <w:p w:rsidR="008C7BDE" w:rsidRPr="00554D1D" w:rsidRDefault="00554D1D" w:rsidP="008C7BDE">
      <w:pPr>
        <w:rPr>
          <w:sz w:val="28"/>
        </w:rPr>
      </w:pPr>
      <w:r>
        <w:rPr>
          <w:sz w:val="28"/>
        </w:rPr>
        <w:t xml:space="preserve">Application software </w:t>
      </w:r>
      <w:r w:rsidR="005B3DE3">
        <w:rPr>
          <w:sz w:val="28"/>
        </w:rPr>
        <w:t xml:space="preserve">is programs that make computers perform specific tasks. </w:t>
      </w:r>
      <w:r w:rsidR="008C7BDE" w:rsidRPr="00554D1D">
        <w:rPr>
          <w:sz w:val="28"/>
        </w:rPr>
        <w:t xml:space="preserve">Write the name of one Application Program for </w:t>
      </w:r>
      <w:r w:rsidR="008C7BDE" w:rsidRPr="00554D1D">
        <w:rPr>
          <w:b/>
          <w:sz w:val="28"/>
        </w:rPr>
        <w:t>each</w:t>
      </w:r>
      <w:r w:rsidR="008C7BDE" w:rsidRPr="00554D1D">
        <w:rPr>
          <w:sz w:val="28"/>
        </w:rPr>
        <w:t xml:space="preserve"> of the specific tasks below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964"/>
        <w:gridCol w:w="5052"/>
      </w:tblGrid>
      <w:tr w:rsidR="008C7BDE" w:rsidRPr="00B7541E" w:rsidTr="00C600AA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8C7BDE" w:rsidRPr="00B7541E" w:rsidRDefault="008C7BDE" w:rsidP="00C6696C">
            <w:pPr>
              <w:spacing w:before="120"/>
              <w:rPr>
                <w:rFonts w:cs="Franklin Gothic Book"/>
                <w:b/>
                <w:bCs/>
                <w:color w:val="000000"/>
              </w:rPr>
            </w:pPr>
            <w:r>
              <w:rPr>
                <w:rFonts w:cs="Franklin Gothic Book"/>
                <w:b/>
                <w:bCs/>
                <w:color w:val="000000"/>
              </w:rPr>
              <w:t>Specific task</w:t>
            </w:r>
            <w:r w:rsidRPr="00B7541E">
              <w:rPr>
                <w:rFonts w:cs="Franklin Gothic Book"/>
                <w:b/>
                <w:bCs/>
                <w:color w:val="000000"/>
              </w:rPr>
              <w:t xml:space="preserve"> 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8C7BDE" w:rsidRPr="00B7541E" w:rsidRDefault="008C7BDE" w:rsidP="00C6696C">
            <w:pPr>
              <w:spacing w:before="120"/>
              <w:rPr>
                <w:rFonts w:cs="Franklin Gothic Book"/>
                <w:b/>
                <w:bCs/>
                <w:color w:val="000000"/>
              </w:rPr>
            </w:pPr>
            <w:r>
              <w:rPr>
                <w:rFonts w:cs="Franklin Gothic Book"/>
                <w:b/>
                <w:bCs/>
                <w:color w:val="000000"/>
              </w:rPr>
              <w:t>Key Application name</w:t>
            </w:r>
          </w:p>
        </w:tc>
      </w:tr>
      <w:tr w:rsidR="008C7BDE" w:rsidTr="00C600AA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8C7BDE" w:rsidRDefault="00C600AA" w:rsidP="00C600AA">
            <w:pPr>
              <w:spacing w:before="120"/>
              <w:rPr>
                <w:rFonts w:cs="Franklin Gothic Book"/>
                <w:color w:val="000000"/>
              </w:rPr>
            </w:pPr>
            <w:r>
              <w:rPr>
                <w:rFonts w:cs="Franklin Gothic Book"/>
                <w:color w:val="000000"/>
              </w:rPr>
              <w:t xml:space="preserve">Marketing a new product </w:t>
            </w:r>
          </w:p>
        </w:tc>
        <w:sdt>
          <w:sdtPr>
            <w:rPr>
              <w:rFonts w:ascii="Franklin Gothic Book" w:hAnsi="Franklin Gothic Book" w:cs="Franklin Gothic Book"/>
              <w:color w:val="000000"/>
              <w:szCs w:val="18"/>
            </w:rPr>
            <w:id w:val="1698967832"/>
            <w:placeholder>
              <w:docPart w:val="938397B806DF47BBA304BC4DD2701AC7"/>
            </w:placeholder>
            <w:showingPlcHdr/>
            <w:text/>
          </w:sdtPr>
          <w:sdtEndPr/>
          <w:sdtContent>
            <w:tc>
              <w:tcPr>
                <w:tcW w:w="50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8C7BDE" w:rsidRDefault="008C7BDE" w:rsidP="00C6696C">
                <w:pPr>
                  <w:pStyle w:val="Header"/>
                  <w:spacing w:before="120" w:after="120"/>
                  <w:rPr>
                    <w:rFonts w:ascii="Franklin Gothic Book" w:hAnsi="Franklin Gothic Book" w:cs="Franklin Gothic Book"/>
                    <w:color w:val="000000"/>
                    <w:szCs w:val="18"/>
                  </w:rPr>
                </w:pPr>
                <w:r w:rsidRPr="00E331AF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8C7BDE" w:rsidTr="00C600AA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8C7BDE" w:rsidRDefault="008C7BDE" w:rsidP="00C6696C">
            <w:pPr>
              <w:spacing w:before="120"/>
              <w:rPr>
                <w:rFonts w:cs="Franklin Gothic Book"/>
                <w:color w:val="000000"/>
              </w:rPr>
            </w:pPr>
            <w:r>
              <w:t xml:space="preserve">Sending emails  </w:t>
            </w:r>
          </w:p>
        </w:tc>
        <w:sdt>
          <w:sdtPr>
            <w:rPr>
              <w:rFonts w:ascii="Franklin Gothic Book" w:hAnsi="Franklin Gothic Book" w:cs="Franklin Gothic Book"/>
              <w:color w:val="000000"/>
              <w:szCs w:val="18"/>
            </w:rPr>
            <w:id w:val="-1762981738"/>
            <w:placeholder>
              <w:docPart w:val="938397B806DF47BBA304BC4DD2701AC7"/>
            </w:placeholder>
            <w:showingPlcHdr/>
            <w:text/>
          </w:sdtPr>
          <w:sdtEndPr/>
          <w:sdtContent>
            <w:tc>
              <w:tcPr>
                <w:tcW w:w="50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8C7BDE" w:rsidRDefault="008C7BDE" w:rsidP="00C6696C">
                <w:pPr>
                  <w:pStyle w:val="Header"/>
                  <w:spacing w:before="120" w:after="120"/>
                  <w:rPr>
                    <w:rFonts w:ascii="Franklin Gothic Book" w:hAnsi="Franklin Gothic Book" w:cs="Franklin Gothic Book"/>
                    <w:color w:val="000000"/>
                    <w:szCs w:val="18"/>
                  </w:rPr>
                </w:pPr>
                <w:r w:rsidRPr="00E331AF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8C7BDE" w:rsidTr="00C600AA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8C7BDE" w:rsidRDefault="008C7BDE" w:rsidP="00C600AA">
            <w:pPr>
              <w:spacing w:before="120"/>
            </w:pPr>
            <w:r>
              <w:t>Creating a</w:t>
            </w:r>
            <w:r w:rsidR="00C600AA">
              <w:t>n</w:t>
            </w:r>
            <w:r>
              <w:t xml:space="preserve"> </w:t>
            </w:r>
            <w:r w:rsidR="00C600AA">
              <w:t>incredibly complex art work</w:t>
            </w:r>
            <w:r>
              <w:t xml:space="preserve">  </w:t>
            </w:r>
          </w:p>
        </w:tc>
        <w:sdt>
          <w:sdtPr>
            <w:rPr>
              <w:rFonts w:ascii="Franklin Gothic Book" w:hAnsi="Franklin Gothic Book" w:cs="Franklin Gothic Book"/>
              <w:color w:val="000000"/>
              <w:szCs w:val="18"/>
            </w:rPr>
            <w:id w:val="1321769106"/>
            <w:placeholder>
              <w:docPart w:val="938397B806DF47BBA304BC4DD2701AC7"/>
            </w:placeholder>
            <w:showingPlcHdr/>
            <w:text/>
          </w:sdtPr>
          <w:sdtEndPr/>
          <w:sdtContent>
            <w:tc>
              <w:tcPr>
                <w:tcW w:w="50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8C7BDE" w:rsidRDefault="008C7BDE" w:rsidP="00C6696C">
                <w:pPr>
                  <w:pStyle w:val="Header"/>
                  <w:spacing w:before="120" w:after="120"/>
                  <w:rPr>
                    <w:rFonts w:ascii="Franklin Gothic Book" w:hAnsi="Franklin Gothic Book" w:cs="Franklin Gothic Book"/>
                    <w:color w:val="000000"/>
                    <w:szCs w:val="18"/>
                  </w:rPr>
                </w:pPr>
                <w:r w:rsidRPr="00E331AF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8C7BDE" w:rsidRDefault="008C7BDE" w:rsidP="008C7BDE">
      <w:pPr>
        <w:rPr>
          <w:rFonts w:cs="Tahoma"/>
        </w:rPr>
      </w:pPr>
    </w:p>
    <w:p w:rsidR="008C7BDE" w:rsidRDefault="008C7BDE" w:rsidP="008C7BDE">
      <w:pPr>
        <w:spacing w:line="120" w:lineRule="exact"/>
        <w:rPr>
          <w:rFonts w:cs="Tahoma"/>
        </w:rPr>
      </w:pPr>
      <w:r>
        <w:rPr>
          <w:rFonts w:cs="Tahoma"/>
        </w:rPr>
        <w:br w:type="page"/>
      </w:r>
    </w:p>
    <w:p w:rsidR="005968D8" w:rsidRPr="000656F8" w:rsidRDefault="005968D8" w:rsidP="000C5F72">
      <w:pPr>
        <w:tabs>
          <w:tab w:val="right" w:pos="9356"/>
        </w:tabs>
        <w:rPr>
          <w:b/>
          <w:color w:val="FFFFFF"/>
          <w:sz w:val="28"/>
          <w:szCs w:val="28"/>
          <w:highlight w:val="black"/>
        </w:rPr>
      </w:pPr>
      <w:r>
        <w:rPr>
          <w:b/>
          <w:color w:val="FFFFFF"/>
          <w:sz w:val="28"/>
          <w:szCs w:val="28"/>
          <w:highlight w:val="black"/>
        </w:rPr>
        <w:lastRenderedPageBreak/>
        <w:t>Quest</w:t>
      </w:r>
      <w:r w:rsidR="005B3DE3">
        <w:rPr>
          <w:b/>
          <w:color w:val="FFFFFF"/>
          <w:sz w:val="28"/>
          <w:szCs w:val="28"/>
          <w:highlight w:val="black"/>
        </w:rPr>
        <w:t>ion 5</w:t>
      </w:r>
      <w:r>
        <w:rPr>
          <w:b/>
          <w:color w:val="FFFFFF"/>
          <w:sz w:val="28"/>
          <w:szCs w:val="28"/>
          <w:highlight w:val="black"/>
        </w:rPr>
        <w:tab/>
      </w:r>
    </w:p>
    <w:p w:rsidR="00E5057E" w:rsidRDefault="00E5057E" w:rsidP="00E5057E"/>
    <w:p w:rsidR="005968D8" w:rsidRPr="005B3DE3" w:rsidRDefault="005968D8" w:rsidP="000C5F72">
      <w:pPr>
        <w:spacing w:line="360" w:lineRule="auto"/>
        <w:rPr>
          <w:sz w:val="28"/>
        </w:rPr>
      </w:pPr>
      <w:r w:rsidRPr="005B3DE3">
        <w:rPr>
          <w:sz w:val="28"/>
        </w:rPr>
        <w:t xml:space="preserve">Show how the system software and application software </w:t>
      </w:r>
      <w:r w:rsidRPr="005B3DE3">
        <w:rPr>
          <w:b/>
          <w:bCs/>
          <w:sz w:val="28"/>
        </w:rPr>
        <w:t>interact</w:t>
      </w:r>
      <w:r w:rsidRPr="005B3DE3">
        <w:rPr>
          <w:sz w:val="28"/>
        </w:rPr>
        <w:t xml:space="preserve"> (or how they work together) by completing the phrase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1"/>
        <w:gridCol w:w="8065"/>
      </w:tblGrid>
      <w:tr w:rsidR="008C7BDE" w:rsidTr="008C7BDE">
        <w:tc>
          <w:tcPr>
            <w:tcW w:w="959" w:type="dxa"/>
            <w:vAlign w:val="center"/>
          </w:tcPr>
          <w:p w:rsidR="008C7BDE" w:rsidRDefault="008C7BDE" w:rsidP="008C7BDE">
            <w:r>
              <w:rPr>
                <w:b/>
                <w:spacing w:val="10"/>
                <w:sz w:val="72"/>
                <w:szCs w:val="72"/>
                <w:lang w:val="en-US"/>
                <w14:shadow w14:blurRad="76200" w14:dist="50800" w14:dir="5400000" w14:sx="100000" w14:sy="100000" w14:kx="0" w14:ky="0" w14:algn="tl">
                  <w14:srgbClr w14:val="000000">
                    <w14:alpha w14:val="35000"/>
                  </w14:srgbClr>
                </w14:shadow>
                <w14:textOutline w14:w="1143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5000">
                        <w14:schemeClr w14:val="accent2">
                          <w14:satMod w14:val="155000"/>
                        </w14:schemeClr>
                      </w14:gs>
                      <w14:gs w14:pos="100000">
                        <w14:schemeClr w14:val="accent2">
                          <w14:shade w14:val="45000"/>
                          <w14:satMod w14:val="165000"/>
                        </w14:schemeClr>
                      </w14:gs>
                    </w14:gsLst>
                    <w14:lin w14:ang="5400000" w14:scaled="0"/>
                  </w14:gradFill>
                </w14:textFill>
                <w14:props3d w14:extrusionH="0" w14:contourW="25400" w14:prstMaterial="matte">
                  <w14:bevelT w14:w="25400" w14:h="55880" w14:prst="artDeco"/>
                  <w14:contourClr>
                    <w14:schemeClr w14:val="accent2">
                      <w14:tint w14:val="20000"/>
                    </w14:schemeClr>
                  </w14:contourClr>
                </w14:props3d>
              </w:rPr>
              <w:t>C</w:t>
            </w:r>
          </w:p>
        </w:tc>
        <w:tc>
          <w:tcPr>
            <w:tcW w:w="8283" w:type="dxa"/>
            <w:vAlign w:val="center"/>
          </w:tcPr>
          <w:p w:rsidR="008C7BDE" w:rsidRDefault="00714239" w:rsidP="008C7BDE">
            <w:sdt>
              <w:sdtPr>
                <w:rPr>
                  <w:b/>
                  <w:bCs/>
                  <w:sz w:val="28"/>
                  <w:szCs w:val="40"/>
                </w:rPr>
                <w:id w:val="550504354"/>
                <w:placeholder>
                  <w:docPart w:val="243E734612D9417EA2652A3118337346"/>
                </w:placeholder>
                <w:showingPlcHdr/>
                <w:text/>
              </w:sdtPr>
              <w:sdtEndPr/>
              <w:sdtContent>
                <w:r w:rsidR="008C7BDE" w:rsidRPr="00E331A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8C7BDE" w:rsidTr="008C7BDE">
        <w:tc>
          <w:tcPr>
            <w:tcW w:w="959" w:type="dxa"/>
            <w:vAlign w:val="center"/>
          </w:tcPr>
          <w:p w:rsidR="008C7BDE" w:rsidRDefault="008C7BDE" w:rsidP="008C7BDE">
            <w:r>
              <w:rPr>
                <w:b/>
                <w:spacing w:val="10"/>
                <w:sz w:val="72"/>
                <w:szCs w:val="72"/>
                <w:lang w:val="en-US"/>
                <w14:shadow w14:blurRad="76200" w14:dist="50800" w14:dir="5400000" w14:sx="100000" w14:sy="100000" w14:kx="0" w14:ky="0" w14:algn="tl">
                  <w14:srgbClr w14:val="000000">
                    <w14:alpha w14:val="35000"/>
                  </w14:srgbClr>
                </w14:shadow>
                <w14:textOutline w14:w="1143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5000">
                        <w14:schemeClr w14:val="accent2">
                          <w14:satMod w14:val="155000"/>
                        </w14:schemeClr>
                      </w14:gs>
                      <w14:gs w14:pos="100000">
                        <w14:schemeClr w14:val="accent2">
                          <w14:shade w14:val="45000"/>
                          <w14:satMod w14:val="165000"/>
                        </w14:schemeClr>
                      </w14:gs>
                    </w14:gsLst>
                    <w14:lin w14:ang="5400000" w14:scaled="0"/>
                  </w14:gradFill>
                </w14:textFill>
                <w14:props3d w14:extrusionH="0" w14:contourW="25400" w14:prstMaterial="matte">
                  <w14:bevelT w14:w="25400" w14:h="55880" w14:prst="artDeco"/>
                  <w14:contourClr>
                    <w14:schemeClr w14:val="accent2">
                      <w14:tint w14:val="20000"/>
                    </w14:schemeClr>
                  </w14:contourClr>
                </w14:props3d>
              </w:rPr>
              <w:t>A</w:t>
            </w:r>
          </w:p>
        </w:tc>
        <w:tc>
          <w:tcPr>
            <w:tcW w:w="8283" w:type="dxa"/>
            <w:vAlign w:val="center"/>
          </w:tcPr>
          <w:p w:rsidR="008C7BDE" w:rsidRDefault="00714239" w:rsidP="008C7BDE">
            <w:sdt>
              <w:sdtPr>
                <w:rPr>
                  <w:b/>
                  <w:bCs/>
                  <w:sz w:val="28"/>
                  <w:szCs w:val="40"/>
                </w:rPr>
                <w:id w:val="14348744"/>
                <w:placeholder>
                  <w:docPart w:val="01475FEE079A4B9D966A0FB09113F9A8"/>
                </w:placeholder>
                <w:showingPlcHdr/>
                <w:text/>
              </w:sdtPr>
              <w:sdtEndPr/>
              <w:sdtContent>
                <w:r w:rsidR="008C7BDE" w:rsidRPr="00E331A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8C7BDE" w:rsidTr="008C7BDE">
        <w:tc>
          <w:tcPr>
            <w:tcW w:w="959" w:type="dxa"/>
            <w:vAlign w:val="center"/>
          </w:tcPr>
          <w:p w:rsidR="008C7BDE" w:rsidRDefault="008C7BDE" w:rsidP="008C7BDE">
            <w:r>
              <w:rPr>
                <w:b/>
                <w:spacing w:val="10"/>
                <w:sz w:val="72"/>
                <w:szCs w:val="72"/>
                <w:lang w:val="en-US"/>
                <w14:shadow w14:blurRad="76200" w14:dist="50800" w14:dir="5400000" w14:sx="100000" w14:sy="100000" w14:kx="0" w14:ky="0" w14:algn="tl">
                  <w14:srgbClr w14:val="000000">
                    <w14:alpha w14:val="35000"/>
                  </w14:srgbClr>
                </w14:shadow>
                <w14:textOutline w14:w="1143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5000">
                        <w14:schemeClr w14:val="accent2">
                          <w14:satMod w14:val="155000"/>
                        </w14:schemeClr>
                      </w14:gs>
                      <w14:gs w14:pos="100000">
                        <w14:schemeClr w14:val="accent2">
                          <w14:shade w14:val="45000"/>
                          <w14:satMod w14:val="165000"/>
                        </w14:schemeClr>
                      </w14:gs>
                    </w14:gsLst>
                    <w14:lin w14:ang="5400000" w14:scaled="0"/>
                  </w14:gradFill>
                </w14:textFill>
                <w14:props3d w14:extrusionH="0" w14:contourW="25400" w14:prstMaterial="matte">
                  <w14:bevelT w14:w="25400" w14:h="55880" w14:prst="artDeco"/>
                  <w14:contourClr>
                    <w14:schemeClr w14:val="accent2">
                      <w14:tint w14:val="20000"/>
                    </w14:schemeClr>
                  </w14:contourClr>
                </w14:props3d>
              </w:rPr>
              <w:t>S</w:t>
            </w:r>
          </w:p>
        </w:tc>
        <w:tc>
          <w:tcPr>
            <w:tcW w:w="8283" w:type="dxa"/>
            <w:vAlign w:val="center"/>
          </w:tcPr>
          <w:p w:rsidR="008C7BDE" w:rsidRDefault="00714239" w:rsidP="008C7BDE">
            <w:sdt>
              <w:sdtPr>
                <w:rPr>
                  <w:b/>
                  <w:bCs/>
                  <w:sz w:val="28"/>
                  <w:szCs w:val="40"/>
                </w:rPr>
                <w:id w:val="1825155614"/>
                <w:placeholder>
                  <w:docPart w:val="A127ED6F41CB47829576D8FBB9AB8BBF"/>
                </w:placeholder>
                <w:showingPlcHdr/>
                <w:text/>
              </w:sdtPr>
              <w:sdtEndPr/>
              <w:sdtContent>
                <w:r w:rsidR="008C7BDE" w:rsidRPr="00E331A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:rsidR="008C7BDE" w:rsidRDefault="008C7BDE" w:rsidP="008C7BDE">
      <w:pPr>
        <w:rPr>
          <w:b/>
          <w:bCs/>
          <w:szCs w:val="32"/>
        </w:rPr>
      </w:pPr>
    </w:p>
    <w:p w:rsidR="008C7BDE" w:rsidRPr="00792162" w:rsidRDefault="008C7BDE" w:rsidP="008C7BDE">
      <w:pPr>
        <w:rPr>
          <w:b/>
          <w:bCs/>
          <w:szCs w:val="32"/>
        </w:rPr>
      </w:pPr>
      <w:r w:rsidRPr="00792162">
        <w:rPr>
          <w:b/>
          <w:bCs/>
          <w:szCs w:val="32"/>
        </w:rPr>
        <w:t>and directs</w:t>
      </w:r>
    </w:p>
    <w:p w:rsidR="008C7BDE" w:rsidRDefault="008C7BD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1"/>
        <w:gridCol w:w="8065"/>
      </w:tblGrid>
      <w:tr w:rsidR="008C7BDE" w:rsidTr="008C7BDE">
        <w:tc>
          <w:tcPr>
            <w:tcW w:w="959" w:type="dxa"/>
            <w:vAlign w:val="center"/>
          </w:tcPr>
          <w:p w:rsidR="008C7BDE" w:rsidRDefault="008C7BDE" w:rsidP="008C7BDE">
            <w:r>
              <w:rPr>
                <w:b/>
                <w:spacing w:val="10"/>
                <w:sz w:val="72"/>
                <w:szCs w:val="72"/>
                <w:lang w:val="en-US"/>
                <w14:shadow w14:blurRad="76200" w14:dist="50800" w14:dir="5400000" w14:sx="100000" w14:sy="100000" w14:kx="0" w14:ky="0" w14:algn="tl">
                  <w14:srgbClr w14:val="000000">
                    <w14:alpha w14:val="35000"/>
                  </w14:srgbClr>
                </w14:shadow>
                <w14:textOutline w14:w="1143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5000">
                        <w14:schemeClr w14:val="accent2">
                          <w14:satMod w14:val="155000"/>
                        </w14:schemeClr>
                      </w14:gs>
                      <w14:gs w14:pos="100000">
                        <w14:schemeClr w14:val="accent2">
                          <w14:shade w14:val="45000"/>
                          <w14:satMod w14:val="165000"/>
                        </w14:schemeClr>
                      </w14:gs>
                    </w14:gsLst>
                    <w14:lin w14:ang="5400000" w14:scaled="0"/>
                  </w14:gradFill>
                </w14:textFill>
                <w14:props3d w14:extrusionH="0" w14:contourW="25400" w14:prstMaterial="matte">
                  <w14:bevelT w14:w="25400" w14:h="55880" w14:prst="artDeco"/>
                  <w14:contourClr>
                    <w14:schemeClr w14:val="accent2">
                      <w14:tint w14:val="20000"/>
                    </w14:schemeClr>
                  </w14:contourClr>
                </w14:props3d>
              </w:rPr>
              <w:t>H</w:t>
            </w:r>
          </w:p>
        </w:tc>
        <w:tc>
          <w:tcPr>
            <w:tcW w:w="8283" w:type="dxa"/>
            <w:vAlign w:val="center"/>
          </w:tcPr>
          <w:p w:rsidR="008C7BDE" w:rsidRDefault="00714239" w:rsidP="008C7BDE">
            <w:sdt>
              <w:sdtPr>
                <w:rPr>
                  <w:b/>
                  <w:bCs/>
                  <w:sz w:val="28"/>
                  <w:szCs w:val="40"/>
                </w:rPr>
                <w:id w:val="-952935754"/>
                <w:placeholder>
                  <w:docPart w:val="7380E8F12E5D41E8BCE7348ACD0F3B09"/>
                </w:placeholder>
                <w:showingPlcHdr/>
                <w:text/>
              </w:sdtPr>
              <w:sdtEndPr/>
              <w:sdtContent>
                <w:r w:rsidR="008C7BDE" w:rsidRPr="00E331A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:rsidR="005968D8" w:rsidRDefault="005968D8" w:rsidP="000C5F72">
      <w:pPr>
        <w:spacing w:line="120" w:lineRule="exact"/>
      </w:pPr>
    </w:p>
    <w:p w:rsidR="00D204CF" w:rsidRDefault="00D204CF" w:rsidP="00D204CF">
      <w:r>
        <w:br w:type="page"/>
      </w:r>
    </w:p>
    <w:p w:rsidR="009D71CA" w:rsidRDefault="009D71CA" w:rsidP="009D71CA"/>
    <w:p w:rsidR="009D71CA" w:rsidRDefault="009D71CA" w:rsidP="009D71CA">
      <w:pPr>
        <w:pStyle w:val="Heading4"/>
        <w:rPr>
          <w:sz w:val="40"/>
        </w:rPr>
      </w:pPr>
      <w:r w:rsidRPr="00300431">
        <w:rPr>
          <w:sz w:val="40"/>
        </w:rPr>
        <w:t xml:space="preserve">At completion of </w:t>
      </w:r>
      <w:r>
        <w:rPr>
          <w:sz w:val="40"/>
        </w:rPr>
        <w:t>form 2</w:t>
      </w:r>
      <w:r w:rsidRPr="00300431">
        <w:rPr>
          <w:sz w:val="40"/>
        </w:rPr>
        <w:t>:</w:t>
      </w:r>
    </w:p>
    <w:p w:rsidR="009D71CA" w:rsidRDefault="009D71CA" w:rsidP="009D71CA"/>
    <w:p w:rsidR="009D71CA" w:rsidRDefault="009D71CA" w:rsidP="009D71CA">
      <w:pPr>
        <w:spacing w:line="360" w:lineRule="auto"/>
        <w:ind w:left="426" w:right="225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78D4E34" wp14:editId="02FE090C">
                <wp:simplePos x="0" y="0"/>
                <wp:positionH relativeFrom="column">
                  <wp:posOffset>0</wp:posOffset>
                </wp:positionH>
                <wp:positionV relativeFrom="paragraph">
                  <wp:posOffset>186027</wp:posOffset>
                </wp:positionV>
                <wp:extent cx="6400800" cy="6182435"/>
                <wp:effectExtent l="0" t="0" r="19050" b="27940"/>
                <wp:wrapNone/>
                <wp:docPr id="15" name="Folded Corner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6182435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E4E30" id="Folded Corner 232" o:spid="_x0000_s1026" type="#_x0000_t65" style="position:absolute;margin-left:0;margin-top:14.65pt;width:7in;height:486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" adj="18000" filled="f" strokecolor="#243f60" strokeweight="2pt">
                <v:path arrowok="t"/>
              </v:shape>
            </w:pict>
          </mc:Fallback>
        </mc:AlternateContent>
      </w:r>
    </w:p>
    <w:p w:rsidR="009D71CA" w:rsidRDefault="009D71CA" w:rsidP="009D71CA">
      <w:pPr>
        <w:numPr>
          <w:ilvl w:val="0"/>
          <w:numId w:val="3"/>
        </w:numPr>
        <w:tabs>
          <w:tab w:val="clear" w:pos="567"/>
          <w:tab w:val="num" w:pos="851"/>
        </w:tabs>
        <w:spacing w:line="360" w:lineRule="auto"/>
        <w:ind w:left="851" w:right="225" w:hanging="425"/>
      </w:pPr>
      <w:r>
        <w:t>Check that you have keyed your name on the front page.</w:t>
      </w:r>
    </w:p>
    <w:p w:rsidR="009D71CA" w:rsidRPr="00907689" w:rsidRDefault="009D71CA" w:rsidP="009D71CA">
      <w:pPr>
        <w:numPr>
          <w:ilvl w:val="0"/>
          <w:numId w:val="3"/>
        </w:numPr>
        <w:tabs>
          <w:tab w:val="clear" w:pos="567"/>
          <w:tab w:val="num" w:pos="851"/>
        </w:tabs>
        <w:spacing w:line="360" w:lineRule="auto"/>
        <w:ind w:left="851" w:right="225" w:hanging="425"/>
      </w:pPr>
      <w:r>
        <w:t>Save and close this document.</w:t>
      </w:r>
    </w:p>
    <w:p w:rsidR="009D71CA" w:rsidRDefault="009D71CA" w:rsidP="009D71CA">
      <w:pPr>
        <w:numPr>
          <w:ilvl w:val="0"/>
          <w:numId w:val="3"/>
        </w:numPr>
        <w:tabs>
          <w:tab w:val="clear" w:pos="567"/>
          <w:tab w:val="num" w:pos="851"/>
        </w:tabs>
        <w:spacing w:line="360" w:lineRule="auto"/>
        <w:ind w:left="851" w:right="225" w:hanging="425"/>
      </w:pPr>
      <w:r>
        <w:t xml:space="preserve">This form must be emailed in to </w:t>
      </w:r>
      <w:hyperlink r:id="rId18" w:history="1">
        <w:r w:rsidRPr="004D1299">
          <w:rPr>
            <w:rStyle w:val="Hyperlink"/>
          </w:rPr>
          <w:t>nzcc2@eit.ac.nz</w:t>
        </w:r>
      </w:hyperlink>
      <w:r>
        <w:t xml:space="preserve">.  </w:t>
      </w:r>
      <w:r>
        <w:br/>
        <w:t>Subject line: Computer Fundamentals Section 2 Software</w:t>
      </w:r>
      <w:r>
        <w:br/>
        <w:t xml:space="preserve">Attachment:  Computer Fundamentals Assignment Form 2.docx  </w:t>
      </w:r>
      <w:r>
        <w:br/>
        <w:t>Message to be as shown below including your full name.</w:t>
      </w:r>
    </w:p>
    <w:p w:rsidR="009D71CA" w:rsidRDefault="00714239" w:rsidP="009D71CA">
      <w:r>
        <w:rPr>
          <w:noProof/>
          <w:lang w:eastAsia="en-NZ"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349956</wp:posOffset>
            </wp:positionH>
            <wp:positionV relativeFrom="paragraph">
              <wp:posOffset>210044</wp:posOffset>
            </wp:positionV>
            <wp:extent cx="4847590" cy="22377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7590" cy="223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71CA" w:rsidRPr="00844CC6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 wp14:anchorId="66ADB10D" wp14:editId="306E398F">
                <wp:simplePos x="0" y="0"/>
                <wp:positionH relativeFrom="column">
                  <wp:posOffset>136478</wp:posOffset>
                </wp:positionH>
                <wp:positionV relativeFrom="paragraph">
                  <wp:posOffset>15496</wp:posOffset>
                </wp:positionV>
                <wp:extent cx="5363570" cy="2783840"/>
                <wp:effectExtent l="0" t="0" r="27940" b="1651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3570" cy="278384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927808" id="Rectangle 3" o:spid="_x0000_s1026" style="position:absolute;margin-left:10.75pt;margin-top:1.2pt;width:422.35pt;height:219.2pt;z-index:-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" fillcolor="#0070c0" strokecolor="#243f60 [1604]" strokeweight="2pt"/>
            </w:pict>
          </mc:Fallback>
        </mc:AlternateContent>
      </w:r>
    </w:p>
    <w:p w:rsidR="009D71CA" w:rsidRDefault="009D71CA" w:rsidP="009D71CA"/>
    <w:p w:rsidR="009D71CA" w:rsidRDefault="009D71CA" w:rsidP="009D71CA"/>
    <w:p w:rsidR="009D71CA" w:rsidRDefault="009D71CA" w:rsidP="009D71CA"/>
    <w:p w:rsidR="009D71CA" w:rsidRDefault="009D71CA" w:rsidP="009D71CA"/>
    <w:p w:rsidR="009D71CA" w:rsidRDefault="009D71CA" w:rsidP="009D71CA"/>
    <w:p w:rsidR="009D71CA" w:rsidRDefault="009D71CA" w:rsidP="009D71CA"/>
    <w:p w:rsidR="009D71CA" w:rsidRDefault="009D71CA" w:rsidP="009D71CA">
      <w:r>
        <w:br/>
      </w:r>
      <w:r>
        <w:br/>
      </w:r>
      <w:r>
        <w:br/>
      </w:r>
    </w:p>
    <w:p w:rsidR="009D71CA" w:rsidRDefault="009D71CA" w:rsidP="009D71CA">
      <w:pPr>
        <w:jc w:val="center"/>
        <w:rPr>
          <w:noProof/>
          <w:lang w:eastAsia="en-NZ"/>
        </w:rPr>
      </w:pPr>
    </w:p>
    <w:p w:rsidR="009D71CA" w:rsidRDefault="009D71CA" w:rsidP="009D71CA">
      <w:pPr>
        <w:jc w:val="center"/>
        <w:rPr>
          <w:noProof/>
          <w:lang w:eastAsia="en-NZ"/>
        </w:rPr>
      </w:pPr>
    </w:p>
    <w:p w:rsidR="009D71CA" w:rsidRDefault="009D71CA" w:rsidP="009D71CA">
      <w:pPr>
        <w:numPr>
          <w:ilvl w:val="0"/>
          <w:numId w:val="3"/>
        </w:numPr>
        <w:tabs>
          <w:tab w:val="clear" w:pos="567"/>
          <w:tab w:val="num" w:pos="851"/>
        </w:tabs>
        <w:spacing w:line="360" w:lineRule="auto"/>
        <w:ind w:left="426" w:right="225" w:firstLine="0"/>
      </w:pPr>
      <w:r>
        <w:t xml:space="preserve">Any feedback will be emailed to you from </w:t>
      </w:r>
      <w:hyperlink r:id="rId20" w:history="1">
        <w:r w:rsidRPr="004D1299">
          <w:rPr>
            <w:rStyle w:val="Hyperlink"/>
          </w:rPr>
          <w:t>nzcc2@eit.ac.nz</w:t>
        </w:r>
      </w:hyperlink>
      <w:r>
        <w:t xml:space="preserve">   </w:t>
      </w:r>
    </w:p>
    <w:p w:rsidR="009D71CA" w:rsidRPr="0022231E" w:rsidRDefault="009D71CA" w:rsidP="009D71CA">
      <w:pPr>
        <w:numPr>
          <w:ilvl w:val="0"/>
          <w:numId w:val="3"/>
        </w:numPr>
        <w:tabs>
          <w:tab w:val="clear" w:pos="567"/>
          <w:tab w:val="num" w:pos="851"/>
        </w:tabs>
        <w:spacing w:line="360" w:lineRule="auto"/>
        <w:ind w:left="426" w:right="225" w:firstLine="0"/>
      </w:pPr>
      <w:r>
        <w:t xml:space="preserve">Your Assessment Decision will also be emailed to you from </w:t>
      </w:r>
      <w:hyperlink r:id="rId21" w:history="1">
        <w:r w:rsidRPr="004D1299">
          <w:rPr>
            <w:rStyle w:val="Hyperlink"/>
          </w:rPr>
          <w:t>nzcc2@eit.ac.nz</w:t>
        </w:r>
      </w:hyperlink>
      <w:r>
        <w:t xml:space="preserve"> </w:t>
      </w:r>
    </w:p>
    <w:p w:rsidR="009D71CA" w:rsidRPr="00D715DB" w:rsidRDefault="009D71CA" w:rsidP="009D71CA"/>
    <w:p w:rsidR="009D71CA" w:rsidRDefault="009D71CA" w:rsidP="009D71CA">
      <w:pPr>
        <w:rPr>
          <w:highlight w:val="black"/>
        </w:rPr>
      </w:pPr>
    </w:p>
    <w:p w:rsidR="009D71CA" w:rsidRPr="00F66BA0" w:rsidRDefault="009D71CA" w:rsidP="009D71CA">
      <w:pPr>
        <w:jc w:val="center"/>
        <w:rPr>
          <w:b/>
          <w:color w:val="FFFFFF"/>
          <w:sz w:val="52"/>
          <w:szCs w:val="28"/>
          <w:highlight w:val="black"/>
        </w:rPr>
      </w:pPr>
      <w:r w:rsidRPr="00F66BA0">
        <w:rPr>
          <w:b/>
          <w:color w:val="FFFFFF"/>
          <w:sz w:val="52"/>
          <w:szCs w:val="28"/>
          <w:highlight w:val="black"/>
        </w:rPr>
        <w:t>Back to workbook</w:t>
      </w:r>
    </w:p>
    <w:p w:rsidR="003A533F" w:rsidRPr="00D204CF" w:rsidRDefault="003A533F" w:rsidP="009D71CA">
      <w:pPr>
        <w:rPr>
          <w:sz w:val="18"/>
        </w:rPr>
      </w:pPr>
    </w:p>
    <w:sectPr w:rsidR="003A533F" w:rsidRPr="00D204CF" w:rsidSect="005968D8">
      <w:footerReference w:type="default" r:id="rId22"/>
      <w:footerReference w:type="first" r:id="rId23"/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96A" w:rsidRDefault="00B4596A" w:rsidP="006847D2">
      <w:pPr>
        <w:spacing w:line="240" w:lineRule="auto"/>
      </w:pPr>
      <w:r>
        <w:separator/>
      </w:r>
    </w:p>
  </w:endnote>
  <w:endnote w:type="continuationSeparator" w:id="0">
    <w:p w:rsidR="00B4596A" w:rsidRDefault="00B4596A" w:rsidP="006847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96A" w:rsidRPr="00736115" w:rsidRDefault="00714239" w:rsidP="000C5F72">
    <w:pPr>
      <w:pStyle w:val="Header"/>
      <w:tabs>
        <w:tab w:val="right" w:pos="9540"/>
      </w:tabs>
      <w:rPr>
        <w:lang w:val="en-US"/>
      </w:rPr>
    </w:pPr>
    <w:r>
      <w:rPr>
        <w:noProof/>
      </w:rPr>
      <w:fldChar w:fldCharType="begin"/>
    </w:r>
    <w:r>
      <w:rPr>
        <w:noProof/>
      </w:rPr>
      <w:instrText xml:space="preserve"> FILENAME  \p  \* MERGEFORMAT </w:instrText>
    </w:r>
    <w:r>
      <w:rPr>
        <w:noProof/>
      </w:rPr>
      <w:fldChar w:fldCharType="separate"/>
    </w:r>
    <w:r w:rsidR="00554D1D">
      <w:rPr>
        <w:noProof/>
      </w:rPr>
      <w:t>S:\BUSINESS\NZCC\Computing Fundamentals\Assessment\Computer Fundamentals Assignment Form 2.docx</w:t>
    </w:r>
    <w:r>
      <w:rPr>
        <w:noProof/>
      </w:rPr>
      <w:fldChar w:fldCharType="end"/>
    </w:r>
    <w:r w:rsidR="00B4596A">
      <w:tab/>
    </w:r>
    <w:r w:rsidR="00B4596A">
      <w:rPr>
        <w:lang w:val="en-US"/>
      </w:rPr>
      <w:t xml:space="preserve"> </w:t>
    </w:r>
    <w:r w:rsidR="00B4596A">
      <w:rPr>
        <w:rStyle w:val="PageNumber"/>
      </w:rPr>
      <w:fldChar w:fldCharType="begin"/>
    </w:r>
    <w:r w:rsidR="00B4596A">
      <w:rPr>
        <w:rStyle w:val="PageNumber"/>
      </w:rPr>
      <w:instrText xml:space="preserve"> PAGE </w:instrText>
    </w:r>
    <w:r w:rsidR="00B4596A">
      <w:rPr>
        <w:rStyle w:val="PageNumber"/>
      </w:rPr>
      <w:fldChar w:fldCharType="separate"/>
    </w:r>
    <w:r>
      <w:rPr>
        <w:rStyle w:val="PageNumber"/>
        <w:noProof/>
      </w:rPr>
      <w:t>2</w:t>
    </w:r>
    <w:r w:rsidR="00B4596A"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96A" w:rsidRPr="00EB77B7" w:rsidRDefault="00B4596A" w:rsidP="000C5F72">
    <w:r w:rsidRPr="00EB77B7">
      <w:t>Assessment Supervisor Name: ……………………………………………………….Signature: …………………………</w:t>
    </w:r>
  </w:p>
  <w:p w:rsidR="00B4596A" w:rsidRDefault="00B459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96A" w:rsidRDefault="00B4596A" w:rsidP="006847D2">
      <w:pPr>
        <w:spacing w:line="240" w:lineRule="auto"/>
      </w:pPr>
      <w:r>
        <w:separator/>
      </w:r>
    </w:p>
  </w:footnote>
  <w:footnote w:type="continuationSeparator" w:id="0">
    <w:p w:rsidR="00B4596A" w:rsidRDefault="00B4596A" w:rsidP="006847D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65pt;height:10.65pt" o:bullet="t">
        <v:imagedata r:id="rId1" o:title="mso193"/>
      </v:shape>
    </w:pict>
  </w:numPicBullet>
  <w:abstractNum w:abstractNumId="0" w15:restartNumberingAfterBreak="0">
    <w:nsid w:val="FFFFFF89"/>
    <w:multiLevelType w:val="singleLevel"/>
    <w:tmpl w:val="B2BEBF2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49E120F"/>
    <w:multiLevelType w:val="hybridMultilevel"/>
    <w:tmpl w:val="199AB2F0"/>
    <w:lvl w:ilvl="0" w:tplc="66006C30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B5140"/>
    <w:multiLevelType w:val="hybridMultilevel"/>
    <w:tmpl w:val="A5D4672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hideSpellingErrors/>
  <w:hideGrammaticalErrors/>
  <w:documentProtection w:edit="forms" w:enforcement="1" w:cryptProviderType="rsaAES" w:cryptAlgorithmClass="hash" w:cryptAlgorithmType="typeAny" w:cryptAlgorithmSid="14" w:cryptSpinCount="100000" w:hash="MA9sV5sphstU/Q426g6VSKHpZr1dmxwoMfZgjOl64ghlB/4K7hcFlVPq/U7yGuTcBMh/RPBsSdt1PXWH5lUqSw==" w:salt="FHfkWdPt73ddixf4V6oye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D8"/>
    <w:rsid w:val="00005840"/>
    <w:rsid w:val="00013209"/>
    <w:rsid w:val="0001550E"/>
    <w:rsid w:val="00015D1E"/>
    <w:rsid w:val="00030360"/>
    <w:rsid w:val="00053C1B"/>
    <w:rsid w:val="0006000E"/>
    <w:rsid w:val="000743F7"/>
    <w:rsid w:val="000956A1"/>
    <w:rsid w:val="000A0562"/>
    <w:rsid w:val="000A5D4C"/>
    <w:rsid w:val="000B35DF"/>
    <w:rsid w:val="000C5F72"/>
    <w:rsid w:val="000F0A46"/>
    <w:rsid w:val="000F3BD7"/>
    <w:rsid w:val="0010093E"/>
    <w:rsid w:val="00101EFB"/>
    <w:rsid w:val="0011385F"/>
    <w:rsid w:val="00122C96"/>
    <w:rsid w:val="001310B1"/>
    <w:rsid w:val="00131688"/>
    <w:rsid w:val="00137DEC"/>
    <w:rsid w:val="00153B1E"/>
    <w:rsid w:val="00157175"/>
    <w:rsid w:val="001817CB"/>
    <w:rsid w:val="00182ED5"/>
    <w:rsid w:val="00196DF4"/>
    <w:rsid w:val="001C3D4C"/>
    <w:rsid w:val="001D4978"/>
    <w:rsid w:val="001E1485"/>
    <w:rsid w:val="001E2A99"/>
    <w:rsid w:val="001E60D7"/>
    <w:rsid w:val="001F4A87"/>
    <w:rsid w:val="00221A9E"/>
    <w:rsid w:val="00240C48"/>
    <w:rsid w:val="00253EB6"/>
    <w:rsid w:val="00272EAE"/>
    <w:rsid w:val="002971AB"/>
    <w:rsid w:val="002A51D6"/>
    <w:rsid w:val="002C1BEC"/>
    <w:rsid w:val="002C281B"/>
    <w:rsid w:val="002D43C3"/>
    <w:rsid w:val="002F71AE"/>
    <w:rsid w:val="0030457A"/>
    <w:rsid w:val="00312622"/>
    <w:rsid w:val="00312EEE"/>
    <w:rsid w:val="00344497"/>
    <w:rsid w:val="00345197"/>
    <w:rsid w:val="00346BE1"/>
    <w:rsid w:val="003563D5"/>
    <w:rsid w:val="003605A9"/>
    <w:rsid w:val="00360DF2"/>
    <w:rsid w:val="00374263"/>
    <w:rsid w:val="00374597"/>
    <w:rsid w:val="003775D7"/>
    <w:rsid w:val="00383C1B"/>
    <w:rsid w:val="0039796A"/>
    <w:rsid w:val="003A533F"/>
    <w:rsid w:val="003B0E58"/>
    <w:rsid w:val="003C22E8"/>
    <w:rsid w:val="003E2F40"/>
    <w:rsid w:val="00405640"/>
    <w:rsid w:val="00411FCE"/>
    <w:rsid w:val="004204DC"/>
    <w:rsid w:val="004217C1"/>
    <w:rsid w:val="00423685"/>
    <w:rsid w:val="004450A6"/>
    <w:rsid w:val="00473006"/>
    <w:rsid w:val="00473E37"/>
    <w:rsid w:val="00474BEC"/>
    <w:rsid w:val="00480DD1"/>
    <w:rsid w:val="004C31EF"/>
    <w:rsid w:val="004F3E9F"/>
    <w:rsid w:val="004F45D1"/>
    <w:rsid w:val="005145FC"/>
    <w:rsid w:val="00535FF6"/>
    <w:rsid w:val="00536AB0"/>
    <w:rsid w:val="00547A4F"/>
    <w:rsid w:val="00554D1D"/>
    <w:rsid w:val="005968D8"/>
    <w:rsid w:val="00597F7A"/>
    <w:rsid w:val="005A0BF7"/>
    <w:rsid w:val="005B3322"/>
    <w:rsid w:val="005B3DE3"/>
    <w:rsid w:val="005B3E60"/>
    <w:rsid w:val="005D3329"/>
    <w:rsid w:val="005E392D"/>
    <w:rsid w:val="005F09DD"/>
    <w:rsid w:val="005F1871"/>
    <w:rsid w:val="005F1A3F"/>
    <w:rsid w:val="005F3E77"/>
    <w:rsid w:val="005F7D91"/>
    <w:rsid w:val="006145F9"/>
    <w:rsid w:val="00634142"/>
    <w:rsid w:val="006612E9"/>
    <w:rsid w:val="00666D08"/>
    <w:rsid w:val="00675E6E"/>
    <w:rsid w:val="006847D2"/>
    <w:rsid w:val="006A0981"/>
    <w:rsid w:val="006A76FC"/>
    <w:rsid w:val="006B3815"/>
    <w:rsid w:val="006B5408"/>
    <w:rsid w:val="006C2736"/>
    <w:rsid w:val="006D7F7A"/>
    <w:rsid w:val="006E5971"/>
    <w:rsid w:val="007009EA"/>
    <w:rsid w:val="00707D01"/>
    <w:rsid w:val="00714239"/>
    <w:rsid w:val="00717D9F"/>
    <w:rsid w:val="00724103"/>
    <w:rsid w:val="00727A0A"/>
    <w:rsid w:val="00734878"/>
    <w:rsid w:val="00747F79"/>
    <w:rsid w:val="007516B1"/>
    <w:rsid w:val="00760811"/>
    <w:rsid w:val="00792162"/>
    <w:rsid w:val="007C2CA6"/>
    <w:rsid w:val="007E0499"/>
    <w:rsid w:val="007F2561"/>
    <w:rsid w:val="008347A6"/>
    <w:rsid w:val="0083664B"/>
    <w:rsid w:val="008545E3"/>
    <w:rsid w:val="00862ACB"/>
    <w:rsid w:val="0086642D"/>
    <w:rsid w:val="008764DE"/>
    <w:rsid w:val="0088700F"/>
    <w:rsid w:val="008A0761"/>
    <w:rsid w:val="008C7BDE"/>
    <w:rsid w:val="008F7BBC"/>
    <w:rsid w:val="00934D55"/>
    <w:rsid w:val="00936D2C"/>
    <w:rsid w:val="009449C3"/>
    <w:rsid w:val="00953EC0"/>
    <w:rsid w:val="00956ECB"/>
    <w:rsid w:val="00962A00"/>
    <w:rsid w:val="009665DA"/>
    <w:rsid w:val="009674AA"/>
    <w:rsid w:val="0097246B"/>
    <w:rsid w:val="00973C15"/>
    <w:rsid w:val="00975261"/>
    <w:rsid w:val="00981646"/>
    <w:rsid w:val="0099027E"/>
    <w:rsid w:val="00992C22"/>
    <w:rsid w:val="00994D34"/>
    <w:rsid w:val="009A6F10"/>
    <w:rsid w:val="009A7406"/>
    <w:rsid w:val="009B0569"/>
    <w:rsid w:val="009B3CDB"/>
    <w:rsid w:val="009B5D8E"/>
    <w:rsid w:val="009C1FBA"/>
    <w:rsid w:val="009C3F54"/>
    <w:rsid w:val="009D6F15"/>
    <w:rsid w:val="009D71CA"/>
    <w:rsid w:val="009E0716"/>
    <w:rsid w:val="00A00F9C"/>
    <w:rsid w:val="00A0313A"/>
    <w:rsid w:val="00A11AA1"/>
    <w:rsid w:val="00A229FC"/>
    <w:rsid w:val="00A24F4B"/>
    <w:rsid w:val="00A423B0"/>
    <w:rsid w:val="00A45047"/>
    <w:rsid w:val="00A501C0"/>
    <w:rsid w:val="00A70231"/>
    <w:rsid w:val="00A70406"/>
    <w:rsid w:val="00AA0D3C"/>
    <w:rsid w:val="00AB494D"/>
    <w:rsid w:val="00AC25B4"/>
    <w:rsid w:val="00AC4084"/>
    <w:rsid w:val="00AD1D6D"/>
    <w:rsid w:val="00AE2D22"/>
    <w:rsid w:val="00AF23F8"/>
    <w:rsid w:val="00AF73A2"/>
    <w:rsid w:val="00B12DAC"/>
    <w:rsid w:val="00B1312C"/>
    <w:rsid w:val="00B14B95"/>
    <w:rsid w:val="00B173B7"/>
    <w:rsid w:val="00B302C7"/>
    <w:rsid w:val="00B35C75"/>
    <w:rsid w:val="00B364B8"/>
    <w:rsid w:val="00B4596A"/>
    <w:rsid w:val="00B56452"/>
    <w:rsid w:val="00B63A81"/>
    <w:rsid w:val="00B74984"/>
    <w:rsid w:val="00B76EFA"/>
    <w:rsid w:val="00BA49EB"/>
    <w:rsid w:val="00BD1A15"/>
    <w:rsid w:val="00BD6235"/>
    <w:rsid w:val="00BD76A1"/>
    <w:rsid w:val="00BE2B45"/>
    <w:rsid w:val="00BE72E1"/>
    <w:rsid w:val="00C02812"/>
    <w:rsid w:val="00C13469"/>
    <w:rsid w:val="00C600AA"/>
    <w:rsid w:val="00C857C1"/>
    <w:rsid w:val="00C948A7"/>
    <w:rsid w:val="00CA0A83"/>
    <w:rsid w:val="00CC304B"/>
    <w:rsid w:val="00CC6585"/>
    <w:rsid w:val="00CD52FC"/>
    <w:rsid w:val="00CE244A"/>
    <w:rsid w:val="00CE6863"/>
    <w:rsid w:val="00CE7527"/>
    <w:rsid w:val="00D13F51"/>
    <w:rsid w:val="00D1631E"/>
    <w:rsid w:val="00D204CF"/>
    <w:rsid w:val="00D30B94"/>
    <w:rsid w:val="00D31FC5"/>
    <w:rsid w:val="00D34EA7"/>
    <w:rsid w:val="00D47E74"/>
    <w:rsid w:val="00D55A0E"/>
    <w:rsid w:val="00D56CA0"/>
    <w:rsid w:val="00D70FE1"/>
    <w:rsid w:val="00D715DB"/>
    <w:rsid w:val="00D81F3D"/>
    <w:rsid w:val="00D977A1"/>
    <w:rsid w:val="00DB00D6"/>
    <w:rsid w:val="00DC6536"/>
    <w:rsid w:val="00DD29F1"/>
    <w:rsid w:val="00DF32DE"/>
    <w:rsid w:val="00DF6EC7"/>
    <w:rsid w:val="00E067BA"/>
    <w:rsid w:val="00E5057E"/>
    <w:rsid w:val="00E547C2"/>
    <w:rsid w:val="00E66D29"/>
    <w:rsid w:val="00EB3598"/>
    <w:rsid w:val="00EB6F59"/>
    <w:rsid w:val="00EF3E48"/>
    <w:rsid w:val="00EF6B24"/>
    <w:rsid w:val="00F26791"/>
    <w:rsid w:val="00F3191D"/>
    <w:rsid w:val="00F363B3"/>
    <w:rsid w:val="00F46FFB"/>
    <w:rsid w:val="00F57910"/>
    <w:rsid w:val="00F66BA0"/>
    <w:rsid w:val="00FA471B"/>
    <w:rsid w:val="00FB688B"/>
    <w:rsid w:val="00FC055F"/>
    <w:rsid w:val="00FD33AF"/>
    <w:rsid w:val="00FD72D3"/>
    <w:rsid w:val="00FE7B55"/>
    <w:rsid w:val="00FF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00CB0A96-F3DB-4C74-8584-175DCB30C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A99"/>
    <w:pPr>
      <w:spacing w:after="120" w:line="276" w:lineRule="auto"/>
    </w:pPr>
    <w:rPr>
      <w:rFonts w:eastAsia="SimSun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E2A99"/>
    <w:pPr>
      <w:pBdr>
        <w:bottom w:val="double" w:sz="6" w:space="1" w:color="auto"/>
      </w:pBdr>
      <w:spacing w:before="60"/>
      <w:outlineLvl w:val="0"/>
    </w:pPr>
    <w:rPr>
      <w:b/>
      <w:sz w:val="32"/>
    </w:rPr>
  </w:style>
  <w:style w:type="paragraph" w:styleId="Heading2">
    <w:name w:val="heading 2"/>
    <w:next w:val="Normal"/>
    <w:link w:val="Heading2Char"/>
    <w:qFormat/>
    <w:rsid w:val="001E2A99"/>
    <w:pPr>
      <w:shd w:val="clear" w:color="auto" w:fill="000000"/>
      <w:spacing w:before="120"/>
      <w:outlineLvl w:val="1"/>
    </w:pPr>
    <w:rPr>
      <w:rFonts w:ascii="Maiandra GD" w:eastAsia="SimSun" w:hAnsi="Maiandra GD"/>
      <w:b/>
      <w:sz w:val="28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3A533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</w:rPr>
  </w:style>
  <w:style w:type="paragraph" w:styleId="Heading4">
    <w:name w:val="heading 4"/>
    <w:basedOn w:val="Heading2"/>
    <w:next w:val="Normal"/>
    <w:link w:val="Heading4Char"/>
    <w:qFormat/>
    <w:rsid w:val="001E2A99"/>
    <w:pPr>
      <w:keepNext/>
      <w:spacing w:before="240" w:after="60"/>
      <w:outlineLvl w:val="3"/>
    </w:pPr>
    <w:rPr>
      <w:rFonts w:ascii="Kristen ITC" w:hAnsi="Kristen ITC"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715D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ightList-Accent5">
    <w:name w:val="Light List Accent 5"/>
    <w:basedOn w:val="TableNormal"/>
    <w:uiPriority w:val="61"/>
    <w:rsid w:val="00D715D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rows">
    <w:name w:val="rows"/>
    <w:basedOn w:val="Header"/>
    <w:qFormat/>
    <w:rsid w:val="00A229FC"/>
    <w:pPr>
      <w:pBdr>
        <w:bottom w:val="single" w:sz="4" w:space="1" w:color="auto"/>
      </w:pBdr>
      <w:tabs>
        <w:tab w:val="clear" w:pos="4513"/>
        <w:tab w:val="clear" w:pos="9026"/>
        <w:tab w:val="left" w:pos="6237"/>
        <w:tab w:val="right" w:pos="15139"/>
      </w:tabs>
      <w:spacing w:after="360" w:line="276" w:lineRule="auto"/>
    </w:pPr>
    <w:rPr>
      <w:rFonts w:cs="Arial"/>
      <w:noProof/>
      <w:spacing w:val="30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E2A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A99"/>
    <w:rPr>
      <w:rFonts w:eastAsia="SimSun"/>
      <w:sz w:val="22"/>
      <w:lang w:eastAsia="zh-CN"/>
    </w:rPr>
  </w:style>
  <w:style w:type="character" w:customStyle="1" w:styleId="Heading4Char">
    <w:name w:val="Heading 4 Char"/>
    <w:basedOn w:val="DefaultParagraphFont"/>
    <w:link w:val="Heading4"/>
    <w:rsid w:val="001E2A99"/>
    <w:rPr>
      <w:rFonts w:ascii="Kristen ITC" w:eastAsia="SimSun" w:hAnsi="Kristen ITC"/>
      <w:b/>
      <w:bCs/>
      <w:sz w:val="22"/>
      <w:szCs w:val="28"/>
      <w:shd w:val="clear" w:color="auto" w:fill="000000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1E2A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A99"/>
    <w:rPr>
      <w:rFonts w:eastAsia="SimSun"/>
      <w:sz w:val="22"/>
      <w:lang w:eastAsia="zh-CN"/>
    </w:rPr>
  </w:style>
  <w:style w:type="character" w:styleId="PageNumber">
    <w:name w:val="page number"/>
    <w:basedOn w:val="DefaultParagraphFont"/>
    <w:rsid w:val="005968D8"/>
  </w:style>
  <w:style w:type="paragraph" w:customStyle="1" w:styleId="smallline">
    <w:name w:val="smallline"/>
    <w:basedOn w:val="Normal"/>
    <w:next w:val="Normal"/>
    <w:link w:val="smalllineChar"/>
    <w:qFormat/>
    <w:rsid w:val="001E2A99"/>
    <w:pPr>
      <w:spacing w:line="120" w:lineRule="exact"/>
    </w:pPr>
    <w:rPr>
      <w:sz w:val="21"/>
    </w:rPr>
  </w:style>
  <w:style w:type="paragraph" w:customStyle="1" w:styleId="Default">
    <w:name w:val="Default"/>
    <w:rsid w:val="005968D8"/>
    <w:pPr>
      <w:widowControl w:val="0"/>
      <w:autoSpaceDE w:val="0"/>
      <w:autoSpaceDN w:val="0"/>
      <w:adjustRightInd w:val="0"/>
    </w:pPr>
    <w:rPr>
      <w:rFonts w:ascii="Trebuchet MS" w:eastAsia="Times New Roman" w:hAnsi="Trebuchet MS" w:cs="Trebuchet MS"/>
      <w:color w:val="000000"/>
      <w:sz w:val="24"/>
      <w:szCs w:val="24"/>
      <w:lang w:val="en-AU" w:eastAsia="en-AU"/>
    </w:rPr>
  </w:style>
  <w:style w:type="paragraph" w:styleId="NoSpacing">
    <w:name w:val="No Spacing"/>
    <w:uiPriority w:val="1"/>
    <w:qFormat/>
    <w:rsid w:val="006847D2"/>
    <w:rPr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1E2A99"/>
    <w:rPr>
      <w:rFonts w:ascii="Maiandra GD" w:eastAsia="SimSun" w:hAnsi="Maiandra GD"/>
      <w:b/>
      <w:sz w:val="28"/>
      <w:shd w:val="clear" w:color="auto" w:fill="000000"/>
      <w:lang w:val="en-GB" w:eastAsia="en-US"/>
    </w:rPr>
  </w:style>
  <w:style w:type="character" w:customStyle="1" w:styleId="Heading3Char">
    <w:name w:val="Heading 3 Char"/>
    <w:link w:val="Heading3"/>
    <w:rsid w:val="003A533F"/>
    <w:rPr>
      <w:rFonts w:ascii="Arial" w:eastAsia="Times New Roman" w:hAnsi="Arial" w:cs="Arial"/>
      <w:b/>
      <w:bCs/>
      <w:noProof/>
      <w:sz w:val="26"/>
      <w:szCs w:val="26"/>
      <w:lang w:eastAsia="en-US"/>
    </w:rPr>
  </w:style>
  <w:style w:type="paragraph" w:customStyle="1" w:styleId="why">
    <w:name w:val="why"/>
    <w:basedOn w:val="Normal"/>
    <w:link w:val="whyChar"/>
    <w:qFormat/>
    <w:rsid w:val="001E2A99"/>
    <w:rPr>
      <w:rFonts w:ascii="Comic Sans MS" w:hAnsi="Comic Sans MS"/>
      <w:color w:val="000080"/>
      <w:sz w:val="19"/>
    </w:rPr>
  </w:style>
  <w:style w:type="character" w:customStyle="1" w:styleId="whyChar">
    <w:name w:val="why Char"/>
    <w:link w:val="why"/>
    <w:rsid w:val="001E2A99"/>
    <w:rPr>
      <w:rFonts w:ascii="Comic Sans MS" w:eastAsia="SimSun" w:hAnsi="Comic Sans MS"/>
      <w:color w:val="000080"/>
      <w:sz w:val="19"/>
      <w:lang w:eastAsia="zh-CN"/>
    </w:rPr>
  </w:style>
  <w:style w:type="character" w:customStyle="1" w:styleId="Heading1Char">
    <w:name w:val="Heading 1 Char"/>
    <w:basedOn w:val="DefaultParagraphFont"/>
    <w:link w:val="Heading1"/>
    <w:rsid w:val="001E2A99"/>
    <w:rPr>
      <w:rFonts w:eastAsia="SimSun"/>
      <w:b/>
      <w:sz w:val="32"/>
      <w:lang w:eastAsia="zh-CN"/>
    </w:rPr>
  </w:style>
  <w:style w:type="paragraph" w:styleId="ListBullet">
    <w:name w:val="List Bullet"/>
    <w:basedOn w:val="Normal"/>
    <w:uiPriority w:val="99"/>
    <w:unhideWhenUsed/>
    <w:rsid w:val="0097246B"/>
    <w:pPr>
      <w:numPr>
        <w:numId w:val="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75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775D7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D204CF"/>
    <w:rPr>
      <w:color w:val="0000FF"/>
      <w:u w:val="single"/>
    </w:rPr>
  </w:style>
  <w:style w:type="character" w:customStyle="1" w:styleId="smalllineChar">
    <w:name w:val="smallline Char"/>
    <w:link w:val="smallline"/>
    <w:locked/>
    <w:rsid w:val="001E2A99"/>
    <w:rPr>
      <w:rFonts w:eastAsia="SimSun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312EE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B3E60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FA47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471B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mailto:nzcc2@eit.ac.nz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nzcc2@eit.ac.nz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mailto:nzcc2@eit.ac.nz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10" Type="http://schemas.openxmlformats.org/officeDocument/2006/relationships/hyperlink" Target="mailto:nzcc2@eit.ac.nz" TargetMode="Externa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hyperlink" Target="mailto:nzcc2@eit.ac.nz" TargetMode="External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38397B806DF47BBA304BC4DD2701A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2C21B-CA37-486E-B332-02EC2E322D26}"/>
      </w:docPartPr>
      <w:docPartBody>
        <w:p w:rsidR="006A676A" w:rsidRDefault="00BB056F" w:rsidP="00BB056F">
          <w:pPr>
            <w:pStyle w:val="938397B806DF47BBA304BC4DD2701AC7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243E734612D9417EA2652A31183373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F97137-8CEC-4CB5-BADC-D52755A426AA}"/>
      </w:docPartPr>
      <w:docPartBody>
        <w:p w:rsidR="006A676A" w:rsidRDefault="00BB056F" w:rsidP="00BB056F">
          <w:pPr>
            <w:pStyle w:val="243E734612D9417EA2652A3118337346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01475FEE079A4B9D966A0FB09113F9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840A5E-5085-4196-A929-E62176B1040B}"/>
      </w:docPartPr>
      <w:docPartBody>
        <w:p w:rsidR="006A676A" w:rsidRDefault="00BB056F" w:rsidP="00BB056F">
          <w:pPr>
            <w:pStyle w:val="01475FEE079A4B9D966A0FB09113F9A8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A127ED6F41CB47829576D8FBB9AB8B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599611-B11A-4473-ADEA-B0BEB79CBA1E}"/>
      </w:docPartPr>
      <w:docPartBody>
        <w:p w:rsidR="006A676A" w:rsidRDefault="00BB056F" w:rsidP="00BB056F">
          <w:pPr>
            <w:pStyle w:val="A127ED6F41CB47829576D8FBB9AB8BBF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7380E8F12E5D41E8BCE7348ACD0F3B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B62E37-CE1F-4A04-8934-7A670DE1498D}"/>
      </w:docPartPr>
      <w:docPartBody>
        <w:p w:rsidR="006A676A" w:rsidRDefault="00BB056F" w:rsidP="00BB056F">
          <w:pPr>
            <w:pStyle w:val="7380E8F12E5D41E8BCE7348ACD0F3B09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FDB3343967EB4683A924D92DEC3EA8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DF2A05-C1AE-4E56-A16E-704DC7D879F6}"/>
      </w:docPartPr>
      <w:docPartBody>
        <w:p w:rsidR="00B76D62" w:rsidRDefault="002400DD" w:rsidP="002400DD">
          <w:pPr>
            <w:pStyle w:val="FDB3343967EB4683A924D92DEC3EA8EF"/>
          </w:pPr>
          <w:r w:rsidRPr="00E30C1D">
            <w:rPr>
              <w:rStyle w:val="PlaceholderText"/>
            </w:rPr>
            <w:t>Click here to enter text.</w:t>
          </w:r>
        </w:p>
      </w:docPartBody>
    </w:docPart>
    <w:docPart>
      <w:docPartPr>
        <w:name w:val="930220118BD0458D97ED4D812AF75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A77F13-77F3-4FD3-AB3A-019B770760C7}"/>
      </w:docPartPr>
      <w:docPartBody>
        <w:p w:rsidR="00B76D62" w:rsidRDefault="002400DD" w:rsidP="002400DD">
          <w:pPr>
            <w:pStyle w:val="930220118BD0458D97ED4D812AF75A6F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2AC808E86F124BD7AC6DE821CBC4B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DCD28A-7725-491F-95E5-3996958D68CA}"/>
      </w:docPartPr>
      <w:docPartBody>
        <w:p w:rsidR="00B76D62" w:rsidRDefault="002400DD" w:rsidP="002400DD">
          <w:pPr>
            <w:pStyle w:val="2AC808E86F124BD7AC6DE821CBC4B175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C6C6103E299E4C4DBDBDFCA53DE484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DEC42-BFDA-481C-A1EE-F7517BEDD128}"/>
      </w:docPartPr>
      <w:docPartBody>
        <w:p w:rsidR="00B76D62" w:rsidRDefault="002400DD" w:rsidP="002400DD">
          <w:pPr>
            <w:pStyle w:val="C6C6103E299E4C4DBDBDFCA53DE484FF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0087B4F3300D4BD1AFD1B4CEB2E8FD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533281-4CED-47AC-8C9B-3291E107D007}"/>
      </w:docPartPr>
      <w:docPartBody>
        <w:p w:rsidR="00B76D62" w:rsidRDefault="002400DD" w:rsidP="002400DD">
          <w:pPr>
            <w:pStyle w:val="0087B4F3300D4BD1AFD1B4CEB2E8FD5B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2F76E30B53234DE8B0B4A248B5CC51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EB4E90-1D33-40C6-8D49-B4AC06CCF151}"/>
      </w:docPartPr>
      <w:docPartBody>
        <w:p w:rsidR="00B76D62" w:rsidRDefault="002400DD" w:rsidP="002400DD">
          <w:pPr>
            <w:pStyle w:val="2F76E30B53234DE8B0B4A248B5CC5195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D9488734BEAC4E30A24FD337431EC7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B0AC5-3940-444F-89C6-AEE75060E7DE}"/>
      </w:docPartPr>
      <w:docPartBody>
        <w:p w:rsidR="00B76D62" w:rsidRDefault="002400DD" w:rsidP="002400DD">
          <w:pPr>
            <w:pStyle w:val="D9488734BEAC4E30A24FD337431EC7F2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65B25A603F214721B699C9F41D2EE3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870CE8-D256-4860-8CE3-FC64799F41E4}"/>
      </w:docPartPr>
      <w:docPartBody>
        <w:p w:rsidR="00B76D62" w:rsidRDefault="002400DD" w:rsidP="002400DD">
          <w:pPr>
            <w:pStyle w:val="65B25A603F214721B699C9F41D2EE343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F2BB30366AA64591BC501C263C039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8D325F-B6AF-4A04-8599-811E3CD692DC}"/>
      </w:docPartPr>
      <w:docPartBody>
        <w:p w:rsidR="00B76D62" w:rsidRDefault="002400DD" w:rsidP="002400DD">
          <w:pPr>
            <w:pStyle w:val="F2BB30366AA64591BC501C263C039A01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346636552A614A4D8F62D7E2D5CB20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241558-E28E-47C3-BB63-FF01F1F932CB}"/>
      </w:docPartPr>
      <w:docPartBody>
        <w:p w:rsidR="00B76D62" w:rsidRDefault="002400DD" w:rsidP="002400DD">
          <w:pPr>
            <w:pStyle w:val="346636552A614A4D8F62D7E2D5CB20BC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20B882A105B34E52BE21DC6CFCA94A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3BE26B-9340-408E-B8C0-150A24FA9940}"/>
      </w:docPartPr>
      <w:docPartBody>
        <w:p w:rsidR="00B76D62" w:rsidRDefault="002400DD" w:rsidP="002400DD">
          <w:pPr>
            <w:pStyle w:val="20B882A105B34E52BE21DC6CFCA94A3B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A5F1BCA065E646959176C43ED7BD75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6D627F-903D-426B-9E90-6E933BCE4DF7}"/>
      </w:docPartPr>
      <w:docPartBody>
        <w:p w:rsidR="00B76D62" w:rsidRDefault="002400DD" w:rsidP="002400DD">
          <w:pPr>
            <w:pStyle w:val="A5F1BCA065E646959176C43ED7BD752A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F3C3DF2D4E9C49218C4889A5E52735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79962D-AF39-446F-BABF-F1B5CBE8B278}"/>
      </w:docPartPr>
      <w:docPartBody>
        <w:p w:rsidR="00B76D62" w:rsidRDefault="002400DD" w:rsidP="002400DD">
          <w:pPr>
            <w:pStyle w:val="F3C3DF2D4E9C49218C4889A5E5273570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60643B72025C4044B849E7B6E8E8B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D7C1EC-866F-4F65-B68E-642C0CC33CA1}"/>
      </w:docPartPr>
      <w:docPartBody>
        <w:p w:rsidR="00B76D62" w:rsidRDefault="002400DD" w:rsidP="002400DD">
          <w:pPr>
            <w:pStyle w:val="60643B72025C4044B849E7B6E8E8B330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F1B2DAED027B4B1090C837A4E6E98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06C339-2891-496E-9454-102233D75470}"/>
      </w:docPartPr>
      <w:docPartBody>
        <w:p w:rsidR="00B76D62" w:rsidRDefault="002400DD" w:rsidP="002400DD">
          <w:pPr>
            <w:pStyle w:val="F1B2DAED027B4B1090C837A4E6E98B78"/>
          </w:pPr>
          <w:r w:rsidRPr="00E331AF">
            <w:rPr>
              <w:rStyle w:val="PlaceholderText"/>
            </w:rPr>
            <w:t>Click here to enter text.</w:t>
          </w:r>
        </w:p>
      </w:docPartBody>
    </w:docPart>
    <w:docPart>
      <w:docPartPr>
        <w:name w:val="4C2AEBA3B52B4CE9B68D92882DB07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6D0950-A022-45A4-B166-DE26BE0D1BA7}"/>
      </w:docPartPr>
      <w:docPartBody>
        <w:p w:rsidR="00B76D62" w:rsidRDefault="002400DD" w:rsidP="002400DD">
          <w:pPr>
            <w:pStyle w:val="4C2AEBA3B52B4CE9B68D92882DB07FA0"/>
          </w:pPr>
          <w:r w:rsidRPr="00E331A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45F"/>
    <w:rsid w:val="002400DD"/>
    <w:rsid w:val="006A245F"/>
    <w:rsid w:val="006A676A"/>
    <w:rsid w:val="00AB5D6C"/>
    <w:rsid w:val="00B76D62"/>
    <w:rsid w:val="00BB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400DD"/>
    <w:rPr>
      <w:color w:val="808080"/>
    </w:rPr>
  </w:style>
  <w:style w:type="paragraph" w:customStyle="1" w:styleId="E6C0667BF5434E90AFFD190D6302FB65">
    <w:name w:val="E6C0667BF5434E90AFFD190D6302FB65"/>
    <w:rsid w:val="00BB056F"/>
  </w:style>
  <w:style w:type="paragraph" w:customStyle="1" w:styleId="CA34EACBF683445EB241FA86AEF7B8ED">
    <w:name w:val="CA34EACBF683445EB241FA86AEF7B8ED"/>
    <w:rsid w:val="00BB056F"/>
  </w:style>
  <w:style w:type="paragraph" w:customStyle="1" w:styleId="F42778F77E2F409D864378A17D339E35">
    <w:name w:val="F42778F77E2F409D864378A17D339E35"/>
    <w:rsid w:val="00BB056F"/>
  </w:style>
  <w:style w:type="paragraph" w:customStyle="1" w:styleId="9DF2E19A04B14C5B9E8AF574431F72CB">
    <w:name w:val="9DF2E19A04B14C5B9E8AF574431F72CB"/>
    <w:rsid w:val="00BB056F"/>
  </w:style>
  <w:style w:type="paragraph" w:customStyle="1" w:styleId="938397B806DF47BBA304BC4DD2701AC7">
    <w:name w:val="938397B806DF47BBA304BC4DD2701AC7"/>
    <w:rsid w:val="00BB056F"/>
  </w:style>
  <w:style w:type="paragraph" w:customStyle="1" w:styleId="243E734612D9417EA2652A3118337346">
    <w:name w:val="243E734612D9417EA2652A3118337346"/>
    <w:rsid w:val="00BB056F"/>
  </w:style>
  <w:style w:type="paragraph" w:customStyle="1" w:styleId="01475FEE079A4B9D966A0FB09113F9A8">
    <w:name w:val="01475FEE079A4B9D966A0FB09113F9A8"/>
    <w:rsid w:val="00BB056F"/>
  </w:style>
  <w:style w:type="paragraph" w:customStyle="1" w:styleId="A127ED6F41CB47829576D8FBB9AB8BBF">
    <w:name w:val="A127ED6F41CB47829576D8FBB9AB8BBF"/>
    <w:rsid w:val="00BB056F"/>
  </w:style>
  <w:style w:type="paragraph" w:customStyle="1" w:styleId="7380E8F12E5D41E8BCE7348ACD0F3B09">
    <w:name w:val="7380E8F12E5D41E8BCE7348ACD0F3B09"/>
    <w:rsid w:val="00BB056F"/>
  </w:style>
  <w:style w:type="paragraph" w:customStyle="1" w:styleId="FDB3343967EB4683A924D92DEC3EA8EF">
    <w:name w:val="FDB3343967EB4683A924D92DEC3EA8EF"/>
    <w:rsid w:val="002400DD"/>
    <w:pPr>
      <w:spacing w:after="160" w:line="259" w:lineRule="auto"/>
    </w:pPr>
  </w:style>
  <w:style w:type="paragraph" w:customStyle="1" w:styleId="930220118BD0458D97ED4D812AF75A6F">
    <w:name w:val="930220118BD0458D97ED4D812AF75A6F"/>
    <w:rsid w:val="002400DD"/>
    <w:pPr>
      <w:spacing w:after="160" w:line="259" w:lineRule="auto"/>
    </w:pPr>
  </w:style>
  <w:style w:type="paragraph" w:customStyle="1" w:styleId="2AC808E86F124BD7AC6DE821CBC4B175">
    <w:name w:val="2AC808E86F124BD7AC6DE821CBC4B175"/>
    <w:rsid w:val="002400DD"/>
    <w:pPr>
      <w:spacing w:after="160" w:line="259" w:lineRule="auto"/>
    </w:pPr>
  </w:style>
  <w:style w:type="paragraph" w:customStyle="1" w:styleId="C6C6103E299E4C4DBDBDFCA53DE484FF">
    <w:name w:val="C6C6103E299E4C4DBDBDFCA53DE484FF"/>
    <w:rsid w:val="002400DD"/>
    <w:pPr>
      <w:spacing w:after="160" w:line="259" w:lineRule="auto"/>
    </w:pPr>
  </w:style>
  <w:style w:type="paragraph" w:customStyle="1" w:styleId="0087B4F3300D4BD1AFD1B4CEB2E8FD5B">
    <w:name w:val="0087B4F3300D4BD1AFD1B4CEB2E8FD5B"/>
    <w:rsid w:val="002400DD"/>
    <w:pPr>
      <w:spacing w:after="160" w:line="259" w:lineRule="auto"/>
    </w:pPr>
  </w:style>
  <w:style w:type="paragraph" w:customStyle="1" w:styleId="8FD644F8CB4642228595B918E73B99C6">
    <w:name w:val="8FD644F8CB4642228595B918E73B99C6"/>
    <w:rsid w:val="002400DD"/>
    <w:pPr>
      <w:spacing w:after="160" w:line="259" w:lineRule="auto"/>
    </w:pPr>
  </w:style>
  <w:style w:type="paragraph" w:customStyle="1" w:styleId="97BF7F8A6CA64190A2C487661FC82BE9">
    <w:name w:val="97BF7F8A6CA64190A2C487661FC82BE9"/>
    <w:rsid w:val="002400DD"/>
    <w:pPr>
      <w:spacing w:after="160" w:line="259" w:lineRule="auto"/>
    </w:pPr>
  </w:style>
  <w:style w:type="paragraph" w:customStyle="1" w:styleId="05E9A2029AAA47EE80A7461214A204FB">
    <w:name w:val="05E9A2029AAA47EE80A7461214A204FB"/>
    <w:rsid w:val="002400DD"/>
    <w:pPr>
      <w:spacing w:after="160" w:line="259" w:lineRule="auto"/>
    </w:pPr>
  </w:style>
  <w:style w:type="paragraph" w:customStyle="1" w:styleId="611399A371304039A6FC9D70B55DCC76">
    <w:name w:val="611399A371304039A6FC9D70B55DCC76"/>
    <w:rsid w:val="002400DD"/>
    <w:pPr>
      <w:spacing w:after="160" w:line="259" w:lineRule="auto"/>
    </w:pPr>
  </w:style>
  <w:style w:type="paragraph" w:customStyle="1" w:styleId="02DF4D8A7FA942D7B9ECE1D46AA3420A">
    <w:name w:val="02DF4D8A7FA942D7B9ECE1D46AA3420A"/>
    <w:rsid w:val="002400DD"/>
    <w:pPr>
      <w:spacing w:after="160" w:line="259" w:lineRule="auto"/>
    </w:pPr>
  </w:style>
  <w:style w:type="paragraph" w:customStyle="1" w:styleId="E2DF32FF778C4FE29840B712B2B7EC61">
    <w:name w:val="E2DF32FF778C4FE29840B712B2B7EC61"/>
    <w:rsid w:val="002400DD"/>
    <w:pPr>
      <w:spacing w:after="160" w:line="259" w:lineRule="auto"/>
    </w:pPr>
  </w:style>
  <w:style w:type="paragraph" w:customStyle="1" w:styleId="2F76E30B53234DE8B0B4A248B5CC5195">
    <w:name w:val="2F76E30B53234DE8B0B4A248B5CC5195"/>
    <w:rsid w:val="002400DD"/>
    <w:pPr>
      <w:spacing w:after="160" w:line="259" w:lineRule="auto"/>
    </w:pPr>
  </w:style>
  <w:style w:type="paragraph" w:customStyle="1" w:styleId="CDFDD0E4976C4ECEBBB4C743CB4F9D24">
    <w:name w:val="CDFDD0E4976C4ECEBBB4C743CB4F9D24"/>
    <w:rsid w:val="002400DD"/>
    <w:pPr>
      <w:spacing w:after="160" w:line="259" w:lineRule="auto"/>
    </w:pPr>
  </w:style>
  <w:style w:type="paragraph" w:customStyle="1" w:styleId="DA393D865E9D46C0B67D9D1817A41522">
    <w:name w:val="DA393D865E9D46C0B67D9D1817A41522"/>
    <w:rsid w:val="002400DD"/>
    <w:pPr>
      <w:spacing w:after="160" w:line="259" w:lineRule="auto"/>
    </w:pPr>
  </w:style>
  <w:style w:type="paragraph" w:customStyle="1" w:styleId="1A4BD049F2304F65A80D3D5654E485E3">
    <w:name w:val="1A4BD049F2304F65A80D3D5654E485E3"/>
    <w:rsid w:val="002400DD"/>
    <w:pPr>
      <w:spacing w:after="160" w:line="259" w:lineRule="auto"/>
    </w:pPr>
  </w:style>
  <w:style w:type="paragraph" w:customStyle="1" w:styleId="D9488734BEAC4E30A24FD337431EC7F2">
    <w:name w:val="D9488734BEAC4E30A24FD337431EC7F2"/>
    <w:rsid w:val="002400DD"/>
    <w:pPr>
      <w:spacing w:after="160" w:line="259" w:lineRule="auto"/>
    </w:pPr>
  </w:style>
  <w:style w:type="paragraph" w:customStyle="1" w:styleId="7387406930E6442D9AA91C0FFA2C9B47">
    <w:name w:val="7387406930E6442D9AA91C0FFA2C9B47"/>
    <w:rsid w:val="002400DD"/>
    <w:pPr>
      <w:spacing w:after="160" w:line="259" w:lineRule="auto"/>
    </w:pPr>
  </w:style>
  <w:style w:type="paragraph" w:customStyle="1" w:styleId="1501EB5973614CF5A43E54F4479EA2CD">
    <w:name w:val="1501EB5973614CF5A43E54F4479EA2CD"/>
    <w:rsid w:val="002400DD"/>
    <w:pPr>
      <w:spacing w:after="160" w:line="259" w:lineRule="auto"/>
    </w:pPr>
  </w:style>
  <w:style w:type="paragraph" w:customStyle="1" w:styleId="3D667024517D421D81B40809FA45F11C">
    <w:name w:val="3D667024517D421D81B40809FA45F11C"/>
    <w:rsid w:val="002400DD"/>
    <w:pPr>
      <w:spacing w:after="160" w:line="259" w:lineRule="auto"/>
    </w:pPr>
  </w:style>
  <w:style w:type="paragraph" w:customStyle="1" w:styleId="65B25A603F214721B699C9F41D2EE343">
    <w:name w:val="65B25A603F214721B699C9F41D2EE343"/>
    <w:rsid w:val="002400DD"/>
    <w:pPr>
      <w:spacing w:after="160" w:line="259" w:lineRule="auto"/>
    </w:pPr>
  </w:style>
  <w:style w:type="paragraph" w:customStyle="1" w:styleId="1D45C51F0CC14EAC82DC18C67E605995">
    <w:name w:val="1D45C51F0CC14EAC82DC18C67E605995"/>
    <w:rsid w:val="002400DD"/>
    <w:pPr>
      <w:spacing w:after="160" w:line="259" w:lineRule="auto"/>
    </w:pPr>
  </w:style>
  <w:style w:type="paragraph" w:customStyle="1" w:styleId="ED9B099C8E154D6EB9512DAF625097E8">
    <w:name w:val="ED9B099C8E154D6EB9512DAF625097E8"/>
    <w:rsid w:val="002400DD"/>
    <w:pPr>
      <w:spacing w:after="160" w:line="259" w:lineRule="auto"/>
    </w:pPr>
  </w:style>
  <w:style w:type="paragraph" w:customStyle="1" w:styleId="16784AAEF59F45468303482075E65375">
    <w:name w:val="16784AAEF59F45468303482075E65375"/>
    <w:rsid w:val="002400DD"/>
    <w:pPr>
      <w:spacing w:after="160" w:line="259" w:lineRule="auto"/>
    </w:pPr>
  </w:style>
  <w:style w:type="paragraph" w:customStyle="1" w:styleId="C83AD187AF044A09BB544933E6900B80">
    <w:name w:val="C83AD187AF044A09BB544933E6900B80"/>
    <w:rsid w:val="002400DD"/>
    <w:pPr>
      <w:spacing w:after="160" w:line="259" w:lineRule="auto"/>
    </w:pPr>
  </w:style>
  <w:style w:type="paragraph" w:customStyle="1" w:styleId="EB47954D33724B5FB85938829AC2B663">
    <w:name w:val="EB47954D33724B5FB85938829AC2B663"/>
    <w:rsid w:val="002400DD"/>
    <w:pPr>
      <w:spacing w:after="160" w:line="259" w:lineRule="auto"/>
    </w:pPr>
  </w:style>
  <w:style w:type="paragraph" w:customStyle="1" w:styleId="DB52D626D39644F4809A278F3975E1C3">
    <w:name w:val="DB52D626D39644F4809A278F3975E1C3"/>
    <w:rsid w:val="002400DD"/>
    <w:pPr>
      <w:spacing w:after="160" w:line="259" w:lineRule="auto"/>
    </w:pPr>
  </w:style>
  <w:style w:type="paragraph" w:customStyle="1" w:styleId="C9C8923D99C44EFF8C97033E00E6E5D4">
    <w:name w:val="C9C8923D99C44EFF8C97033E00E6E5D4"/>
    <w:rsid w:val="002400DD"/>
    <w:pPr>
      <w:spacing w:after="160" w:line="259" w:lineRule="auto"/>
    </w:pPr>
  </w:style>
  <w:style w:type="paragraph" w:customStyle="1" w:styleId="F8E7EC2FCA9A4BC191CD42F1586C15F9">
    <w:name w:val="F8E7EC2FCA9A4BC191CD42F1586C15F9"/>
    <w:rsid w:val="002400DD"/>
    <w:pPr>
      <w:spacing w:after="160" w:line="259" w:lineRule="auto"/>
    </w:pPr>
  </w:style>
  <w:style w:type="paragraph" w:customStyle="1" w:styleId="4BEBA7C1BE034731B9E55543E5D5B971">
    <w:name w:val="4BEBA7C1BE034731B9E55543E5D5B971"/>
    <w:rsid w:val="002400DD"/>
    <w:pPr>
      <w:spacing w:after="160" w:line="259" w:lineRule="auto"/>
    </w:pPr>
  </w:style>
  <w:style w:type="paragraph" w:customStyle="1" w:styleId="FB72F96DAEC44A65A1BA597ADCFA3231">
    <w:name w:val="FB72F96DAEC44A65A1BA597ADCFA3231"/>
    <w:rsid w:val="002400DD"/>
    <w:pPr>
      <w:spacing w:after="160" w:line="259" w:lineRule="auto"/>
    </w:pPr>
  </w:style>
  <w:style w:type="paragraph" w:customStyle="1" w:styleId="9F6384D7FF4D4E659FC8939AE96B5019">
    <w:name w:val="9F6384D7FF4D4E659FC8939AE96B5019"/>
    <w:rsid w:val="002400DD"/>
    <w:pPr>
      <w:spacing w:after="160" w:line="259" w:lineRule="auto"/>
    </w:pPr>
  </w:style>
  <w:style w:type="paragraph" w:customStyle="1" w:styleId="E4BDCA98C8234FBE9993AFFDECAA48E3">
    <w:name w:val="E4BDCA98C8234FBE9993AFFDECAA48E3"/>
    <w:rsid w:val="002400DD"/>
    <w:pPr>
      <w:spacing w:after="160" w:line="259" w:lineRule="auto"/>
    </w:pPr>
  </w:style>
  <w:style w:type="paragraph" w:customStyle="1" w:styleId="02655CB078EC4560A10656AD7E08E8A6">
    <w:name w:val="02655CB078EC4560A10656AD7E08E8A6"/>
    <w:rsid w:val="002400DD"/>
    <w:pPr>
      <w:spacing w:after="160" w:line="259" w:lineRule="auto"/>
    </w:pPr>
  </w:style>
  <w:style w:type="paragraph" w:customStyle="1" w:styleId="6DFB120C0EF5429AAFEC74A1260151B2">
    <w:name w:val="6DFB120C0EF5429AAFEC74A1260151B2"/>
    <w:rsid w:val="002400DD"/>
    <w:pPr>
      <w:spacing w:after="160" w:line="259" w:lineRule="auto"/>
    </w:pPr>
  </w:style>
  <w:style w:type="paragraph" w:customStyle="1" w:styleId="E9E84DC62DD5407F88B2F790816F1F7B">
    <w:name w:val="E9E84DC62DD5407F88B2F790816F1F7B"/>
    <w:rsid w:val="002400DD"/>
    <w:pPr>
      <w:spacing w:after="160" w:line="259" w:lineRule="auto"/>
    </w:pPr>
  </w:style>
  <w:style w:type="paragraph" w:customStyle="1" w:styleId="0579BF3A4B2340629EC25F902C9D700C">
    <w:name w:val="0579BF3A4B2340629EC25F902C9D700C"/>
    <w:rsid w:val="002400DD"/>
    <w:pPr>
      <w:spacing w:after="160" w:line="259" w:lineRule="auto"/>
    </w:pPr>
  </w:style>
  <w:style w:type="paragraph" w:customStyle="1" w:styleId="68D12B3A23C04B77B9C9079EDB13D270">
    <w:name w:val="68D12B3A23C04B77B9C9079EDB13D270"/>
    <w:rsid w:val="002400DD"/>
    <w:pPr>
      <w:spacing w:after="160" w:line="259" w:lineRule="auto"/>
    </w:pPr>
  </w:style>
  <w:style w:type="paragraph" w:customStyle="1" w:styleId="4F3AB0D5B39643B2BEBB467E4F77D28F">
    <w:name w:val="4F3AB0D5B39643B2BEBB467E4F77D28F"/>
    <w:rsid w:val="002400DD"/>
    <w:pPr>
      <w:spacing w:after="160" w:line="259" w:lineRule="auto"/>
    </w:pPr>
  </w:style>
  <w:style w:type="paragraph" w:customStyle="1" w:styleId="F2BB30366AA64591BC501C263C039A01">
    <w:name w:val="F2BB30366AA64591BC501C263C039A01"/>
    <w:rsid w:val="002400DD"/>
    <w:pPr>
      <w:spacing w:after="160" w:line="259" w:lineRule="auto"/>
    </w:pPr>
  </w:style>
  <w:style w:type="paragraph" w:customStyle="1" w:styleId="346636552A614A4D8F62D7E2D5CB20BC">
    <w:name w:val="346636552A614A4D8F62D7E2D5CB20BC"/>
    <w:rsid w:val="002400DD"/>
    <w:pPr>
      <w:spacing w:after="160" w:line="259" w:lineRule="auto"/>
    </w:pPr>
  </w:style>
  <w:style w:type="paragraph" w:customStyle="1" w:styleId="20B882A105B34E52BE21DC6CFCA94A3B">
    <w:name w:val="20B882A105B34E52BE21DC6CFCA94A3B"/>
    <w:rsid w:val="002400DD"/>
    <w:pPr>
      <w:spacing w:after="160" w:line="259" w:lineRule="auto"/>
    </w:pPr>
  </w:style>
  <w:style w:type="paragraph" w:customStyle="1" w:styleId="A5F1BCA065E646959176C43ED7BD752A">
    <w:name w:val="A5F1BCA065E646959176C43ED7BD752A"/>
    <w:rsid w:val="002400DD"/>
    <w:pPr>
      <w:spacing w:after="160" w:line="259" w:lineRule="auto"/>
    </w:pPr>
  </w:style>
  <w:style w:type="paragraph" w:customStyle="1" w:styleId="F3C3DF2D4E9C49218C4889A5E5273570">
    <w:name w:val="F3C3DF2D4E9C49218C4889A5E5273570"/>
    <w:rsid w:val="002400DD"/>
    <w:pPr>
      <w:spacing w:after="160" w:line="259" w:lineRule="auto"/>
    </w:pPr>
  </w:style>
  <w:style w:type="paragraph" w:customStyle="1" w:styleId="60643B72025C4044B849E7B6E8E8B330">
    <w:name w:val="60643B72025C4044B849E7B6E8E8B330"/>
    <w:rsid w:val="002400DD"/>
    <w:pPr>
      <w:spacing w:after="160" w:line="259" w:lineRule="auto"/>
    </w:pPr>
  </w:style>
  <w:style w:type="paragraph" w:customStyle="1" w:styleId="F1B2DAED027B4B1090C837A4E6E98B78">
    <w:name w:val="F1B2DAED027B4B1090C837A4E6E98B78"/>
    <w:rsid w:val="002400DD"/>
    <w:pPr>
      <w:spacing w:after="160" w:line="259" w:lineRule="auto"/>
    </w:pPr>
  </w:style>
  <w:style w:type="paragraph" w:customStyle="1" w:styleId="4C2AEBA3B52B4CE9B68D92882DB07FA0">
    <w:name w:val="4C2AEBA3B52B4CE9B68D92882DB07FA0"/>
    <w:rsid w:val="002400D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96FD94F8.dotm</Template>
  <TotalTime>0</TotalTime>
  <Pages>7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EIT</Company>
  <LinksUpToDate>false</LinksUpToDate>
  <CharactersWithSpaces>4735</CharactersWithSpaces>
  <SharedDoc>false</SharedDoc>
  <HLinks>
    <vt:vector size="6" baseType="variant">
      <vt:variant>
        <vt:i4>6619205</vt:i4>
      </vt:variant>
      <vt:variant>
        <vt:i4>0</vt:i4>
      </vt:variant>
      <vt:variant>
        <vt:i4>0</vt:i4>
      </vt:variant>
      <vt:variant>
        <vt:i4>5</vt:i4>
      </vt:variant>
      <vt:variant>
        <vt:lpwstr>mailto:ncc2@eit.ac.nz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gayr</dc:creator>
  <cp:lastModifiedBy>Gay Robertson</cp:lastModifiedBy>
  <cp:revision>2</cp:revision>
  <cp:lastPrinted>2011-11-03T19:45:00Z</cp:lastPrinted>
  <dcterms:created xsi:type="dcterms:W3CDTF">2019-05-20T00:48:00Z</dcterms:created>
  <dcterms:modified xsi:type="dcterms:W3CDTF">2019-05-20T00:48:00Z</dcterms:modified>
</cp:coreProperties>
</file>